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4A2" w:rsidRPr="0002145A" w:rsidRDefault="00577931">
      <w:pPr>
        <w:ind w:right="1417"/>
        <w:jc w:val="center"/>
        <w:rPr>
          <w:b/>
          <w:sz w:val="20"/>
        </w:rPr>
      </w:pPr>
      <w:r w:rsidRPr="0002145A">
        <w:rPr>
          <w:b/>
          <w:sz w:val="20"/>
        </w:rPr>
        <w:t>P</w:t>
      </w:r>
      <w:r w:rsidR="006E24A2" w:rsidRPr="0002145A">
        <w:rPr>
          <w:b/>
          <w:sz w:val="20"/>
        </w:rPr>
        <w:t xml:space="preserve">LAN DE DESARROLLO GITANO (CRÉDITO </w:t>
      </w:r>
      <w:r w:rsidR="00D446AC" w:rsidRPr="0002145A">
        <w:rPr>
          <w:b/>
          <w:sz w:val="20"/>
        </w:rPr>
        <w:t>26</w:t>
      </w:r>
      <w:r w:rsidR="00CD6EB5" w:rsidRPr="0002145A">
        <w:rPr>
          <w:b/>
          <w:sz w:val="20"/>
        </w:rPr>
        <w:t>.</w:t>
      </w:r>
      <w:r w:rsidR="00D446AC" w:rsidRPr="0002145A">
        <w:rPr>
          <w:b/>
          <w:sz w:val="20"/>
        </w:rPr>
        <w:t>16</w:t>
      </w:r>
      <w:r w:rsidR="006E24A2" w:rsidRPr="0002145A">
        <w:rPr>
          <w:b/>
          <w:sz w:val="20"/>
        </w:rPr>
        <w:t>.231F.453.01)</w:t>
      </w:r>
    </w:p>
    <w:p w:rsidR="006E24A2" w:rsidRPr="0002145A" w:rsidRDefault="006E24A2">
      <w:pPr>
        <w:ind w:right="1417"/>
        <w:jc w:val="center"/>
        <w:rPr>
          <w:b/>
          <w:sz w:val="20"/>
        </w:rPr>
      </w:pPr>
    </w:p>
    <w:p w:rsidR="006E24A2" w:rsidRPr="0002145A" w:rsidRDefault="006E24A2">
      <w:pPr>
        <w:ind w:right="1417"/>
        <w:jc w:val="center"/>
        <w:rPr>
          <w:b/>
          <w:sz w:val="20"/>
        </w:rPr>
      </w:pPr>
      <w:r w:rsidRPr="0002145A">
        <w:rPr>
          <w:b/>
          <w:sz w:val="20"/>
        </w:rPr>
        <w:t>FICHA DE PRESENTACIÓN DE PROYECTOS</w:t>
      </w:r>
    </w:p>
    <w:p w:rsidR="006E24A2" w:rsidRPr="00A862AE" w:rsidRDefault="00A862AE">
      <w:pPr>
        <w:ind w:right="1417"/>
        <w:jc w:val="center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(Pulsar F11 para navegar por el documento)</w:t>
      </w:r>
    </w:p>
    <w:tbl>
      <w:tblPr>
        <w:tblW w:w="916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283"/>
        <w:gridCol w:w="426"/>
        <w:gridCol w:w="348"/>
        <w:gridCol w:w="1778"/>
        <w:gridCol w:w="425"/>
        <w:gridCol w:w="290"/>
        <w:gridCol w:w="122"/>
        <w:gridCol w:w="1805"/>
        <w:gridCol w:w="407"/>
        <w:gridCol w:w="7"/>
        <w:gridCol w:w="11"/>
      </w:tblGrid>
      <w:tr w:rsidR="006E24A2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6E24A2" w:rsidRPr="0002145A" w:rsidRDefault="006E24A2">
            <w:pPr>
              <w:pStyle w:val="qu"/>
              <w:tabs>
                <w:tab w:val="clear" w:pos="4819"/>
                <w:tab w:val="clear" w:pos="9071"/>
              </w:tabs>
              <w:rPr>
                <w:rFonts w:ascii="Times New Roman" w:hAnsi="Times New Roman"/>
                <w:bCs/>
                <w:sz w:val="20"/>
              </w:rPr>
            </w:pPr>
            <w:r w:rsidRPr="0002145A">
              <w:rPr>
                <w:rFonts w:ascii="Times New Roman" w:hAnsi="Times New Roman"/>
                <w:bCs/>
                <w:sz w:val="20"/>
              </w:rPr>
              <w:t>I. DATOS DE IDENTIFICACIÓN DEL PROYECTO</w:t>
            </w:r>
          </w:p>
          <w:p w:rsidR="006E24A2" w:rsidRPr="0002145A" w:rsidRDefault="006E24A2">
            <w:pPr>
              <w:pStyle w:val="Encabezado"/>
              <w:tabs>
                <w:tab w:val="clear" w:pos="4252"/>
                <w:tab w:val="clear" w:pos="8504"/>
              </w:tabs>
              <w:rPr>
                <w:sz w:val="20"/>
              </w:rPr>
            </w:pPr>
          </w:p>
        </w:tc>
        <w:bookmarkStart w:id="0" w:name="_GoBack"/>
        <w:bookmarkEnd w:id="0"/>
      </w:tr>
      <w:tr w:rsidR="00AA2FE3" w:rsidRPr="0002145A">
        <w:trPr>
          <w:gridAfter w:val="2"/>
          <w:wAfter w:w="18" w:type="dxa"/>
          <w:cantSplit/>
        </w:trPr>
        <w:tc>
          <w:tcPr>
            <w:tcW w:w="6811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AA2FE3" w:rsidRPr="00495591" w:rsidRDefault="00AA2FE3" w:rsidP="00C236C9">
            <w:pPr>
              <w:rPr>
                <w:color w:val="0000FF"/>
                <w:sz w:val="20"/>
              </w:rPr>
            </w:pPr>
            <w:r w:rsidRPr="00495591">
              <w:rPr>
                <w:b/>
                <w:color w:val="0000FF"/>
                <w:sz w:val="20"/>
              </w:rPr>
              <w:t>COMUNIDAD AUTONOMA</w:t>
            </w:r>
            <w:r w:rsidR="003F4A37" w:rsidRPr="00495591">
              <w:rPr>
                <w:b/>
                <w:color w:val="0000FF"/>
                <w:sz w:val="20"/>
              </w:rPr>
              <w:t xml:space="preserve"> </w:t>
            </w:r>
            <w:r w:rsidR="00C64179" w:rsidRPr="00495591">
              <w:rPr>
                <w:b/>
                <w:color w:val="0000FF"/>
                <w:sz w:val="20"/>
              </w:rPr>
              <w:t>REGIÓN DE MURCIA</w:t>
            </w:r>
          </w:p>
        </w:tc>
        <w:tc>
          <w:tcPr>
            <w:tcW w:w="23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2FE3" w:rsidRPr="0002145A" w:rsidRDefault="00AA2FE3" w:rsidP="009A7343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 xml:space="preserve">AÑO: </w:t>
            </w:r>
            <w:r w:rsidR="00333F9E">
              <w:rPr>
                <w:b/>
                <w:color w:val="0000FF"/>
                <w:sz w:val="20"/>
                <w14:textFill>
                  <w14:gradFill>
                    <w14:gsLst>
                      <w14:gs w14:pos="0">
                        <w14:srgbClr w14:val="0000FF">
                          <w14:shade w14:val="30000"/>
                          <w14:satMod w14:val="115000"/>
                        </w14:srgbClr>
                      </w14:gs>
                      <w14:gs w14:pos="50000">
                        <w14:srgbClr w14:val="0000FF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0000FF">
                          <w14:shade w14:val="100000"/>
                          <w14:satMod w14:val="115000"/>
                        </w14:srgbClr>
                      </w14:gs>
                    </w14:gsLst>
                    <w14:lin w14:ang="13500000" w14:scaled="0"/>
                  </w14:gradFill>
                </w14:textFill>
              </w:rPr>
              <w:t>202</w:t>
            </w:r>
            <w:r w:rsidR="0040001E">
              <w:rPr>
                <w:b/>
                <w:color w:val="0000FF"/>
                <w:sz w:val="20"/>
                <w14:textFill>
                  <w14:gradFill>
                    <w14:gsLst>
                      <w14:gs w14:pos="0">
                        <w14:srgbClr w14:val="0000FF">
                          <w14:shade w14:val="30000"/>
                          <w14:satMod w14:val="115000"/>
                        </w14:srgbClr>
                      </w14:gs>
                      <w14:gs w14:pos="50000">
                        <w14:srgbClr w14:val="0000FF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0000FF">
                          <w14:shade w14:val="100000"/>
                          <w14:satMod w14:val="115000"/>
                        </w14:srgbClr>
                      </w14:gs>
                    </w14:gsLst>
                    <w14:lin w14:ang="13500000" w14:scaled="0"/>
                  </w14:gradFill>
                </w14:textFill>
              </w:rPr>
              <w:t>4</w:t>
            </w:r>
          </w:p>
        </w:tc>
      </w:tr>
      <w:tr w:rsidR="007A2549" w:rsidRPr="0002145A">
        <w:trPr>
          <w:gridAfter w:val="2"/>
          <w:wAfter w:w="18" w:type="dxa"/>
          <w:cantSplit/>
          <w:trHeight w:val="431"/>
        </w:trPr>
        <w:tc>
          <w:tcPr>
            <w:tcW w:w="914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7A2549" w:rsidRPr="004352BE" w:rsidRDefault="007A2549" w:rsidP="00A80906">
            <w:pPr>
              <w:rPr>
                <w:color w:val="0070C0"/>
                <w:sz w:val="20"/>
              </w:rPr>
            </w:pPr>
            <w:r w:rsidRPr="0002145A">
              <w:rPr>
                <w:b/>
                <w:sz w:val="20"/>
              </w:rPr>
              <w:t>MUNICIPIO Y PROVINCIA</w:t>
            </w:r>
            <w:r w:rsidR="003F4A37">
              <w:rPr>
                <w:b/>
                <w:sz w:val="20"/>
              </w:rPr>
              <w:t>:</w:t>
            </w:r>
            <w:r w:rsidR="00C236C9" w:rsidRPr="00B668A4">
              <w:rPr>
                <w:color w:val="0000FF"/>
                <w:sz w:val="20"/>
              </w:rPr>
              <w:t xml:space="preserve"> </w:t>
            </w:r>
            <w:r w:rsidR="004352BE" w:rsidRPr="00B668A4">
              <w:rPr>
                <w:color w:val="0000FF"/>
                <w:sz w:val="20"/>
              </w:rPr>
              <w:fldChar w:fldCharType="begin"/>
            </w:r>
            <w:r w:rsidR="004352BE" w:rsidRPr="00B668A4">
              <w:rPr>
                <w:color w:val="0000FF"/>
                <w:sz w:val="20"/>
              </w:rPr>
              <w:instrText xml:space="preserve">  </w:instrText>
            </w:r>
            <w:r w:rsidR="004352BE" w:rsidRPr="00B668A4">
              <w:rPr>
                <w:color w:val="0000FF"/>
                <w:sz w:val="20"/>
              </w:rPr>
              <w:fldChar w:fldCharType="end"/>
            </w:r>
          </w:p>
        </w:tc>
      </w:tr>
      <w:tr w:rsidR="007A2549" w:rsidRPr="0002145A">
        <w:trPr>
          <w:gridAfter w:val="2"/>
          <w:wAfter w:w="18" w:type="dxa"/>
          <w:cantSplit/>
          <w:trHeight w:val="413"/>
        </w:trPr>
        <w:tc>
          <w:tcPr>
            <w:tcW w:w="914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7A2549" w:rsidRPr="00C236C9" w:rsidRDefault="007A2549" w:rsidP="00A80906">
            <w:pPr>
              <w:rPr>
                <w:color w:val="0000FF"/>
                <w:sz w:val="20"/>
              </w:rPr>
            </w:pPr>
            <w:r w:rsidRPr="0002145A">
              <w:rPr>
                <w:b/>
                <w:sz w:val="20"/>
              </w:rPr>
              <w:t>BARRIO O LOCALIZACIÓN</w:t>
            </w:r>
            <w:r w:rsidR="003F4A37">
              <w:rPr>
                <w:sz w:val="20"/>
              </w:rPr>
              <w:t>:</w:t>
            </w:r>
            <w:r w:rsidR="004352BE" w:rsidRPr="00E77648">
              <w:rPr>
                <w:color w:val="0000FF"/>
                <w:sz w:val="20"/>
              </w:rPr>
              <w:t xml:space="preserve"> </w:t>
            </w:r>
            <w:r w:rsidR="004352BE" w:rsidRPr="00A80906">
              <w:rPr>
                <w:color w:val="0000FF"/>
                <w:sz w:val="20"/>
              </w:rPr>
              <w:fldChar w:fldCharType="begin"/>
            </w:r>
            <w:r w:rsidR="004352BE" w:rsidRPr="00A80906">
              <w:rPr>
                <w:color w:val="0000FF"/>
                <w:sz w:val="20"/>
              </w:rPr>
              <w:instrText xml:space="preserve">  </w:instrText>
            </w:r>
            <w:r w:rsidR="004352BE" w:rsidRPr="00A80906">
              <w:rPr>
                <w:color w:val="0000FF"/>
                <w:sz w:val="20"/>
              </w:rPr>
              <w:fldChar w:fldCharType="end"/>
            </w: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A51A66" w:rsidRPr="00B668A4" w:rsidRDefault="00A51A66" w:rsidP="00B668A4">
            <w:pPr>
              <w:rPr>
                <w:color w:val="0070C0"/>
                <w:sz w:val="20"/>
              </w:rPr>
            </w:pPr>
            <w:r w:rsidRPr="0002145A">
              <w:rPr>
                <w:b/>
                <w:sz w:val="20"/>
              </w:rPr>
              <w:t>ENTIDAD GESTORA</w:t>
            </w:r>
            <w:r w:rsidR="004352BE">
              <w:rPr>
                <w:b/>
                <w:sz w:val="20"/>
              </w:rPr>
              <w:t>:</w:t>
            </w:r>
            <w:r w:rsidR="004352BE" w:rsidRPr="00E77648">
              <w:rPr>
                <w:b/>
                <w:color w:val="0000FF"/>
                <w:sz w:val="20"/>
              </w:rPr>
              <w:t xml:space="preserve"> </w:t>
            </w:r>
            <w:r w:rsidR="004352BE" w:rsidRPr="00545DA0">
              <w:rPr>
                <w:b/>
                <w:color w:val="0000FF"/>
                <w:sz w:val="20"/>
              </w:rPr>
              <w:fldChar w:fldCharType="begin"/>
            </w:r>
            <w:r w:rsidR="004352BE" w:rsidRPr="00545DA0">
              <w:rPr>
                <w:b/>
                <w:color w:val="0000FF"/>
                <w:sz w:val="20"/>
              </w:rPr>
              <w:instrText xml:space="preserve">  </w:instrText>
            </w:r>
            <w:r w:rsidR="004352BE" w:rsidRPr="00545DA0"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COMUNIDAD AUTÓNOMA</w:t>
            </w:r>
          </w:p>
        </w:tc>
        <w:sdt>
          <w:sdtPr>
            <w:rPr>
              <w:color w:val="0000FF"/>
              <w:sz w:val="20"/>
            </w:rPr>
            <w:id w:val="1458994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C236C9" w:rsidRDefault="00B668A4">
                <w:pPr>
                  <w:rPr>
                    <w:color w:val="0000F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DIPUTACIÓN</w:t>
            </w:r>
          </w:p>
        </w:tc>
        <w:sdt>
          <w:sdtPr>
            <w:rPr>
              <w:color w:val="0000FF"/>
              <w:sz w:val="20"/>
            </w:rPr>
            <w:id w:val="-469280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2" w:type="dxa"/>
                <w:gridSpan w:val="2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02145A" w:rsidRDefault="00C236C9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B668A4" w:rsidRDefault="00A51A66">
            <w:pPr>
              <w:rPr>
                <w:color w:val="0000FF"/>
                <w:sz w:val="20"/>
              </w:rPr>
            </w:pPr>
            <w:r w:rsidRPr="0002145A">
              <w:rPr>
                <w:sz w:val="20"/>
              </w:rPr>
              <w:t>Especificar:</w:t>
            </w:r>
            <w:r w:rsidR="00B668A4" w:rsidRPr="00B668A4">
              <w:rPr>
                <w:color w:val="0000FF"/>
                <w:sz w:val="20"/>
              </w:rPr>
              <w:t xml:space="preserve"> </w:t>
            </w: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AYUNTAMIENTO</w:t>
            </w:r>
          </w:p>
        </w:tc>
        <w:sdt>
          <w:sdtPr>
            <w:rPr>
              <w:color w:val="0000FF"/>
              <w:sz w:val="20"/>
            </w:rPr>
            <w:id w:val="-915470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C236C9" w:rsidRDefault="0087097F">
                <w:pPr>
                  <w:rPr>
                    <w:color w:val="0000F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OTROS ENTES LOCALES</w:t>
            </w:r>
          </w:p>
        </w:tc>
        <w:sdt>
          <w:sdtPr>
            <w:rPr>
              <w:color w:val="0000FF"/>
              <w:sz w:val="20"/>
            </w:rPr>
            <w:id w:val="168070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2" w:type="dxa"/>
                <w:gridSpan w:val="2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B668A4" w:rsidRDefault="00B668A4">
                <w:pPr>
                  <w:rPr>
                    <w:color w:val="0000FF"/>
                    <w:sz w:val="20"/>
                  </w:rPr>
                </w:pPr>
                <w:r w:rsidRPr="00B668A4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MANCOMUNIDAD</w:t>
            </w:r>
          </w:p>
        </w:tc>
        <w:sdt>
          <w:sdtPr>
            <w:rPr>
              <w:color w:val="0000FF"/>
              <w:sz w:val="20"/>
            </w:rPr>
            <w:id w:val="464402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C236C9" w:rsidRDefault="00364FB6">
                <w:pPr>
                  <w:rPr>
                    <w:color w:val="0000F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CONSORCIO</w:t>
            </w:r>
          </w:p>
        </w:tc>
        <w:sdt>
          <w:sdtPr>
            <w:rPr>
              <w:color w:val="0000FF"/>
              <w:sz w:val="20"/>
            </w:rPr>
            <w:id w:val="-321593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C236C9" w:rsidRDefault="00B654A6">
                <w:pPr>
                  <w:rPr>
                    <w:color w:val="0000FF"/>
                    <w:sz w:val="20"/>
                  </w:rPr>
                </w:pPr>
                <w:r w:rsidRPr="00C236C9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</w:tr>
      <w:tr w:rsidR="00A00834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00834" w:rsidRPr="00B668A4" w:rsidRDefault="00A00834">
            <w:pPr>
              <w:rPr>
                <w:b/>
                <w:color w:val="0000FF"/>
                <w:sz w:val="20"/>
              </w:rPr>
            </w:pPr>
            <w:r w:rsidRPr="0002145A">
              <w:rPr>
                <w:b/>
                <w:sz w:val="20"/>
              </w:rPr>
              <w:t>SUBCONTRATACIÓN</w:t>
            </w:r>
          </w:p>
          <w:p w:rsidR="00A00834" w:rsidRPr="0002145A" w:rsidRDefault="004352BE">
            <w:pPr>
              <w:rPr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</w:tr>
      <w:tr w:rsidR="00406E29" w:rsidRPr="0002145A">
        <w:trPr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29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SI </w:t>
            </w:r>
          </w:p>
        </w:tc>
        <w:sdt>
          <w:sdtPr>
            <w:rPr>
              <w:color w:val="0000FF"/>
              <w:sz w:val="20"/>
            </w:rPr>
            <w:id w:val="554200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06E29" w:rsidRPr="0002145A" w:rsidRDefault="00C236C9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4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29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 NO</w:t>
            </w:r>
          </w:p>
        </w:tc>
        <w:sdt>
          <w:sdtPr>
            <w:rPr>
              <w:color w:val="0000FF"/>
              <w:sz w:val="20"/>
            </w:rPr>
            <w:id w:val="-1970198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06E29" w:rsidRPr="0002145A" w:rsidRDefault="00C236C9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</w:tr>
      <w:tr w:rsidR="00A00834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34" w:rsidRPr="0002145A" w:rsidRDefault="000E5243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EN CASO AFIRMATIVO, especificar ENTIDAD/ES Y </w:t>
            </w:r>
            <w:r w:rsidR="00A00834" w:rsidRPr="0002145A">
              <w:rPr>
                <w:sz w:val="20"/>
              </w:rPr>
              <w:t>ACTIVIDAD</w:t>
            </w:r>
            <w:r w:rsidRPr="0002145A">
              <w:rPr>
                <w:sz w:val="20"/>
              </w:rPr>
              <w:t>/ES SUBCONTRATADAS</w:t>
            </w:r>
            <w:r w:rsidR="00A00834" w:rsidRPr="0002145A">
              <w:rPr>
                <w:sz w:val="20"/>
              </w:rPr>
              <w:t>:</w:t>
            </w:r>
          </w:p>
        </w:tc>
      </w:tr>
      <w:tr w:rsidR="000E5243" w:rsidRPr="0002145A" w:rsidTr="00C236C9">
        <w:trPr>
          <w:gridAfter w:val="1"/>
          <w:wAfter w:w="11" w:type="dxa"/>
          <w:cantSplit/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43" w:rsidRPr="00B668A4" w:rsidRDefault="004352BE" w:rsidP="00C236C9">
            <w:pPr>
              <w:jc w:val="both"/>
              <w:rPr>
                <w:color w:val="0000FF"/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64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43" w:rsidRPr="00B668A4" w:rsidRDefault="004352BE" w:rsidP="00C236C9">
            <w:pPr>
              <w:jc w:val="both"/>
              <w:rPr>
                <w:color w:val="0000FF"/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</w:tr>
      <w:tr w:rsidR="000E5243" w:rsidRPr="0002145A" w:rsidTr="00C236C9">
        <w:trPr>
          <w:gridAfter w:val="1"/>
          <w:wAfter w:w="11" w:type="dxa"/>
          <w:cantSplit/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43" w:rsidRPr="00B668A4" w:rsidRDefault="004352BE" w:rsidP="00C236C9">
            <w:pPr>
              <w:jc w:val="both"/>
              <w:rPr>
                <w:color w:val="0000FF"/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64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43" w:rsidRPr="00B668A4" w:rsidRDefault="004352BE" w:rsidP="00C236C9">
            <w:pPr>
              <w:jc w:val="both"/>
              <w:rPr>
                <w:color w:val="0000FF"/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</w:tr>
      <w:tr w:rsidR="00A51A66" w:rsidRPr="0002145A" w:rsidTr="00C236C9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51A66" w:rsidRPr="0002145A" w:rsidRDefault="00A51A66">
            <w:pPr>
              <w:rPr>
                <w:sz w:val="20"/>
              </w:rPr>
            </w:pPr>
          </w:p>
          <w:p w:rsidR="00A51A66" w:rsidRPr="0002145A" w:rsidRDefault="00A51A66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  <w:shd w:val="clear" w:color="auto" w:fill="E6E6E6"/>
              </w:rPr>
              <w:t>DOMICILIO</w:t>
            </w:r>
          </w:p>
        </w:tc>
      </w:tr>
      <w:tr w:rsidR="00A51A66" w:rsidRPr="0002145A" w:rsidTr="004352BE">
        <w:trPr>
          <w:gridAfter w:val="2"/>
          <w:wAfter w:w="18" w:type="dxa"/>
          <w:cantSplit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EA54FF">
            <w:pPr>
              <w:rPr>
                <w:sz w:val="20"/>
              </w:rPr>
            </w:pPr>
            <w:r>
              <w:rPr>
                <w:sz w:val="20"/>
              </w:rPr>
              <w:t>DOMICILIO:</w:t>
            </w:r>
            <w:r w:rsidR="00C236C9" w:rsidRPr="00EA54FF">
              <w:rPr>
                <w:color w:val="0000FF"/>
                <w:sz w:val="20"/>
              </w:rPr>
              <w:t xml:space="preserve"> </w:t>
            </w:r>
            <w:r w:rsidR="004352BE" w:rsidRPr="00EA54FF">
              <w:rPr>
                <w:color w:val="0000FF"/>
                <w:sz w:val="20"/>
              </w:rPr>
              <w:fldChar w:fldCharType="begin"/>
            </w:r>
            <w:r w:rsidR="004352BE" w:rsidRPr="00EA54FF">
              <w:rPr>
                <w:color w:val="0000FF"/>
                <w:sz w:val="20"/>
              </w:rPr>
              <w:instrText xml:space="preserve">  </w:instrText>
            </w:r>
            <w:r w:rsidR="004352BE" w:rsidRPr="00EA54FF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3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C236C9" w:rsidRDefault="00A51A66">
            <w:pPr>
              <w:rPr>
                <w:color w:val="0000FF"/>
                <w:sz w:val="20"/>
              </w:rPr>
            </w:pPr>
            <w:r w:rsidRPr="0002145A">
              <w:rPr>
                <w:sz w:val="20"/>
              </w:rPr>
              <w:t>CÓDIGO POSTAL</w:t>
            </w:r>
            <w:r w:rsidR="003F4A37" w:rsidRPr="00E77648">
              <w:rPr>
                <w:color w:val="0000FF"/>
                <w:sz w:val="20"/>
              </w:rPr>
              <w:t>:</w:t>
            </w:r>
            <w:r w:rsidR="00C236C9">
              <w:rPr>
                <w:sz w:val="20"/>
              </w:rPr>
              <w:t xml:space="preserve"> </w:t>
            </w:r>
            <w:r w:rsidR="004352BE" w:rsidRPr="00937B12">
              <w:rPr>
                <w:color w:val="0000FF"/>
                <w:sz w:val="20"/>
              </w:rPr>
              <w:fldChar w:fldCharType="begin"/>
            </w:r>
            <w:r w:rsidR="004352BE" w:rsidRPr="00937B12">
              <w:rPr>
                <w:color w:val="0000FF"/>
                <w:sz w:val="20"/>
              </w:rPr>
              <w:instrText xml:space="preserve">  </w:instrText>
            </w:r>
            <w:r w:rsidR="004352BE" w:rsidRPr="00937B12">
              <w:rPr>
                <w:color w:val="0000FF"/>
                <w:sz w:val="20"/>
              </w:rPr>
              <w:fldChar w:fldCharType="end"/>
            </w:r>
          </w:p>
        </w:tc>
      </w:tr>
      <w:tr w:rsidR="00A51A66" w:rsidRPr="0002145A" w:rsidTr="00C236C9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C236C9" w:rsidP="00C236C9">
            <w:pPr>
              <w:rPr>
                <w:sz w:val="20"/>
              </w:rPr>
            </w:pPr>
            <w:r>
              <w:rPr>
                <w:sz w:val="20"/>
              </w:rPr>
              <w:t>MUNICIPIO</w:t>
            </w:r>
            <w:r w:rsidR="003F4A37">
              <w:rPr>
                <w:sz w:val="20"/>
              </w:rPr>
              <w:t>:</w:t>
            </w:r>
            <w:r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</w:tr>
      <w:tr w:rsidR="00C236C9" w:rsidRPr="0002145A" w:rsidTr="00C2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</w:trPr>
        <w:tc>
          <w:tcPr>
            <w:tcW w:w="32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236C9" w:rsidRPr="00937B12" w:rsidRDefault="00C236C9" w:rsidP="00C236C9">
            <w:pPr>
              <w:rPr>
                <w:color w:val="0000FF"/>
                <w:sz w:val="20"/>
              </w:rPr>
            </w:pPr>
            <w:r w:rsidRPr="0002145A">
              <w:rPr>
                <w:sz w:val="20"/>
              </w:rPr>
              <w:t>TELÉFONO:</w:t>
            </w:r>
            <w:r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5884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C236C9" w:rsidRPr="00C236C9" w:rsidRDefault="00C236C9" w:rsidP="00C236C9">
            <w:pPr>
              <w:rPr>
                <w:color w:val="0000FF"/>
                <w:sz w:val="20"/>
              </w:rPr>
            </w:pPr>
            <w:r w:rsidRPr="0002145A">
              <w:rPr>
                <w:sz w:val="20"/>
              </w:rPr>
              <w:t>C. ELECTRÓNICO:</w:t>
            </w:r>
            <w:r w:rsidRPr="00E77648">
              <w:rPr>
                <w:color w:val="0000FF"/>
                <w:sz w:val="20"/>
              </w:rPr>
              <w:t xml:space="preserve"> </w:t>
            </w:r>
            <w:r w:rsidR="00937B12" w:rsidRPr="00937B12">
              <w:rPr>
                <w:color w:val="0000FF"/>
                <w:sz w:val="20"/>
              </w:rPr>
              <w:fldChar w:fldCharType="begin"/>
            </w:r>
            <w:r w:rsidR="00937B12" w:rsidRPr="00937B12">
              <w:rPr>
                <w:color w:val="0000FF"/>
                <w:sz w:val="20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E24A2" w:rsidRPr="0002145A" w:rsidRDefault="007A2549">
            <w:r w:rsidRPr="0002145A">
              <w:rPr>
                <w:b/>
              </w:rPr>
              <w:t>RESPONSABLE</w:t>
            </w:r>
            <w:r w:rsidRPr="0002145A">
              <w:t xml:space="preserve"> (nombre y cargo o puesto de trabajo)</w:t>
            </w:r>
            <w:r w:rsidR="00937B12">
              <w:t xml:space="preserve">: </w:t>
            </w:r>
            <w:r w:rsidR="00937B12" w:rsidRPr="00937B12">
              <w:rPr>
                <w:color w:val="0000FF"/>
              </w:rPr>
              <w:fldChar w:fldCharType="begin"/>
            </w:r>
            <w:r w:rsidR="00937B12" w:rsidRPr="00937B12">
              <w:rPr>
                <w:color w:val="0000FF"/>
              </w:rPr>
              <w:instrText xml:space="preserve">  </w:instrText>
            </w:r>
            <w:r w:rsidR="00937B12" w:rsidRPr="00937B12">
              <w:rPr>
                <w:color w:val="0000FF"/>
              </w:rPr>
              <w:fldChar w:fldCharType="end"/>
            </w:r>
          </w:p>
          <w:p w:rsidR="006E24A2" w:rsidRPr="0002145A" w:rsidRDefault="006E24A2">
            <w:pPr>
              <w:rPr>
                <w:sz w:val="20"/>
              </w:rPr>
            </w:pPr>
          </w:p>
        </w:tc>
      </w:tr>
      <w:tr w:rsidR="006E24A2" w:rsidRPr="0002145A">
        <w:trPr>
          <w:gridAfter w:val="2"/>
          <w:wAfter w:w="18" w:type="dxa"/>
          <w:cantSplit/>
          <w:trHeight w:val="305"/>
        </w:trPr>
        <w:tc>
          <w:tcPr>
            <w:tcW w:w="431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24A2" w:rsidRPr="0002145A" w:rsidRDefault="000673A9">
            <w:pPr>
              <w:rPr>
                <w:sz w:val="20"/>
              </w:rPr>
            </w:pPr>
            <w:r w:rsidRPr="0002145A">
              <w:rPr>
                <w:sz w:val="20"/>
              </w:rPr>
              <w:t>CORREO ELECTRÓNICO</w:t>
            </w:r>
            <w:r w:rsidR="00F46B7C" w:rsidRPr="0002145A">
              <w:rPr>
                <w:sz w:val="20"/>
              </w:rPr>
              <w:t>:</w:t>
            </w:r>
          </w:p>
          <w:p w:rsidR="00F46B7C" w:rsidRPr="0002145A" w:rsidRDefault="00937B12">
            <w:pPr>
              <w:rPr>
                <w:sz w:val="20"/>
              </w:rPr>
            </w:pPr>
            <w:r w:rsidRPr="00937B12">
              <w:rPr>
                <w:color w:val="0000FF"/>
                <w:sz w:val="20"/>
              </w:rPr>
              <w:fldChar w:fldCharType="begin"/>
            </w:r>
            <w:r w:rsidRPr="00937B12">
              <w:rPr>
                <w:color w:val="0000FF"/>
                <w:sz w:val="20"/>
              </w:rPr>
              <w:instrText xml:space="preserve">  </w:instrText>
            </w:r>
            <w:r w:rsidRPr="00937B1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A2" w:rsidRDefault="000673A9">
            <w:pPr>
              <w:rPr>
                <w:sz w:val="20"/>
              </w:rPr>
            </w:pPr>
            <w:r w:rsidRPr="0002145A">
              <w:rPr>
                <w:sz w:val="20"/>
              </w:rPr>
              <w:t>TELÉFONO</w:t>
            </w:r>
            <w:r w:rsidR="00F46B7C" w:rsidRPr="0002145A">
              <w:rPr>
                <w:sz w:val="20"/>
              </w:rPr>
              <w:t>:</w:t>
            </w:r>
          </w:p>
          <w:p w:rsidR="00937B12" w:rsidRPr="0002145A" w:rsidRDefault="00937B12">
            <w:pPr>
              <w:rPr>
                <w:sz w:val="20"/>
              </w:rPr>
            </w:pPr>
            <w:r w:rsidRPr="00937B12">
              <w:rPr>
                <w:color w:val="0000FF"/>
                <w:sz w:val="20"/>
              </w:rPr>
              <w:fldChar w:fldCharType="begin"/>
            </w:r>
            <w:r w:rsidRPr="00937B12">
              <w:rPr>
                <w:color w:val="0000FF"/>
                <w:sz w:val="20"/>
              </w:rPr>
              <w:instrText xml:space="preserve">  </w:instrText>
            </w:r>
            <w:r w:rsidRPr="00937B12">
              <w:rPr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39"/>
        </w:trPr>
        <w:tc>
          <w:tcPr>
            <w:tcW w:w="9145" w:type="dxa"/>
            <w:gridSpan w:val="11"/>
            <w:shd w:val="clear" w:color="auto" w:fill="E6E6E6"/>
          </w:tcPr>
          <w:p w:rsidR="006E24A2" w:rsidRPr="0002145A" w:rsidRDefault="007A2549">
            <w:pPr>
              <w:ind w:left="-70"/>
              <w:jc w:val="both"/>
              <w:rPr>
                <w:b/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 xml:space="preserve"> </w:t>
            </w:r>
            <w:r w:rsidRPr="0002145A">
              <w:rPr>
                <w:b/>
                <w:sz w:val="20"/>
                <w:shd w:val="clear" w:color="auto" w:fill="E6E6E6"/>
                <w:lang w:val="es-ES"/>
              </w:rPr>
              <w:t>SEDE DEL PROYECTO</w:t>
            </w:r>
          </w:p>
        </w:tc>
      </w:tr>
      <w:tr w:rsidR="006E24A2" w:rsidRPr="0002145A" w:rsidTr="005A4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70"/>
        </w:trPr>
        <w:tc>
          <w:tcPr>
            <w:tcW w:w="9145" w:type="dxa"/>
            <w:gridSpan w:val="11"/>
          </w:tcPr>
          <w:p w:rsidR="006E24A2" w:rsidRPr="0002145A" w:rsidRDefault="00A51A66">
            <w:pPr>
              <w:ind w:left="-70"/>
              <w:jc w:val="both"/>
              <w:rPr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 xml:space="preserve"> DOMICILIO</w:t>
            </w:r>
            <w:r w:rsidR="00F46B7C" w:rsidRPr="0002145A">
              <w:rPr>
                <w:sz w:val="20"/>
                <w:lang w:val="es-ES"/>
              </w:rPr>
              <w:t>:</w:t>
            </w:r>
            <w:r w:rsidR="00937B12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937B12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end"/>
            </w:r>
          </w:p>
        </w:tc>
      </w:tr>
      <w:tr w:rsidR="006E24A2" w:rsidRPr="00021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64"/>
        </w:trPr>
        <w:tc>
          <w:tcPr>
            <w:tcW w:w="9145" w:type="dxa"/>
            <w:gridSpan w:val="11"/>
          </w:tcPr>
          <w:p w:rsidR="006E24A2" w:rsidRPr="0002145A" w:rsidRDefault="00A51A66" w:rsidP="00E77648">
            <w:pPr>
              <w:ind w:left="-70"/>
              <w:jc w:val="both"/>
              <w:rPr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 xml:space="preserve"> MUNICIPIO, BARRIO Y/O LOCALIZACIÓN:</w:t>
            </w:r>
            <w:r w:rsidR="00E77648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937B12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end"/>
            </w:r>
          </w:p>
        </w:tc>
      </w:tr>
      <w:tr w:rsidR="006E24A2" w:rsidRPr="00021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64"/>
        </w:trPr>
        <w:tc>
          <w:tcPr>
            <w:tcW w:w="9145" w:type="dxa"/>
            <w:gridSpan w:val="11"/>
          </w:tcPr>
          <w:p w:rsidR="0010769C" w:rsidRPr="0002145A" w:rsidRDefault="00A51A66" w:rsidP="005A462F">
            <w:pPr>
              <w:jc w:val="both"/>
              <w:rPr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>CÓDIGO POSTAL</w:t>
            </w:r>
            <w:r w:rsidRPr="00E77648">
              <w:rPr>
                <w:color w:val="0000FF"/>
                <w:sz w:val="20"/>
                <w:lang w:val="es-ES"/>
              </w:rPr>
              <w:t xml:space="preserve">: </w: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E77648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end"/>
            </w:r>
            <w:r w:rsidR="00A80906" w:rsidRPr="00E77648">
              <w:rPr>
                <w:color w:val="0000FF"/>
                <w:sz w:val="20"/>
                <w:lang w:val="es-ES"/>
              </w:rPr>
              <w:t xml:space="preserve">   </w:t>
            </w:r>
            <w:r w:rsidRPr="00E77648">
              <w:rPr>
                <w:color w:val="0000FF"/>
                <w:sz w:val="20"/>
                <w:lang w:val="es-ES"/>
              </w:rPr>
              <w:t xml:space="preserve">     </w:t>
            </w:r>
            <w:r w:rsidR="000673A9" w:rsidRPr="00E77648">
              <w:rPr>
                <w:color w:val="0000FF"/>
                <w:sz w:val="20"/>
                <w:lang w:val="es-ES"/>
              </w:rPr>
              <w:t xml:space="preserve">          </w:t>
            </w:r>
            <w:r w:rsidR="00937B12" w:rsidRPr="00E77648">
              <w:rPr>
                <w:color w:val="0000FF"/>
                <w:sz w:val="20"/>
                <w:lang w:val="es-ES"/>
              </w:rPr>
              <w:t xml:space="preserve">  </w:t>
            </w:r>
            <w:r w:rsidRPr="0002145A">
              <w:rPr>
                <w:sz w:val="20"/>
                <w:lang w:val="es-ES"/>
              </w:rPr>
              <w:t>TF</w:t>
            </w:r>
            <w:r w:rsidR="00F46B7C" w:rsidRPr="00E77648">
              <w:rPr>
                <w:color w:val="0000FF"/>
                <w:sz w:val="20"/>
                <w:lang w:val="es-ES"/>
              </w:rPr>
              <w:t>:</w:t>
            </w:r>
            <w:r w:rsidR="000673A9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E77648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end"/>
            </w:r>
            <w:r w:rsidR="000673A9" w:rsidRPr="00E77648">
              <w:rPr>
                <w:color w:val="0000FF"/>
                <w:sz w:val="20"/>
                <w:lang w:val="es-ES"/>
              </w:rPr>
              <w:t xml:space="preserve">                        </w:t>
            </w:r>
            <w:r w:rsidR="00C236C9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6E24A2" w:rsidRPr="00E77648">
              <w:rPr>
                <w:color w:val="0000FF"/>
                <w:sz w:val="20"/>
                <w:lang w:val="es-ES"/>
              </w:rPr>
              <w:t xml:space="preserve">    </w:t>
            </w:r>
            <w:r w:rsidRPr="0002145A">
              <w:rPr>
                <w:sz w:val="20"/>
                <w:lang w:val="es-ES"/>
              </w:rPr>
              <w:t xml:space="preserve">C. </w:t>
            </w:r>
            <w:r w:rsidR="000673A9" w:rsidRPr="0002145A">
              <w:rPr>
                <w:sz w:val="20"/>
                <w:lang w:val="es-ES"/>
              </w:rPr>
              <w:t>ELECTRÓNICO</w:t>
            </w:r>
            <w:r w:rsidR="00F46B7C" w:rsidRPr="0002145A">
              <w:rPr>
                <w:sz w:val="20"/>
                <w:lang w:val="es-ES"/>
              </w:rPr>
              <w:t>:</w:t>
            </w:r>
            <w:r w:rsidR="00E77648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937B12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end"/>
            </w:r>
          </w:p>
        </w:tc>
      </w:tr>
      <w:tr w:rsidR="006E24A2" w:rsidRPr="00021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64"/>
        </w:trPr>
        <w:tc>
          <w:tcPr>
            <w:tcW w:w="9145" w:type="dxa"/>
            <w:gridSpan w:val="11"/>
          </w:tcPr>
          <w:p w:rsidR="00F46B7C" w:rsidRPr="00E77648" w:rsidRDefault="00A51A66">
            <w:pPr>
              <w:jc w:val="both"/>
              <w:rPr>
                <w:color w:val="0000FF"/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>TITULARIDAD Y/O DEPENDENCIA</w:t>
            </w:r>
            <w:r w:rsidR="00F46B7C" w:rsidRPr="0002145A">
              <w:rPr>
                <w:sz w:val="20"/>
                <w:lang w:val="es-ES"/>
              </w:rPr>
              <w:t>:</w:t>
            </w:r>
            <w:r w:rsidR="00937B12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E77648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end"/>
            </w:r>
          </w:p>
          <w:p w:rsidR="00F46B7C" w:rsidRPr="0002145A" w:rsidRDefault="00F46B7C">
            <w:pPr>
              <w:jc w:val="both"/>
              <w:rPr>
                <w:sz w:val="20"/>
                <w:lang w:val="es-ES"/>
              </w:rPr>
            </w:pPr>
          </w:p>
        </w:tc>
      </w:tr>
    </w:tbl>
    <w:p w:rsidR="004B1099" w:rsidRDefault="00AE3187">
      <w:pPr>
        <w:rPr>
          <w:sz w:val="20"/>
        </w:rPr>
      </w:pPr>
      <w:r w:rsidRPr="0002145A">
        <w:rPr>
          <w:sz w:val="20"/>
        </w:rPr>
        <w:t>NOTA: Si alguna Comunidad a</w:t>
      </w:r>
      <w:r w:rsidR="006E24A2" w:rsidRPr="0002145A">
        <w:rPr>
          <w:sz w:val="20"/>
        </w:rPr>
        <w:t>utónoma deseara insertar en este documento su logo, podrá utilizar las columnas</w:t>
      </w:r>
    </w:p>
    <w:p w:rsidR="006E24A2" w:rsidRPr="0002145A" w:rsidRDefault="005B48FF">
      <w:pPr>
        <w:rPr>
          <w:sz w:val="20"/>
        </w:rPr>
      </w:pPr>
      <w:r>
        <w:rPr>
          <w:sz w:val="20"/>
        </w:rPr>
        <w:t>v</w:t>
      </w:r>
      <w:r w:rsidRPr="0002145A">
        <w:rPr>
          <w:sz w:val="20"/>
        </w:rPr>
        <w:t>acías</w:t>
      </w:r>
      <w:r w:rsidR="006E24A2" w:rsidRPr="0002145A">
        <w:rPr>
          <w:sz w:val="20"/>
        </w:rPr>
        <w:t xml:space="preserve"> d</w:t>
      </w:r>
      <w:r w:rsidR="0053050F" w:rsidRPr="0002145A">
        <w:rPr>
          <w:sz w:val="20"/>
        </w:rPr>
        <w:t>e la cabecera de esta ficha</w:t>
      </w:r>
      <w:r w:rsidR="006E24A2" w:rsidRPr="0002145A">
        <w:rPr>
          <w:sz w:val="20"/>
        </w:rPr>
        <w:t>.</w:t>
      </w:r>
    </w:p>
    <w:p w:rsidR="007E737C" w:rsidRPr="0002145A" w:rsidRDefault="007E737C">
      <w:pPr>
        <w:rPr>
          <w:sz w:val="20"/>
        </w:rPr>
      </w:pPr>
      <w:r w:rsidRPr="0002145A">
        <w:rPr>
          <w:sz w:val="20"/>
        </w:rPr>
        <w:br w:type="page"/>
      </w:r>
    </w:p>
    <w:tbl>
      <w:tblPr>
        <w:tblW w:w="10632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567"/>
        <w:gridCol w:w="2268"/>
        <w:gridCol w:w="851"/>
      </w:tblGrid>
      <w:tr w:rsidR="006E24A2" w:rsidRPr="0002145A">
        <w:trPr>
          <w:cantSplit/>
        </w:trPr>
        <w:tc>
          <w:tcPr>
            <w:tcW w:w="10632" w:type="dxa"/>
            <w:gridSpan w:val="4"/>
            <w:shd w:val="clear" w:color="auto" w:fill="C0C0C0"/>
          </w:tcPr>
          <w:p w:rsidR="00937B12" w:rsidRPr="0002145A" w:rsidRDefault="006E24A2" w:rsidP="00937B12">
            <w:pPr>
              <w:rPr>
                <w:sz w:val="20"/>
              </w:rPr>
            </w:pPr>
            <w:r w:rsidRPr="0002145A">
              <w:rPr>
                <w:sz w:val="20"/>
              </w:rPr>
              <w:lastRenderedPageBreak/>
              <w:br w:type="page"/>
            </w:r>
            <w:r w:rsidRPr="0002145A">
              <w:rPr>
                <w:sz w:val="20"/>
              </w:rPr>
              <w:br w:type="page"/>
            </w:r>
            <w:r w:rsidRPr="0002145A">
              <w:rPr>
                <w:b/>
                <w:bCs/>
                <w:sz w:val="20"/>
              </w:rPr>
              <w:t>II.</w:t>
            </w:r>
            <w:r w:rsidR="00333F07" w:rsidRPr="0002145A">
              <w:rPr>
                <w:b/>
                <w:bCs/>
                <w:sz w:val="20"/>
              </w:rPr>
              <w:t xml:space="preserve"> </w:t>
            </w:r>
            <w:r w:rsidR="00937B12">
              <w:rPr>
                <w:b/>
                <w:bCs/>
                <w:sz w:val="20"/>
              </w:rPr>
              <w:t>DESCRIPCIÓN DEL PROYECTO (</w:t>
            </w:r>
            <w:r w:rsidR="00937B12" w:rsidRPr="0002145A">
              <w:rPr>
                <w:sz w:val="20"/>
              </w:rPr>
              <w:t>RESUMEN DEL CONTENIDO DEL PROYECTO</w:t>
            </w:r>
            <w:r w:rsidR="00937B12">
              <w:rPr>
                <w:sz w:val="20"/>
              </w:rPr>
              <w:t>)</w:t>
            </w:r>
          </w:p>
          <w:p w:rsidR="006E24A2" w:rsidRPr="0002145A" w:rsidRDefault="006E24A2" w:rsidP="00937B12">
            <w:pPr>
              <w:rPr>
                <w:b/>
                <w:bCs/>
                <w:sz w:val="20"/>
              </w:rPr>
            </w:pPr>
          </w:p>
        </w:tc>
      </w:tr>
      <w:tr w:rsidR="006E24A2" w:rsidRPr="0087097F">
        <w:trPr>
          <w:cantSplit/>
        </w:trPr>
        <w:tc>
          <w:tcPr>
            <w:tcW w:w="10632" w:type="dxa"/>
            <w:gridSpan w:val="4"/>
            <w:tcBorders>
              <w:bottom w:val="single" w:sz="6" w:space="0" w:color="auto"/>
            </w:tcBorders>
          </w:tcPr>
          <w:p w:rsidR="006E24A2" w:rsidRPr="00E77648" w:rsidRDefault="006E24A2" w:rsidP="00A80906">
            <w:pPr>
              <w:rPr>
                <w:color w:val="0000FF"/>
                <w:sz w:val="20"/>
              </w:rPr>
            </w:pPr>
          </w:p>
          <w:p w:rsidR="006E24A2" w:rsidRPr="00E77648" w:rsidRDefault="006E24A2" w:rsidP="00A80906">
            <w:pPr>
              <w:rPr>
                <w:color w:val="0000FF"/>
                <w:sz w:val="20"/>
              </w:rPr>
            </w:pPr>
          </w:p>
          <w:p w:rsidR="006E24A2" w:rsidRPr="00E77648" w:rsidRDefault="006E24A2" w:rsidP="00A80906">
            <w:pPr>
              <w:rPr>
                <w:color w:val="0000FF"/>
                <w:sz w:val="20"/>
              </w:rPr>
            </w:pPr>
          </w:p>
          <w:p w:rsidR="006E24A2" w:rsidRPr="0002145A" w:rsidRDefault="006E24A2" w:rsidP="00A80906">
            <w:pPr>
              <w:rPr>
                <w:sz w:val="20"/>
              </w:rPr>
            </w:pPr>
          </w:p>
        </w:tc>
      </w:tr>
      <w:tr w:rsidR="00456334" w:rsidRPr="0002145A">
        <w:trPr>
          <w:cantSplit/>
        </w:trPr>
        <w:tc>
          <w:tcPr>
            <w:tcW w:w="10632" w:type="dxa"/>
            <w:gridSpan w:val="4"/>
            <w:tcBorders>
              <w:bottom w:val="single" w:sz="6" w:space="0" w:color="auto"/>
            </w:tcBorders>
            <w:shd w:val="clear" w:color="auto" w:fill="E6E6E6"/>
          </w:tcPr>
          <w:p w:rsidR="00456334" w:rsidRPr="0002145A" w:rsidRDefault="00456334">
            <w:pPr>
              <w:rPr>
                <w:b/>
                <w:sz w:val="20"/>
              </w:rPr>
            </w:pPr>
            <w:r w:rsidRPr="00470BC2">
              <w:rPr>
                <w:b/>
                <w:sz w:val="20"/>
              </w:rPr>
              <w:t>DURACIÓN DEL PROYECTO</w:t>
            </w:r>
            <w:r w:rsidR="00937B12" w:rsidRPr="00470BC2">
              <w:rPr>
                <w:b/>
                <w:sz w:val="20"/>
              </w:rPr>
              <w:t xml:space="preserve">  </w:t>
            </w:r>
          </w:p>
          <w:p w:rsidR="00456334" w:rsidRPr="0002145A" w:rsidRDefault="00456334">
            <w:pPr>
              <w:rPr>
                <w:sz w:val="20"/>
              </w:rPr>
            </w:pPr>
          </w:p>
        </w:tc>
      </w:tr>
      <w:tr w:rsidR="0010769C" w:rsidRPr="0002145A" w:rsidTr="00470BC2">
        <w:trPr>
          <w:cantSplit/>
        </w:trPr>
        <w:tc>
          <w:tcPr>
            <w:tcW w:w="6946" w:type="dxa"/>
            <w:tcBorders>
              <w:top w:val="single" w:sz="6" w:space="0" w:color="auto"/>
              <w:bottom w:val="single" w:sz="4" w:space="0" w:color="auto"/>
            </w:tcBorders>
          </w:tcPr>
          <w:p w:rsidR="0010769C" w:rsidRPr="0002145A" w:rsidRDefault="0010769C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PROYECTO DE CONTINUIDAD:      </w:t>
            </w:r>
            <w:r w:rsidR="00937B12" w:rsidRPr="00937B12">
              <w:rPr>
                <w:color w:val="0000FF"/>
                <w:sz w:val="20"/>
              </w:rPr>
              <w:fldChar w:fldCharType="begin"/>
            </w:r>
            <w:r w:rsidR="00937B12" w:rsidRPr="00937B12">
              <w:rPr>
                <w:color w:val="0000FF"/>
                <w:sz w:val="20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</w:rPr>
              <w:fldChar w:fldCharType="end"/>
            </w:r>
            <w:r w:rsidRPr="00937B12">
              <w:rPr>
                <w:color w:val="0000FF"/>
                <w:sz w:val="20"/>
              </w:rPr>
              <w:t xml:space="preserve">             </w:t>
            </w:r>
            <w:r w:rsidRPr="0002145A">
              <w:rPr>
                <w:sz w:val="20"/>
              </w:rPr>
              <w:t>SI</w:t>
            </w:r>
          </w:p>
        </w:tc>
        <w:sdt>
          <w:sdtPr>
            <w:rPr>
              <w:color w:val="0000FF"/>
              <w:sz w:val="20"/>
            </w:rPr>
            <w:id w:val="-194421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6" w:space="0" w:color="auto"/>
                  <w:bottom w:val="single" w:sz="4" w:space="0" w:color="auto"/>
                </w:tcBorders>
              </w:tcPr>
              <w:p w:rsidR="0010769C" w:rsidRPr="0002145A" w:rsidRDefault="00470BC2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</w:tcPr>
          <w:p w:rsidR="0010769C" w:rsidRPr="0002145A" w:rsidRDefault="0010769C">
            <w:pPr>
              <w:rPr>
                <w:sz w:val="20"/>
              </w:rPr>
            </w:pPr>
            <w:r w:rsidRPr="0002145A">
              <w:rPr>
                <w:sz w:val="20"/>
              </w:rPr>
              <w:t>NO</w:t>
            </w:r>
            <w:r w:rsidR="00937B12">
              <w:rPr>
                <w:sz w:val="20"/>
              </w:rPr>
              <w:t xml:space="preserve">   </w:t>
            </w:r>
            <w:r w:rsidR="00937B12" w:rsidRPr="00937B12">
              <w:rPr>
                <w:color w:val="0000FF"/>
                <w:sz w:val="20"/>
              </w:rPr>
              <w:fldChar w:fldCharType="begin"/>
            </w:r>
            <w:r w:rsidR="00937B12" w:rsidRPr="00937B12">
              <w:rPr>
                <w:color w:val="0000FF"/>
                <w:sz w:val="20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</w:rPr>
              <w:fldChar w:fldCharType="end"/>
            </w:r>
          </w:p>
        </w:tc>
        <w:sdt>
          <w:sdtPr>
            <w:rPr>
              <w:color w:val="0000FF"/>
              <w:sz w:val="20"/>
            </w:rPr>
            <w:id w:val="37861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6" w:space="0" w:color="auto"/>
                  <w:bottom w:val="single" w:sz="4" w:space="0" w:color="auto"/>
                </w:tcBorders>
              </w:tcPr>
              <w:p w:rsidR="0010769C" w:rsidRPr="0002145A" w:rsidRDefault="00470BC2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</w:tr>
      <w:tr w:rsidR="00456334" w:rsidRPr="0002145A">
        <w:trPr>
          <w:cantSplit/>
        </w:trPr>
        <w:tc>
          <w:tcPr>
            <w:tcW w:w="10632" w:type="dxa"/>
            <w:gridSpan w:val="4"/>
            <w:tcBorders>
              <w:bottom w:val="single" w:sz="4" w:space="0" w:color="auto"/>
            </w:tcBorders>
          </w:tcPr>
          <w:p w:rsidR="00456334" w:rsidRPr="0002145A" w:rsidRDefault="00456334">
            <w:pPr>
              <w:rPr>
                <w:sz w:val="20"/>
              </w:rPr>
            </w:pPr>
            <w:r w:rsidRPr="0002145A">
              <w:rPr>
                <w:sz w:val="20"/>
              </w:rPr>
              <w:t>PERÍODO DE EJECUCION PREVISTO</w:t>
            </w:r>
            <w:r w:rsidR="00BC08C7" w:rsidRPr="00E77648">
              <w:rPr>
                <w:color w:val="0000FF"/>
                <w:sz w:val="20"/>
              </w:rPr>
              <w:t>:</w:t>
            </w:r>
            <w:r w:rsidR="00E77648"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</w:tr>
      <w:tr w:rsidR="007A2549" w:rsidRPr="0002145A">
        <w:trPr>
          <w:cantSplit/>
          <w:trHeight w:val="29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549" w:rsidRPr="0002145A" w:rsidRDefault="007A2549">
            <w:pPr>
              <w:rPr>
                <w:sz w:val="20"/>
              </w:rPr>
            </w:pPr>
            <w:r w:rsidRPr="0002145A">
              <w:rPr>
                <w:b/>
                <w:sz w:val="20"/>
              </w:rPr>
              <w:t>RELACIONES INSTITUCIONALES</w:t>
            </w:r>
            <w:r w:rsidRPr="0002145A">
              <w:rPr>
                <w:sz w:val="20"/>
              </w:rPr>
              <w:t>:</w:t>
            </w:r>
          </w:p>
          <w:p w:rsidR="007A2549" w:rsidRPr="0002145A" w:rsidRDefault="00937B12">
            <w:pPr>
              <w:rPr>
                <w:sz w:val="20"/>
              </w:rPr>
            </w:pPr>
            <w:r w:rsidRPr="00937B12">
              <w:rPr>
                <w:color w:val="0000FF"/>
                <w:sz w:val="20"/>
              </w:rPr>
              <w:fldChar w:fldCharType="begin"/>
            </w:r>
            <w:r w:rsidRPr="00937B12">
              <w:rPr>
                <w:color w:val="0000FF"/>
                <w:sz w:val="20"/>
              </w:rPr>
              <w:instrText xml:space="preserve">  </w:instrText>
            </w:r>
            <w:r w:rsidRPr="00937B12">
              <w:rPr>
                <w:color w:val="0000FF"/>
                <w:sz w:val="20"/>
              </w:rPr>
              <w:fldChar w:fldCharType="end"/>
            </w:r>
          </w:p>
        </w:tc>
      </w:tr>
      <w:tr w:rsidR="00355513" w:rsidRPr="0002145A" w:rsidTr="00470BC2">
        <w:trPr>
          <w:cantSplit/>
          <w:trHeight w:val="27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13" w:rsidRPr="0002145A" w:rsidRDefault="00456334">
            <w:pPr>
              <w:rPr>
                <w:b/>
                <w:sz w:val="20"/>
              </w:rPr>
            </w:pPr>
            <w:r w:rsidRPr="0002145A">
              <w:rPr>
                <w:sz w:val="20"/>
              </w:rPr>
              <w:t>PROYECTO INDEPENDIENTE</w:t>
            </w:r>
            <w:r w:rsidR="00E77648">
              <w:rPr>
                <w:sz w:val="20"/>
              </w:rPr>
              <w:t xml:space="preserve">: </w:t>
            </w:r>
            <w:r w:rsidR="00937B12"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  <w:sdt>
          <w:sdtPr>
            <w:rPr>
              <w:color w:val="0000FF"/>
              <w:sz w:val="20"/>
            </w:rPr>
            <w:id w:val="-1295215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55513" w:rsidRPr="0087097F" w:rsidRDefault="0087097F">
                <w:pPr>
                  <w:rPr>
                    <w:color w:val="0070C0"/>
                    <w:sz w:val="20"/>
                  </w:rPr>
                </w:pPr>
                <w:r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</w:tr>
      <w:tr w:rsidR="00355513" w:rsidRPr="0002145A" w:rsidTr="00470BC2">
        <w:trPr>
          <w:cantSplit/>
          <w:trHeight w:val="276"/>
        </w:trPr>
        <w:tc>
          <w:tcPr>
            <w:tcW w:w="9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49" w:rsidRPr="0002145A" w:rsidRDefault="00456334" w:rsidP="004119B4">
            <w:pPr>
              <w:rPr>
                <w:sz w:val="20"/>
              </w:rPr>
            </w:pPr>
            <w:r w:rsidRPr="0002145A">
              <w:rPr>
                <w:sz w:val="20"/>
              </w:rPr>
              <w:t>INTEGRADO EN OTROS PROYECTOS</w:t>
            </w:r>
            <w:r w:rsidR="00E77648" w:rsidRPr="00E77648">
              <w:rPr>
                <w:color w:val="0000FF"/>
                <w:sz w:val="20"/>
              </w:rPr>
              <w:t>:</w:t>
            </w:r>
            <w:r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  <w:sdt>
          <w:sdtPr>
            <w:rPr>
              <w:color w:val="0000FF"/>
              <w:sz w:val="20"/>
            </w:rPr>
            <w:id w:val="-363827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55513" w:rsidRPr="0087097F" w:rsidRDefault="00B654A6">
                <w:pPr>
                  <w:rPr>
                    <w:color w:val="0070C0"/>
                    <w:sz w:val="20"/>
                  </w:rPr>
                </w:pPr>
                <w:r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</w:tr>
      <w:tr w:rsidR="007A2549" w:rsidRPr="0002145A">
        <w:trPr>
          <w:cantSplit/>
        </w:trPr>
        <w:tc>
          <w:tcPr>
            <w:tcW w:w="10632" w:type="dxa"/>
            <w:gridSpan w:val="4"/>
            <w:tcBorders>
              <w:top w:val="single" w:sz="4" w:space="0" w:color="auto"/>
            </w:tcBorders>
            <w:shd w:val="clear" w:color="auto" w:fill="E6E6E6"/>
          </w:tcPr>
          <w:p w:rsidR="007A2549" w:rsidRPr="0002145A" w:rsidRDefault="007A2549" w:rsidP="007A2549">
            <w:pPr>
              <w:rPr>
                <w:b/>
                <w:sz w:val="20"/>
              </w:rPr>
            </w:pPr>
          </w:p>
          <w:p w:rsidR="007A2549" w:rsidRPr="0002145A" w:rsidRDefault="007A2549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>COLABORACIÓN CON INSTITUCIONES PÚBLICAS</w:t>
            </w:r>
          </w:p>
        </w:tc>
      </w:tr>
      <w:tr w:rsidR="00355513" w:rsidRPr="0002145A">
        <w:trPr>
          <w:cantSplit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:rsidR="00355513" w:rsidRPr="0002145A" w:rsidRDefault="00355513">
            <w:pPr>
              <w:rPr>
                <w:b/>
                <w:sz w:val="20"/>
              </w:rPr>
            </w:pPr>
          </w:p>
          <w:p w:rsidR="00355513" w:rsidRPr="0002145A" w:rsidRDefault="00355513">
            <w:pPr>
              <w:rPr>
                <w:sz w:val="20"/>
              </w:rPr>
            </w:pPr>
            <w:r w:rsidRPr="0002145A">
              <w:rPr>
                <w:sz w:val="20"/>
              </w:rPr>
              <w:t>UNIÓN EUROPEA</w:t>
            </w:r>
            <w:r w:rsidR="00937B12">
              <w:rPr>
                <w:sz w:val="20"/>
              </w:rPr>
              <w:t xml:space="preserve"> </w:t>
            </w:r>
            <w:r w:rsidR="00937B12" w:rsidRPr="00937B12">
              <w:rPr>
                <w:color w:val="0000FF"/>
                <w:sz w:val="20"/>
              </w:rPr>
              <w:fldChar w:fldCharType="begin"/>
            </w:r>
            <w:r w:rsidR="00937B12" w:rsidRPr="00937B12">
              <w:rPr>
                <w:color w:val="0000FF"/>
                <w:sz w:val="20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</w:rPr>
              <w:fldChar w:fldCharType="end"/>
            </w:r>
            <w:r w:rsidR="0087097F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1542973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97F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87097F">
              <w:rPr>
                <w:color w:val="0070C0"/>
                <w:sz w:val="20"/>
              </w:rPr>
              <w:t xml:space="preserve">   </w:t>
            </w:r>
            <w:r w:rsidRPr="0002145A">
              <w:rPr>
                <w:sz w:val="20"/>
              </w:rPr>
              <w:t xml:space="preserve">ADMÓN.GRAL.ESTADO  </w:t>
            </w:r>
            <w:sdt>
              <w:sdtPr>
                <w:rPr>
                  <w:color w:val="0000FF"/>
                  <w:sz w:val="20"/>
                </w:rPr>
                <w:id w:val="-136767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97F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ADMÓN. AUTONÓMICA </w:t>
            </w:r>
            <w:sdt>
              <w:sdtPr>
                <w:rPr>
                  <w:color w:val="0000FF"/>
                  <w:sz w:val="20"/>
                </w:rPr>
                <w:id w:val="-186828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7A2549" w:rsidRPr="0002145A">
              <w:rPr>
                <w:sz w:val="20"/>
              </w:rPr>
              <w:t xml:space="preserve"> </w:t>
            </w:r>
            <w:r w:rsidRPr="0002145A">
              <w:rPr>
                <w:sz w:val="20"/>
              </w:rPr>
              <w:t xml:space="preserve">ADMÓN. LOCAL    </w:t>
            </w:r>
            <w:sdt>
              <w:sdtPr>
                <w:rPr>
                  <w:color w:val="0000FF"/>
                  <w:sz w:val="20"/>
                </w:rPr>
                <w:id w:val="-103434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</w:t>
            </w:r>
            <w:r w:rsidRPr="0002145A">
              <w:rPr>
                <w:sz w:val="20"/>
                <w:bdr w:val="single" w:sz="4" w:space="0" w:color="auto"/>
              </w:rPr>
              <w:t xml:space="preserve">   </w:t>
            </w:r>
            <w:r w:rsidRPr="0002145A">
              <w:rPr>
                <w:sz w:val="20"/>
              </w:rPr>
              <w:t xml:space="preserve"> </w:t>
            </w:r>
          </w:p>
          <w:p w:rsidR="00355513" w:rsidRPr="0002145A" w:rsidRDefault="00355513">
            <w:pPr>
              <w:rPr>
                <w:sz w:val="20"/>
              </w:rPr>
            </w:pPr>
          </w:p>
        </w:tc>
      </w:tr>
      <w:tr w:rsidR="007A2549" w:rsidRPr="0002145A">
        <w:trPr>
          <w:cantSplit/>
        </w:trPr>
        <w:tc>
          <w:tcPr>
            <w:tcW w:w="10632" w:type="dxa"/>
            <w:gridSpan w:val="4"/>
            <w:shd w:val="clear" w:color="auto" w:fill="E6E6E6"/>
          </w:tcPr>
          <w:p w:rsidR="007A2549" w:rsidRPr="0002145A" w:rsidRDefault="007A2549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>COLABORACIÓN CON OTRAS INSTITUCIONES</w:t>
            </w:r>
          </w:p>
          <w:p w:rsidR="007A2549" w:rsidRPr="0002145A" w:rsidRDefault="007A2549">
            <w:pPr>
              <w:rPr>
                <w:b/>
                <w:sz w:val="20"/>
              </w:rPr>
            </w:pPr>
          </w:p>
        </w:tc>
      </w:tr>
      <w:tr w:rsidR="00355513" w:rsidRPr="0002145A">
        <w:trPr>
          <w:cantSplit/>
        </w:trPr>
        <w:tc>
          <w:tcPr>
            <w:tcW w:w="10632" w:type="dxa"/>
            <w:gridSpan w:val="4"/>
          </w:tcPr>
          <w:p w:rsidR="00355513" w:rsidRPr="0002145A" w:rsidRDefault="00355513" w:rsidP="00B654A6">
            <w:pPr>
              <w:rPr>
                <w:sz w:val="20"/>
              </w:rPr>
            </w:pPr>
            <w:r w:rsidRPr="0002145A">
              <w:rPr>
                <w:sz w:val="20"/>
              </w:rPr>
              <w:t>CÁRITAS</w:t>
            </w:r>
            <w:r w:rsidR="00470BC2" w:rsidRPr="00470BC2">
              <w:rPr>
                <w:color w:val="0000FF"/>
                <w:sz w:val="20"/>
              </w:rPr>
              <w:t xml:space="preserve"> </w:t>
            </w:r>
            <w:r w:rsidR="00470BC2" w:rsidRPr="00470BC2">
              <w:rPr>
                <w:color w:val="0000FF"/>
                <w:sz w:val="20"/>
              </w:rPr>
              <w:fldChar w:fldCharType="begin"/>
            </w:r>
            <w:r w:rsidR="00470BC2" w:rsidRPr="00470BC2">
              <w:rPr>
                <w:color w:val="0000FF"/>
                <w:sz w:val="20"/>
              </w:rPr>
              <w:instrText xml:space="preserve">  </w:instrText>
            </w:r>
            <w:r w:rsidR="00470BC2" w:rsidRPr="00470BC2">
              <w:rPr>
                <w:color w:val="0000FF"/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810556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97F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CRUZ ROJA </w:t>
            </w:r>
            <w:sdt>
              <w:sdtPr>
                <w:rPr>
                  <w:color w:val="0000FF"/>
                  <w:sz w:val="20"/>
                </w:rPr>
                <w:id w:val="-861976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AMPA </w:t>
            </w:r>
            <w:sdt>
              <w:sdtPr>
                <w:rPr>
                  <w:color w:val="0000FF"/>
                  <w:sz w:val="20"/>
                </w:rPr>
                <w:id w:val="72156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97F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ASOCIACIONES VECINOS</w:t>
            </w:r>
            <w:r w:rsidR="00B654A6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105746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</w:t>
            </w:r>
            <w:r w:rsidR="00B654A6">
              <w:rPr>
                <w:sz w:val="20"/>
              </w:rPr>
              <w:t xml:space="preserve">  </w:t>
            </w:r>
            <w:r w:rsidRPr="0002145A">
              <w:rPr>
                <w:sz w:val="20"/>
              </w:rPr>
              <w:t>OTRAS ONG</w:t>
            </w:r>
            <w:r w:rsidR="00B654A6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1165776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</w:t>
            </w:r>
            <w:r w:rsidR="00B654A6">
              <w:rPr>
                <w:sz w:val="20"/>
              </w:rPr>
              <w:t xml:space="preserve"> </w:t>
            </w:r>
            <w:r w:rsidRPr="0002145A">
              <w:rPr>
                <w:sz w:val="20"/>
              </w:rPr>
              <w:t>CAJAS</w:t>
            </w:r>
            <w:r w:rsidR="0010769C" w:rsidRPr="0002145A">
              <w:rPr>
                <w:sz w:val="20"/>
              </w:rPr>
              <w:t xml:space="preserve"> DE</w:t>
            </w:r>
            <w:r w:rsidRPr="0002145A">
              <w:rPr>
                <w:sz w:val="20"/>
              </w:rPr>
              <w:t xml:space="preserve"> AHORRO </w:t>
            </w:r>
            <w:sdt>
              <w:sdtPr>
                <w:rPr>
                  <w:color w:val="0000FF"/>
                  <w:sz w:val="20"/>
                </w:rPr>
                <w:id w:val="-148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</w:tr>
    </w:tbl>
    <w:p w:rsidR="004360A4" w:rsidRPr="0002145A" w:rsidRDefault="004360A4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002"/>
        <w:gridCol w:w="992"/>
        <w:gridCol w:w="787"/>
        <w:gridCol w:w="2946"/>
        <w:gridCol w:w="236"/>
        <w:gridCol w:w="1702"/>
      </w:tblGrid>
      <w:tr w:rsidR="00B8515A" w:rsidRPr="0002145A" w:rsidTr="00610D9C">
        <w:trPr>
          <w:trHeight w:val="576"/>
        </w:trPr>
        <w:tc>
          <w:tcPr>
            <w:tcW w:w="4961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B8515A" w:rsidRPr="0002145A" w:rsidRDefault="00B8515A" w:rsidP="00B8515A">
            <w:pPr>
              <w:rPr>
                <w:sz w:val="20"/>
              </w:rPr>
            </w:pPr>
            <w:r>
              <w:rPr>
                <w:sz w:val="20"/>
              </w:rPr>
              <w:t>POBLACIÓN TOTAL DEL ÁREA AFECTADA POR EL PROYECTO</w:t>
            </w:r>
          </w:p>
        </w:tc>
        <w:tc>
          <w:tcPr>
            <w:tcW w:w="5671" w:type="dxa"/>
            <w:gridSpan w:val="4"/>
          </w:tcPr>
          <w:p w:rsidR="00B8515A" w:rsidRPr="00610D9C" w:rsidRDefault="00610D9C" w:rsidP="00DB5044">
            <w:pPr>
              <w:rPr>
                <w:color w:val="0000FF"/>
                <w:sz w:val="20"/>
              </w:rPr>
            </w:pPr>
            <w:r w:rsidRPr="00610D9C">
              <w:rPr>
                <w:color w:val="0000FF"/>
                <w:sz w:val="20"/>
              </w:rPr>
              <w:t xml:space="preserve">  </w:t>
            </w: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</w:p>
        </w:tc>
      </w:tr>
      <w:tr w:rsidR="00610D9C" w:rsidRPr="0002145A" w:rsidTr="00610D9C">
        <w:trPr>
          <w:trHeight w:val="340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10D9C" w:rsidRPr="00610D9C" w:rsidRDefault="00610D9C" w:rsidP="00610D9C">
            <w:pPr>
              <w:rPr>
                <w:sz w:val="20"/>
              </w:rPr>
            </w:pPr>
            <w:r w:rsidRPr="00610D9C">
              <w:rPr>
                <w:sz w:val="20"/>
              </w:rPr>
              <w:t>BARRIO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0D9C" w:rsidRPr="00610D9C" w:rsidRDefault="00610D9C">
            <w:pPr>
              <w:rPr>
                <w:color w:val="0000FF"/>
                <w:sz w:val="20"/>
              </w:rPr>
            </w:pPr>
            <w:r w:rsidRPr="00610D9C">
              <w:rPr>
                <w:color w:val="0000FF"/>
                <w:sz w:val="20"/>
              </w:rPr>
              <w:fldChar w:fldCharType="begin"/>
            </w:r>
            <w:r w:rsidRPr="00610D9C">
              <w:rPr>
                <w:color w:val="0000FF"/>
                <w:sz w:val="20"/>
              </w:rPr>
              <w:instrText xml:space="preserve">  </w:instrText>
            </w:r>
            <w:r w:rsidRPr="00610D9C">
              <w:rPr>
                <w:color w:val="0000FF"/>
                <w:sz w:val="20"/>
              </w:rPr>
              <w:fldChar w:fldCharType="end"/>
            </w:r>
            <w:r w:rsidRPr="00610D9C"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43374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0D9C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610D9C" w:rsidRPr="0002145A" w:rsidRDefault="00610D9C">
            <w:pPr>
              <w:rPr>
                <w:sz w:val="20"/>
              </w:rPr>
            </w:pPr>
            <w:r>
              <w:rPr>
                <w:sz w:val="20"/>
              </w:rPr>
              <w:t>URBANO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0D9C" w:rsidRPr="00610D9C" w:rsidRDefault="00610D9C" w:rsidP="00DB5044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183864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</w:tr>
      <w:tr w:rsidR="00610D9C" w:rsidRPr="0002145A" w:rsidTr="00610D9C">
        <w:trPr>
          <w:trHeight w:val="340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10D9C" w:rsidRPr="00610D9C" w:rsidRDefault="00610D9C">
            <w:pPr>
              <w:rPr>
                <w:sz w:val="20"/>
              </w:rPr>
            </w:pPr>
            <w:r w:rsidRPr="00610D9C">
              <w:rPr>
                <w:sz w:val="20"/>
              </w:rPr>
              <w:t>COMARCA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0D9C" w:rsidRPr="00610D9C" w:rsidRDefault="00610D9C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2022923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610D9C" w:rsidRPr="0002145A" w:rsidRDefault="00610D9C">
            <w:pPr>
              <w:rPr>
                <w:sz w:val="20"/>
              </w:rPr>
            </w:pPr>
            <w:r>
              <w:rPr>
                <w:sz w:val="20"/>
              </w:rPr>
              <w:t>RURAL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0D9C" w:rsidRPr="00610D9C" w:rsidRDefault="00610D9C" w:rsidP="00DB5044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770933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</w:tr>
      <w:tr w:rsidR="00610D9C" w:rsidRPr="0002145A" w:rsidTr="00610D9C">
        <w:trPr>
          <w:trHeight w:val="340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10D9C" w:rsidRPr="00610D9C" w:rsidRDefault="00610D9C">
            <w:pPr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0D9C" w:rsidRPr="00610D9C" w:rsidRDefault="00610D9C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801353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610D9C" w:rsidRPr="0002145A" w:rsidRDefault="00610D9C">
            <w:pPr>
              <w:rPr>
                <w:sz w:val="20"/>
              </w:rPr>
            </w:pPr>
            <w:r>
              <w:rPr>
                <w:sz w:val="20"/>
              </w:rPr>
              <w:t>MIXTO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0D9C" w:rsidRPr="00610D9C" w:rsidRDefault="00610D9C" w:rsidP="00DB5044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159176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</w:tr>
      <w:tr w:rsidR="006E24A2" w:rsidRPr="0002145A" w:rsidTr="00610D9C">
        <w:trPr>
          <w:cantSplit/>
        </w:trPr>
        <w:tc>
          <w:tcPr>
            <w:tcW w:w="10632" w:type="dxa"/>
            <w:gridSpan w:val="7"/>
            <w:tcBorders>
              <w:bottom w:val="single" w:sz="4" w:space="0" w:color="auto"/>
            </w:tcBorders>
            <w:shd w:val="clear" w:color="auto" w:fill="E6E6E6"/>
          </w:tcPr>
          <w:p w:rsidR="005D6167" w:rsidRPr="009F1574" w:rsidRDefault="006E24A2">
            <w:pPr>
              <w:rPr>
                <w:color w:val="0000FF"/>
                <w:sz w:val="20"/>
              </w:rPr>
            </w:pPr>
            <w:r w:rsidRPr="0002145A">
              <w:rPr>
                <w:b/>
                <w:sz w:val="20"/>
              </w:rPr>
              <w:t>USUARIOS DIRECTOS</w:t>
            </w:r>
            <w:r w:rsidR="0035473F" w:rsidRPr="0002145A">
              <w:rPr>
                <w:b/>
                <w:sz w:val="20"/>
              </w:rPr>
              <w:t xml:space="preserve"> </w:t>
            </w:r>
            <w:r w:rsidR="00335599" w:rsidRPr="0002145A">
              <w:rPr>
                <w:b/>
                <w:sz w:val="20"/>
              </w:rPr>
              <w:t>PREVISTOS</w:t>
            </w:r>
            <w:r w:rsidR="0035473F" w:rsidRPr="0002145A">
              <w:rPr>
                <w:sz w:val="20"/>
              </w:rPr>
              <w:t xml:space="preserve"> (Indicar con E si son estimados)</w:t>
            </w:r>
            <w:r w:rsidR="009F1574">
              <w:rPr>
                <w:sz w:val="20"/>
              </w:rPr>
              <w:t xml:space="preserve"> </w:t>
            </w:r>
            <w:r w:rsidR="0035473F" w:rsidRPr="009F1574">
              <w:rPr>
                <w:color w:val="0000FF"/>
                <w:sz w:val="20"/>
              </w:rPr>
              <w:t>.</w:t>
            </w:r>
            <w:r w:rsidR="009F1574" w:rsidRPr="009F1574">
              <w:rPr>
                <w:color w:val="0000FF"/>
                <w:sz w:val="20"/>
              </w:rPr>
              <w:fldChar w:fldCharType="begin"/>
            </w:r>
            <w:r w:rsidR="009F1574" w:rsidRPr="009F1574">
              <w:rPr>
                <w:color w:val="0000FF"/>
                <w:sz w:val="20"/>
              </w:rPr>
              <w:instrText xml:space="preserve">  </w:instrText>
            </w:r>
            <w:r w:rsidR="009F1574" w:rsidRPr="009F1574">
              <w:rPr>
                <w:color w:val="0000FF"/>
                <w:sz w:val="20"/>
              </w:rPr>
              <w:fldChar w:fldCharType="end"/>
            </w:r>
          </w:p>
          <w:p w:rsidR="00B654A6" w:rsidRPr="005D6167" w:rsidRDefault="00B654A6" w:rsidP="00470BC2">
            <w:pPr>
              <w:rPr>
                <w:sz w:val="20"/>
              </w:rPr>
            </w:pPr>
          </w:p>
        </w:tc>
      </w:tr>
      <w:tr w:rsidR="006E24A2" w:rsidRPr="0002145A" w:rsidTr="00610D9C">
        <w:trPr>
          <w:cantSplit/>
        </w:trPr>
        <w:tc>
          <w:tcPr>
            <w:tcW w:w="2967" w:type="dxa"/>
            <w:shd w:val="clear" w:color="auto" w:fill="E6E6E6"/>
          </w:tcPr>
          <w:p w:rsidR="006E24A2" w:rsidRPr="0002145A" w:rsidRDefault="006E24A2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INTERVALOS DE EDAD</w:t>
            </w:r>
          </w:p>
        </w:tc>
        <w:tc>
          <w:tcPr>
            <w:tcW w:w="2781" w:type="dxa"/>
            <w:gridSpan w:val="3"/>
            <w:shd w:val="clear" w:color="auto" w:fill="E6E6E6"/>
          </w:tcPr>
          <w:p w:rsidR="006E24A2" w:rsidRPr="0002145A" w:rsidRDefault="006E24A2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HOMBRES</w:t>
            </w:r>
          </w:p>
        </w:tc>
        <w:tc>
          <w:tcPr>
            <w:tcW w:w="2946" w:type="dxa"/>
            <w:shd w:val="clear" w:color="auto" w:fill="E6E6E6"/>
          </w:tcPr>
          <w:p w:rsidR="006E24A2" w:rsidRPr="0002145A" w:rsidRDefault="006E24A2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MUJERES</w:t>
            </w:r>
          </w:p>
        </w:tc>
        <w:tc>
          <w:tcPr>
            <w:tcW w:w="1938" w:type="dxa"/>
            <w:gridSpan w:val="2"/>
            <w:shd w:val="clear" w:color="auto" w:fill="E6E6E6"/>
          </w:tcPr>
          <w:p w:rsidR="006E24A2" w:rsidRPr="0002145A" w:rsidRDefault="006E24A2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TOTAL</w:t>
            </w:r>
            <w:r w:rsidR="00771002" w:rsidRPr="0002145A">
              <w:rPr>
                <w:sz w:val="20"/>
              </w:rPr>
              <w:t>*</w:t>
            </w:r>
          </w:p>
          <w:p w:rsidR="006E24A2" w:rsidRPr="00606416" w:rsidRDefault="006E24A2">
            <w:pPr>
              <w:jc w:val="center"/>
              <w:rPr>
                <w:sz w:val="18"/>
                <w:szCs w:val="18"/>
              </w:rPr>
            </w:pP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>0 A 12 AÑOS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>13 A 15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>16 A</w:t>
            </w:r>
            <w:r w:rsidR="001E53D8" w:rsidRPr="0002145A">
              <w:rPr>
                <w:sz w:val="20"/>
              </w:rPr>
              <w:t xml:space="preserve"> 18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1E53D8" w:rsidRPr="0002145A" w:rsidTr="00610D9C">
        <w:trPr>
          <w:cantSplit/>
        </w:trPr>
        <w:tc>
          <w:tcPr>
            <w:tcW w:w="2967" w:type="dxa"/>
          </w:tcPr>
          <w:p w:rsidR="001E53D8" w:rsidRPr="0002145A" w:rsidRDefault="001E53D8">
            <w:pPr>
              <w:rPr>
                <w:sz w:val="20"/>
              </w:rPr>
            </w:pPr>
            <w:r w:rsidRPr="0002145A">
              <w:rPr>
                <w:sz w:val="20"/>
              </w:rPr>
              <w:t>19 A 29</w:t>
            </w:r>
          </w:p>
        </w:tc>
        <w:tc>
          <w:tcPr>
            <w:tcW w:w="2781" w:type="dxa"/>
            <w:gridSpan w:val="3"/>
          </w:tcPr>
          <w:p w:rsidR="001E53D8" w:rsidRPr="00470BC2" w:rsidRDefault="001E53D8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1E53D8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1E53D8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>30 A 64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65 Y </w:t>
            </w:r>
            <w:r w:rsidR="0010422B" w:rsidRPr="0002145A">
              <w:rPr>
                <w:sz w:val="20"/>
              </w:rPr>
              <w:t>MÁ</w:t>
            </w:r>
            <w:r w:rsidRPr="0002145A">
              <w:rPr>
                <w:sz w:val="20"/>
              </w:rPr>
              <w:t>S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A94763" w:rsidP="00A94763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>TOTAL</w:t>
            </w:r>
          </w:p>
          <w:p w:rsidR="00C8594C" w:rsidRPr="0002145A" w:rsidRDefault="00A80906" w:rsidP="00A94763">
            <w:pPr>
              <w:rPr>
                <w:b/>
                <w:sz w:val="20"/>
              </w:rPr>
            </w:pPr>
            <w:r w:rsidRPr="00A80906">
              <w:rPr>
                <w:b/>
                <w:color w:val="FF0000"/>
                <w:sz w:val="16"/>
                <w:szCs w:val="16"/>
              </w:rPr>
              <w:t>Atención: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A80906">
              <w:rPr>
                <w:color w:val="FF0000"/>
                <w:sz w:val="16"/>
                <w:szCs w:val="16"/>
              </w:rPr>
              <w:t>Seleccionar y Pulsar F9 para actualizar los totales</w:t>
            </w:r>
          </w:p>
        </w:tc>
        <w:tc>
          <w:tcPr>
            <w:tcW w:w="2781" w:type="dxa"/>
            <w:gridSpan w:val="3"/>
          </w:tcPr>
          <w:p w:rsidR="006E24A2" w:rsidRPr="00470BC2" w:rsidRDefault="005B48FF" w:rsidP="0061264E">
            <w:pPr>
              <w:jc w:val="center"/>
              <w:rPr>
                <w:color w:val="0000FF"/>
                <w:position w:val="-6"/>
                <w:sz w:val="20"/>
              </w:rPr>
            </w:pPr>
            <w:r>
              <w:rPr>
                <w:color w:val="0000FF"/>
                <w:position w:val="-6"/>
                <w:sz w:val="20"/>
              </w:rPr>
              <w:t>0</w:t>
            </w:r>
          </w:p>
        </w:tc>
        <w:tc>
          <w:tcPr>
            <w:tcW w:w="2946" w:type="dxa"/>
          </w:tcPr>
          <w:p w:rsidR="006E24A2" w:rsidRPr="00470BC2" w:rsidRDefault="005D6167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=sum(above) </w:instrText>
            </w:r>
            <w:r w:rsidRPr="00470BC2">
              <w:rPr>
                <w:color w:val="0000FF"/>
                <w:position w:val="-6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position w:val="-6"/>
                <w:sz w:val="20"/>
              </w:rPr>
              <w:t>0</w: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364FB6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=sum(above) </w:instrText>
            </w:r>
            <w:r w:rsidRPr="00470BC2">
              <w:rPr>
                <w:color w:val="0000FF"/>
                <w:position w:val="-6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position w:val="-6"/>
                <w:sz w:val="20"/>
              </w:rPr>
              <w:t>0</w: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</w:tbl>
    <w:p w:rsidR="00364FB6" w:rsidRDefault="00364FB6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4"/>
        <w:gridCol w:w="1141"/>
        <w:gridCol w:w="1141"/>
        <w:gridCol w:w="1574"/>
        <w:gridCol w:w="2252"/>
      </w:tblGrid>
      <w:tr w:rsidR="00282B50" w:rsidRPr="0002145A">
        <w:trPr>
          <w:cantSplit/>
        </w:trPr>
        <w:tc>
          <w:tcPr>
            <w:tcW w:w="4524" w:type="dxa"/>
            <w:shd w:val="clear" w:color="auto" w:fill="E6E6E6"/>
          </w:tcPr>
          <w:p w:rsidR="00282B50" w:rsidRPr="0002145A" w:rsidRDefault="00282B50" w:rsidP="00105DA5">
            <w:pPr>
              <w:rPr>
                <w:b/>
                <w:bCs/>
                <w:sz w:val="20"/>
              </w:rPr>
            </w:pPr>
            <w:r w:rsidRPr="0002145A">
              <w:rPr>
                <w:b/>
                <w:sz w:val="20"/>
              </w:rPr>
              <w:t xml:space="preserve">SECTORES DE POBLACIÓN </w:t>
            </w:r>
            <w:r w:rsidR="00E617FD" w:rsidRPr="0002145A">
              <w:rPr>
                <w:b/>
                <w:sz w:val="20"/>
              </w:rPr>
              <w:t xml:space="preserve">GITANA </w:t>
            </w:r>
            <w:r w:rsidRPr="0002145A">
              <w:rPr>
                <w:b/>
                <w:sz w:val="20"/>
              </w:rPr>
              <w:t>PRIORITARIOS</w:t>
            </w:r>
          </w:p>
        </w:tc>
        <w:tc>
          <w:tcPr>
            <w:tcW w:w="1141" w:type="dxa"/>
            <w:shd w:val="clear" w:color="auto" w:fill="E6E6E6"/>
          </w:tcPr>
          <w:p w:rsidR="00282B50" w:rsidRPr="0002145A" w:rsidRDefault="001336B4" w:rsidP="00105DA5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Nº USUARIOS</w:t>
            </w:r>
          </w:p>
        </w:tc>
        <w:tc>
          <w:tcPr>
            <w:tcW w:w="1141" w:type="dxa"/>
            <w:shd w:val="clear" w:color="auto" w:fill="E6E6E6"/>
          </w:tcPr>
          <w:p w:rsidR="00282B50" w:rsidRPr="0002145A" w:rsidRDefault="001336B4" w:rsidP="00105DA5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Nº USUARIAS</w:t>
            </w:r>
          </w:p>
        </w:tc>
        <w:tc>
          <w:tcPr>
            <w:tcW w:w="1574" w:type="dxa"/>
            <w:shd w:val="clear" w:color="auto" w:fill="E6E6E6"/>
          </w:tcPr>
          <w:p w:rsidR="00282B50" w:rsidRPr="0002145A" w:rsidRDefault="001336B4" w:rsidP="00105DA5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TOTAL</w:t>
            </w:r>
          </w:p>
        </w:tc>
        <w:tc>
          <w:tcPr>
            <w:tcW w:w="2252" w:type="dxa"/>
            <w:shd w:val="clear" w:color="auto" w:fill="E6E6E6"/>
          </w:tcPr>
          <w:p w:rsidR="00282B50" w:rsidRPr="0002145A" w:rsidRDefault="001336B4" w:rsidP="00105DA5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Nº FAMILIAS</w:t>
            </w:r>
          </w:p>
          <w:p w:rsidR="00282B50" w:rsidRPr="0002145A" w:rsidRDefault="00282B50" w:rsidP="00105DA5">
            <w:pPr>
              <w:jc w:val="center"/>
              <w:rPr>
                <w:sz w:val="20"/>
              </w:rPr>
            </w:pPr>
          </w:p>
        </w:tc>
      </w:tr>
      <w:tr w:rsidR="00282B50" w:rsidRPr="0002145A">
        <w:tc>
          <w:tcPr>
            <w:tcW w:w="4524" w:type="dxa"/>
          </w:tcPr>
          <w:p w:rsidR="00282B50" w:rsidRPr="0002145A" w:rsidRDefault="001336B4" w:rsidP="00105DA5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MENORES DE 18 AÑOS</w:t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574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2252" w:type="dxa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</w:tr>
      <w:tr w:rsidR="00282B50" w:rsidRPr="0002145A">
        <w:tc>
          <w:tcPr>
            <w:tcW w:w="4524" w:type="dxa"/>
          </w:tcPr>
          <w:p w:rsidR="00282B50" w:rsidRPr="0002145A" w:rsidRDefault="001336B4" w:rsidP="00105DA5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ADULTOS</w:t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574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2252" w:type="dxa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</w:tr>
      <w:tr w:rsidR="00282B50" w:rsidRPr="0002145A">
        <w:tc>
          <w:tcPr>
            <w:tcW w:w="4524" w:type="dxa"/>
          </w:tcPr>
          <w:p w:rsidR="00282B50" w:rsidRPr="0002145A" w:rsidRDefault="003A5967" w:rsidP="00105DA5">
            <w:pPr>
              <w:jc w:val="both"/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>TOTAL</w:t>
            </w:r>
            <w:r w:rsidR="00282B50" w:rsidRPr="0002145A">
              <w:rPr>
                <w:b/>
                <w:sz w:val="20"/>
              </w:rPr>
              <w:t xml:space="preserve"> * </w:t>
            </w:r>
          </w:p>
          <w:p w:rsidR="00C8594C" w:rsidRPr="0002145A" w:rsidRDefault="00F61A86" w:rsidP="00105DA5">
            <w:pPr>
              <w:jc w:val="both"/>
              <w:rPr>
                <w:b/>
                <w:sz w:val="20"/>
              </w:rPr>
            </w:pPr>
            <w:r w:rsidRPr="00A80906">
              <w:rPr>
                <w:b/>
                <w:color w:val="FF0000"/>
                <w:sz w:val="16"/>
                <w:szCs w:val="16"/>
              </w:rPr>
              <w:t>Atención: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A80906">
              <w:rPr>
                <w:color w:val="FF0000"/>
                <w:sz w:val="16"/>
                <w:szCs w:val="16"/>
              </w:rPr>
              <w:t>Seleccionar y Pulsar F9 para actualizar los totales</w:t>
            </w:r>
            <w:r>
              <w:rPr>
                <w:color w:val="FF0000"/>
                <w:sz w:val="16"/>
                <w:szCs w:val="16"/>
              </w:rPr>
              <w:t>.</w:t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364FB6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=SUM(ABOVE) </w:instrText>
            </w:r>
            <w:r w:rsidRPr="00470BC2">
              <w:rPr>
                <w:color w:val="0000FF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sz w:val="20"/>
              </w:rPr>
              <w:t>0</w: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5D6167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=SUM(above) </w:instrText>
            </w:r>
            <w:r w:rsidRPr="00470BC2">
              <w:rPr>
                <w:color w:val="0000FF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sz w:val="20"/>
              </w:rPr>
              <w:t>0</w: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574" w:type="dxa"/>
            <w:shd w:val="clear" w:color="auto" w:fill="auto"/>
          </w:tcPr>
          <w:p w:rsidR="00282B50" w:rsidRPr="00470BC2" w:rsidRDefault="002B6B39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=SUM(above) </w:instrText>
            </w:r>
            <w:r w:rsidRPr="00470BC2">
              <w:rPr>
                <w:color w:val="0000FF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sz w:val="20"/>
              </w:rPr>
              <w:t>0</w: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2252" w:type="dxa"/>
          </w:tcPr>
          <w:p w:rsidR="00282B50" w:rsidRPr="00470BC2" w:rsidRDefault="002B6B39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=SUM(above) </w:instrText>
            </w:r>
            <w:r w:rsidRPr="00470BC2">
              <w:rPr>
                <w:color w:val="0000FF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sz w:val="20"/>
              </w:rPr>
              <w:t>0</w: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</w:tr>
    </w:tbl>
    <w:p w:rsidR="00E20E90" w:rsidRDefault="0035473F">
      <w:pPr>
        <w:rPr>
          <w:sz w:val="20"/>
        </w:rPr>
        <w:sectPr w:rsidR="00E20E90" w:rsidSect="00EB4606">
          <w:headerReference w:type="default" r:id="rId7"/>
          <w:footerReference w:type="even" r:id="rId8"/>
          <w:footerReference w:type="default" r:id="rId9"/>
          <w:headerReference w:type="first" r:id="rId10"/>
          <w:footnotePr>
            <w:numRestart w:val="eachPage"/>
          </w:footnotePr>
          <w:pgSz w:w="11907" w:h="16840" w:code="9"/>
          <w:pgMar w:top="1418" w:right="567" w:bottom="1134" w:left="1701" w:header="907" w:footer="0" w:gutter="0"/>
          <w:cols w:space="720"/>
        </w:sectPr>
      </w:pPr>
      <w:r w:rsidRPr="0002145A">
        <w:rPr>
          <w:sz w:val="20"/>
        </w:rPr>
        <w:t xml:space="preserve">* </w:t>
      </w:r>
      <w:r w:rsidR="00335599" w:rsidRPr="0002145A">
        <w:rPr>
          <w:sz w:val="20"/>
        </w:rPr>
        <w:t>Los usuarios totales directos deberán coincidir con los usuarios totales por intervalos de edad</w:t>
      </w:r>
    </w:p>
    <w:tbl>
      <w:tblPr>
        <w:tblW w:w="1616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3260"/>
        <w:gridCol w:w="3616"/>
        <w:gridCol w:w="2990"/>
        <w:gridCol w:w="2538"/>
      </w:tblGrid>
      <w:tr w:rsidR="006E24A2" w:rsidRPr="0002145A">
        <w:trPr>
          <w:cantSplit/>
        </w:trPr>
        <w:tc>
          <w:tcPr>
            <w:tcW w:w="16160" w:type="dxa"/>
            <w:gridSpan w:val="6"/>
            <w:tcBorders>
              <w:bottom w:val="single" w:sz="4" w:space="0" w:color="auto"/>
            </w:tcBorders>
            <w:shd w:val="clear" w:color="auto" w:fill="C0C0C0"/>
          </w:tcPr>
          <w:p w:rsidR="006E24A2" w:rsidRPr="0002145A" w:rsidRDefault="00F757E0">
            <w:pPr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lastRenderedPageBreak/>
              <w:t xml:space="preserve">III. ÁREAS, </w:t>
            </w:r>
            <w:r w:rsidR="006E24A2" w:rsidRPr="0002145A">
              <w:rPr>
                <w:b/>
                <w:bCs/>
                <w:sz w:val="20"/>
              </w:rPr>
              <w:t>OBJETI</w:t>
            </w:r>
            <w:r w:rsidR="001B41C9" w:rsidRPr="0002145A">
              <w:rPr>
                <w:b/>
                <w:bCs/>
                <w:sz w:val="20"/>
              </w:rPr>
              <w:t>VOS DE INTERVENCIÓN</w:t>
            </w:r>
            <w:r w:rsidRPr="0002145A">
              <w:rPr>
                <w:b/>
                <w:bCs/>
                <w:sz w:val="20"/>
              </w:rPr>
              <w:t>, ACTIVIDADES PREVISTAS Y CALENDARIO</w:t>
            </w:r>
            <w:r w:rsidR="008E53EF">
              <w:rPr>
                <w:b/>
                <w:bCs/>
                <w:sz w:val="20"/>
              </w:rPr>
              <w:t>.</w:t>
            </w:r>
          </w:p>
          <w:p w:rsidR="00AD6350" w:rsidRPr="0002145A" w:rsidRDefault="00AD6350">
            <w:pPr>
              <w:rPr>
                <w:b/>
                <w:bCs/>
                <w:sz w:val="20"/>
              </w:rPr>
            </w:pPr>
          </w:p>
        </w:tc>
      </w:tr>
      <w:tr w:rsidR="00F757E0" w:rsidRPr="00552B44">
        <w:tc>
          <w:tcPr>
            <w:tcW w:w="779" w:type="dxa"/>
            <w:shd w:val="clear" w:color="auto" w:fill="E6E6E6"/>
          </w:tcPr>
          <w:p w:rsidR="00F757E0" w:rsidRPr="00552B44" w:rsidRDefault="00552B44" w:rsidP="00877943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ÁREA (A)</w:t>
            </w:r>
          </w:p>
        </w:tc>
        <w:tc>
          <w:tcPr>
            <w:tcW w:w="2977" w:type="dxa"/>
            <w:shd w:val="clear" w:color="auto" w:fill="E6E6E6"/>
          </w:tcPr>
          <w:p w:rsidR="00F757E0" w:rsidRDefault="00552B44" w:rsidP="00877943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NECESIDADES DETECTADAS</w:t>
            </w:r>
          </w:p>
          <w:p w:rsidR="005048BC" w:rsidRPr="00552B44" w:rsidRDefault="005048BC" w:rsidP="0087794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(B)</w:t>
            </w:r>
          </w:p>
        </w:tc>
        <w:tc>
          <w:tcPr>
            <w:tcW w:w="3260" w:type="dxa"/>
            <w:shd w:val="clear" w:color="auto" w:fill="E6E6E6"/>
          </w:tcPr>
          <w:p w:rsidR="00F757E0" w:rsidRPr="00552B44" w:rsidRDefault="00552B44" w:rsidP="00F757E0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OBJETIVO</w:t>
            </w:r>
            <w:r w:rsidR="005048BC">
              <w:rPr>
                <w:bCs/>
                <w:sz w:val="20"/>
              </w:rPr>
              <w:t>S ESPECÍFICOS (CUANTIFICADOS) (C</w:t>
            </w:r>
            <w:r w:rsidRPr="00552B44">
              <w:rPr>
                <w:bCs/>
                <w:sz w:val="20"/>
              </w:rPr>
              <w:t>)</w:t>
            </w:r>
          </w:p>
        </w:tc>
        <w:tc>
          <w:tcPr>
            <w:tcW w:w="3616" w:type="dxa"/>
            <w:shd w:val="clear" w:color="auto" w:fill="E6E6E6"/>
          </w:tcPr>
          <w:p w:rsidR="00F757E0" w:rsidRPr="00552B44" w:rsidRDefault="00552B44" w:rsidP="00F757E0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ACTIVIDADES PREVISTAS PARA EL LOGRO DE LOS OBJETIVOS</w:t>
            </w:r>
          </w:p>
        </w:tc>
        <w:tc>
          <w:tcPr>
            <w:tcW w:w="2990" w:type="dxa"/>
            <w:shd w:val="clear" w:color="auto" w:fill="E6E6E6"/>
          </w:tcPr>
          <w:p w:rsidR="00F757E0" w:rsidRPr="00552B44" w:rsidRDefault="00552B44" w:rsidP="00F757E0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INDICADORES</w:t>
            </w:r>
          </w:p>
        </w:tc>
        <w:tc>
          <w:tcPr>
            <w:tcW w:w="2538" w:type="dxa"/>
            <w:shd w:val="clear" w:color="auto" w:fill="E6E6E6"/>
          </w:tcPr>
          <w:p w:rsidR="00F757E0" w:rsidRPr="00552B44" w:rsidRDefault="00552B44" w:rsidP="00F757E0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CALENDARIO</w:t>
            </w:r>
          </w:p>
        </w:tc>
      </w:tr>
      <w:tr w:rsidR="00F757E0" w:rsidRPr="0002145A" w:rsidTr="0061264E">
        <w:trPr>
          <w:trHeight w:val="1703"/>
        </w:trPr>
        <w:tc>
          <w:tcPr>
            <w:tcW w:w="779" w:type="dxa"/>
            <w:vAlign w:val="center"/>
          </w:tcPr>
          <w:p w:rsidR="00F757E0" w:rsidRPr="00071F75" w:rsidRDefault="00470BC2" w:rsidP="0061264E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977" w:type="dxa"/>
          </w:tcPr>
          <w:p w:rsidR="00F757E0" w:rsidRPr="00071F75" w:rsidRDefault="00470BC2" w:rsidP="00C12F8C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3260" w:type="dxa"/>
          </w:tcPr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1.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>2.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3616" w:type="dxa"/>
          </w:tcPr>
          <w:p w:rsidR="00F757E0" w:rsidRPr="00071F75" w:rsidRDefault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990" w:type="dxa"/>
          </w:tcPr>
          <w:p w:rsidR="00F757E0" w:rsidRPr="00071F75" w:rsidRDefault="00470BC2" w:rsidP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538" w:type="dxa"/>
          </w:tcPr>
          <w:p w:rsidR="00F757E0" w:rsidRPr="00071F75" w:rsidRDefault="00470BC2" w:rsidP="00F757E0">
            <w:pPr>
              <w:ind w:right="-495"/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F757E0" w:rsidRPr="0002145A" w:rsidTr="0061264E">
        <w:trPr>
          <w:trHeight w:val="2721"/>
        </w:trPr>
        <w:tc>
          <w:tcPr>
            <w:tcW w:w="779" w:type="dxa"/>
            <w:vAlign w:val="center"/>
          </w:tcPr>
          <w:p w:rsidR="00F757E0" w:rsidRPr="00071F75" w:rsidRDefault="00470BC2" w:rsidP="0061264E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977" w:type="dxa"/>
          </w:tcPr>
          <w:p w:rsidR="00F757E0" w:rsidRPr="00071F75" w:rsidRDefault="00470BC2">
            <w:pPr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 w:rsidP="00470BC2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3260" w:type="dxa"/>
          </w:tcPr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1.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2.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3616" w:type="dxa"/>
          </w:tcPr>
          <w:p w:rsidR="00F757E0" w:rsidRPr="00071F75" w:rsidRDefault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990" w:type="dxa"/>
          </w:tcPr>
          <w:p w:rsidR="00F757E0" w:rsidRPr="00071F75" w:rsidRDefault="00470BC2" w:rsidP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538" w:type="dxa"/>
          </w:tcPr>
          <w:p w:rsidR="00F757E0" w:rsidRPr="00071F75" w:rsidRDefault="00470BC2">
            <w:pPr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F757E0" w:rsidRPr="0002145A" w:rsidTr="0061264E">
        <w:trPr>
          <w:trHeight w:val="2408"/>
        </w:trPr>
        <w:tc>
          <w:tcPr>
            <w:tcW w:w="779" w:type="dxa"/>
            <w:vAlign w:val="center"/>
          </w:tcPr>
          <w:p w:rsidR="00F757E0" w:rsidRPr="00071F75" w:rsidRDefault="00470BC2" w:rsidP="0061264E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977" w:type="dxa"/>
          </w:tcPr>
          <w:p w:rsidR="00F757E0" w:rsidRPr="00071F75" w:rsidRDefault="00470BC2">
            <w:pPr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jc w:val="both"/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jc w:val="both"/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jc w:val="center"/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3260" w:type="dxa"/>
          </w:tcPr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1.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2.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3616" w:type="dxa"/>
          </w:tcPr>
          <w:p w:rsidR="00F757E0" w:rsidRPr="00071F75" w:rsidRDefault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990" w:type="dxa"/>
          </w:tcPr>
          <w:p w:rsidR="00F757E0" w:rsidRPr="00071F75" w:rsidRDefault="00470BC2" w:rsidP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538" w:type="dxa"/>
          </w:tcPr>
          <w:p w:rsidR="00F757E0" w:rsidRPr="00071F75" w:rsidRDefault="00470BC2">
            <w:pPr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75A10" w:rsidRPr="0002145A" w:rsidTr="0061264E">
        <w:trPr>
          <w:trHeight w:val="2408"/>
        </w:trPr>
        <w:tc>
          <w:tcPr>
            <w:tcW w:w="779" w:type="dxa"/>
            <w:vAlign w:val="center"/>
          </w:tcPr>
          <w:p w:rsidR="00275A10" w:rsidRPr="00071F75" w:rsidRDefault="00275A10" w:rsidP="0061264E">
            <w:pPr>
              <w:jc w:val="center"/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977" w:type="dxa"/>
          </w:tcPr>
          <w:p w:rsidR="00275A10" w:rsidRPr="00071F75" w:rsidRDefault="00275A10">
            <w:pPr>
              <w:jc w:val="both"/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3260" w:type="dxa"/>
          </w:tcPr>
          <w:p w:rsidR="00275A10" w:rsidRPr="00071F75" w:rsidRDefault="00275A10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3616" w:type="dxa"/>
          </w:tcPr>
          <w:p w:rsidR="00275A10" w:rsidRPr="00071F75" w:rsidRDefault="00275A10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990" w:type="dxa"/>
          </w:tcPr>
          <w:p w:rsidR="00275A10" w:rsidRPr="00071F75" w:rsidRDefault="00275A10" w:rsidP="00470BC2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538" w:type="dxa"/>
          </w:tcPr>
          <w:p w:rsidR="00275A10" w:rsidRPr="00071F75" w:rsidRDefault="00275A10">
            <w:pPr>
              <w:jc w:val="both"/>
              <w:rPr>
                <w:b/>
                <w:bCs/>
                <w:color w:val="0000FF"/>
                <w:sz w:val="20"/>
              </w:rPr>
            </w:pPr>
          </w:p>
        </w:tc>
      </w:tr>
    </w:tbl>
    <w:p w:rsidR="006E24A2" w:rsidRPr="0002145A" w:rsidRDefault="006E24A2">
      <w:pPr>
        <w:rPr>
          <w:sz w:val="20"/>
          <w:lang w:val="es-ES"/>
        </w:rPr>
        <w:sectPr w:rsidR="006E24A2" w:rsidRPr="0002145A" w:rsidSect="00EB4606">
          <w:headerReference w:type="default" r:id="rId11"/>
          <w:footnotePr>
            <w:numRestart w:val="eachPage"/>
          </w:footnotePr>
          <w:pgSz w:w="16840" w:h="11907" w:orient="landscape" w:code="9"/>
          <w:pgMar w:top="1701" w:right="1418" w:bottom="567" w:left="1134" w:header="907" w:footer="0" w:gutter="0"/>
          <w:cols w:space="720"/>
        </w:sect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1559"/>
      </w:tblGrid>
      <w:tr w:rsidR="006E24A2" w:rsidRPr="0002145A">
        <w:trPr>
          <w:cantSplit/>
          <w:trHeight w:val="298"/>
        </w:trPr>
        <w:tc>
          <w:tcPr>
            <w:tcW w:w="10207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6E24A2" w:rsidRPr="0002145A" w:rsidRDefault="006E24A2">
            <w:pPr>
              <w:pStyle w:val="Ttulo3"/>
              <w:rPr>
                <w:rFonts w:ascii="Times New Roman" w:hAnsi="Times New Roman"/>
              </w:rPr>
            </w:pPr>
            <w:r w:rsidRPr="0002145A">
              <w:rPr>
                <w:rFonts w:ascii="Times New Roman" w:hAnsi="Times New Roman"/>
              </w:rPr>
              <w:lastRenderedPageBreak/>
              <w:t xml:space="preserve">IV. FINANCIACIÓN DEL PROYECTO </w:t>
            </w:r>
            <w:r w:rsidR="001B41C9" w:rsidRPr="0002145A">
              <w:rPr>
                <w:rFonts w:ascii="Times New Roman" w:hAnsi="Times New Roman"/>
              </w:rPr>
              <w:t>(en euros)</w:t>
            </w:r>
          </w:p>
          <w:p w:rsidR="00AD6350" w:rsidRPr="0002145A" w:rsidRDefault="00AD6350" w:rsidP="00AD6350"/>
        </w:tc>
      </w:tr>
      <w:tr w:rsidR="006E24A2" w:rsidRPr="0002145A">
        <w:trPr>
          <w:cantSplit/>
          <w:trHeight w:val="336"/>
        </w:trPr>
        <w:tc>
          <w:tcPr>
            <w:tcW w:w="10207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E24A2" w:rsidRPr="0002145A" w:rsidRDefault="006E24A2">
            <w:pPr>
              <w:pStyle w:val="Ttulo3"/>
              <w:rPr>
                <w:rFonts w:ascii="Times New Roman" w:hAnsi="Times New Roman"/>
              </w:rPr>
            </w:pPr>
            <w:r w:rsidRPr="0002145A">
              <w:rPr>
                <w:rFonts w:ascii="Times New Roman" w:hAnsi="Times New Roman"/>
              </w:rPr>
              <w:t xml:space="preserve">FINANCIACIÓN PREVISTA </w:t>
            </w:r>
            <w:r w:rsidR="00AA2FE3" w:rsidRPr="0002145A">
              <w:rPr>
                <w:rFonts w:ascii="Times New Roman" w:hAnsi="Times New Roman"/>
                <w:b w:val="0"/>
              </w:rPr>
              <w:t>(1)</w:t>
            </w:r>
          </w:p>
        </w:tc>
      </w:tr>
      <w:tr w:rsidR="006E24A2" w:rsidRPr="0002145A">
        <w:tc>
          <w:tcPr>
            <w:tcW w:w="8648" w:type="dxa"/>
          </w:tcPr>
          <w:p w:rsidR="006E24A2" w:rsidRPr="0002145A" w:rsidRDefault="00F30BB1">
            <w:pPr>
              <w:pStyle w:val="Ttulo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MINISTERIO DE DERECHOS SOCIALES Y AGENDA 2030</w:t>
            </w:r>
            <w:r w:rsidR="00AA2FE3" w:rsidRPr="0002145A">
              <w:rPr>
                <w:rFonts w:ascii="Times New Roman" w:hAnsi="Times New Roman"/>
                <w:b w:val="0"/>
              </w:rPr>
              <w:t xml:space="preserve"> </w:t>
            </w:r>
          </w:p>
        </w:tc>
        <w:tc>
          <w:tcPr>
            <w:tcW w:w="1559" w:type="dxa"/>
          </w:tcPr>
          <w:p w:rsidR="006E24A2" w:rsidRPr="00071F75" w:rsidRDefault="006E24A2" w:rsidP="005000B2">
            <w:pPr>
              <w:jc w:val="right"/>
              <w:rPr>
                <w:b/>
                <w:bCs/>
                <w:color w:val="0000FF"/>
                <w:sz w:val="20"/>
              </w:rPr>
            </w:pPr>
          </w:p>
        </w:tc>
      </w:tr>
      <w:tr w:rsidR="006E24A2" w:rsidRPr="0002145A">
        <w:tc>
          <w:tcPr>
            <w:tcW w:w="8648" w:type="dxa"/>
          </w:tcPr>
          <w:p w:rsidR="006E24A2" w:rsidRPr="0002145A" w:rsidRDefault="003A5967">
            <w:pPr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COMUNIDAD AUTÓNOMA</w:t>
            </w:r>
            <w:r w:rsidR="003F4A37">
              <w:rPr>
                <w:bCs/>
                <w:sz w:val="20"/>
              </w:rPr>
              <w:t xml:space="preserve">: </w:t>
            </w:r>
          </w:p>
        </w:tc>
        <w:tc>
          <w:tcPr>
            <w:tcW w:w="1559" w:type="dxa"/>
          </w:tcPr>
          <w:p w:rsidR="006E24A2" w:rsidRPr="00071F75" w:rsidRDefault="006E24A2" w:rsidP="005000B2">
            <w:pPr>
              <w:jc w:val="right"/>
              <w:rPr>
                <w:b/>
                <w:bCs/>
                <w:color w:val="0000FF"/>
                <w:sz w:val="20"/>
              </w:rPr>
            </w:pPr>
          </w:p>
        </w:tc>
      </w:tr>
      <w:tr w:rsidR="006E24A2" w:rsidRPr="0002145A">
        <w:tc>
          <w:tcPr>
            <w:tcW w:w="8648" w:type="dxa"/>
          </w:tcPr>
          <w:p w:rsidR="006E24A2" w:rsidRPr="0002145A" w:rsidRDefault="003A5967">
            <w:pPr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CORPORACIÓN LOCAL (especificar)</w:t>
            </w:r>
          </w:p>
        </w:tc>
        <w:tc>
          <w:tcPr>
            <w:tcW w:w="1559" w:type="dxa"/>
          </w:tcPr>
          <w:p w:rsidR="006E24A2" w:rsidRPr="00071F75" w:rsidRDefault="00AB3A5A" w:rsidP="005000B2">
            <w:pPr>
              <w:jc w:val="right"/>
              <w:rPr>
                <w:b/>
                <w:bCs/>
                <w:color w:val="0000FF"/>
                <w:sz w:val="20"/>
              </w:rPr>
            </w:pPr>
            <w:r>
              <w:rPr>
                <w:b/>
                <w:bCs/>
                <w:color w:val="0000FF"/>
                <w:sz w:val="20"/>
              </w:rPr>
              <w:t>0,00</w:t>
            </w:r>
          </w:p>
        </w:tc>
      </w:tr>
      <w:tr w:rsidR="0061264E" w:rsidRPr="0002145A" w:rsidTr="0061264E">
        <w:tc>
          <w:tcPr>
            <w:tcW w:w="8648" w:type="dxa"/>
            <w:vAlign w:val="center"/>
          </w:tcPr>
          <w:p w:rsidR="0061264E" w:rsidRPr="0002145A" w:rsidRDefault="0061264E" w:rsidP="00207FA1">
            <w:pPr>
              <w:pStyle w:val="Ttulo4"/>
              <w:jc w:val="right"/>
              <w:rPr>
                <w:rFonts w:ascii="Times New Roman" w:hAnsi="Times New Roman" w:cs="Times New Roman"/>
                <w:sz w:val="20"/>
                <w:u w:val="none"/>
              </w:rPr>
            </w:pPr>
            <w:r w:rsidRPr="0002145A">
              <w:rPr>
                <w:rFonts w:ascii="Times New Roman" w:hAnsi="Times New Roman" w:cs="Times New Roman"/>
                <w:sz w:val="20"/>
                <w:u w:val="none"/>
              </w:rPr>
              <w:t>TOTAL</w:t>
            </w:r>
            <w:r>
              <w:rPr>
                <w:rFonts w:ascii="Times New Roman" w:hAnsi="Times New Roman" w:cs="Times New Roman"/>
                <w:sz w:val="20"/>
                <w:u w:val="none"/>
              </w:rPr>
              <w:t xml:space="preserve">  </w:t>
            </w:r>
            <w:r w:rsidRPr="00207FA1">
              <w:rPr>
                <w:rFonts w:ascii="Times New Roman" w:hAnsi="Times New Roman" w:cs="Times New Roman"/>
                <w:color w:val="FF0000"/>
                <w:szCs w:val="16"/>
                <w:u w:val="none"/>
              </w:rPr>
              <w:t>Atención</w:t>
            </w:r>
            <w:r w:rsidRPr="0061264E">
              <w:rPr>
                <w:rFonts w:ascii="Times New Roman" w:hAnsi="Times New Roman" w:cs="Times New Roman"/>
                <w:b w:val="0"/>
                <w:color w:val="FF0000"/>
                <w:szCs w:val="16"/>
                <w:u w:val="none"/>
              </w:rPr>
              <w:t>: Seleccionar y Pulsar F9 para actualizar los totales</w:t>
            </w:r>
          </w:p>
        </w:tc>
        <w:tc>
          <w:tcPr>
            <w:tcW w:w="1559" w:type="dxa"/>
            <w:vAlign w:val="bottom"/>
          </w:tcPr>
          <w:p w:rsidR="0061264E" w:rsidRPr="00071F75" w:rsidRDefault="0061264E" w:rsidP="005000B2">
            <w:pPr>
              <w:jc w:val="right"/>
              <w:rPr>
                <w:b/>
                <w:bCs/>
                <w:color w:val="0000FF"/>
                <w:sz w:val="20"/>
              </w:rPr>
            </w:pPr>
          </w:p>
        </w:tc>
      </w:tr>
    </w:tbl>
    <w:p w:rsidR="005D6167" w:rsidRDefault="005D6167"/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1559"/>
      </w:tblGrid>
      <w:tr w:rsidR="006E24A2" w:rsidRPr="0002145A">
        <w:trPr>
          <w:cantSplit/>
        </w:trPr>
        <w:tc>
          <w:tcPr>
            <w:tcW w:w="10207" w:type="dxa"/>
            <w:gridSpan w:val="2"/>
            <w:shd w:val="clear" w:color="auto" w:fill="E6E6E6"/>
          </w:tcPr>
          <w:p w:rsidR="006E24A2" w:rsidRPr="0002145A" w:rsidRDefault="003A5967">
            <w:pPr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 xml:space="preserve">OTRAS FUENTES DE FINANCIACIÓN </w:t>
            </w:r>
            <w:r w:rsidRPr="0002145A">
              <w:rPr>
                <w:bCs/>
                <w:sz w:val="20"/>
              </w:rPr>
              <w:t>(e</w:t>
            </w:r>
            <w:r w:rsidR="006E24A2" w:rsidRPr="0002145A">
              <w:rPr>
                <w:bCs/>
                <w:sz w:val="20"/>
              </w:rPr>
              <w:t>specificar</w:t>
            </w:r>
            <w:r w:rsidR="006E24A2" w:rsidRPr="0002145A">
              <w:rPr>
                <w:b/>
                <w:bCs/>
                <w:sz w:val="20"/>
              </w:rPr>
              <w:t>)</w:t>
            </w:r>
          </w:p>
        </w:tc>
      </w:tr>
      <w:tr w:rsidR="006E24A2" w:rsidRPr="0002145A">
        <w:tc>
          <w:tcPr>
            <w:tcW w:w="8648" w:type="dxa"/>
          </w:tcPr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559" w:type="dxa"/>
          </w:tcPr>
          <w:p w:rsidR="006E24A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c>
          <w:tcPr>
            <w:tcW w:w="8648" w:type="dxa"/>
          </w:tcPr>
          <w:p w:rsidR="006E24A2" w:rsidRPr="0002145A" w:rsidRDefault="006E24A2" w:rsidP="00207FA1">
            <w:pPr>
              <w:pStyle w:val="Ttulo4"/>
              <w:jc w:val="right"/>
              <w:rPr>
                <w:rFonts w:ascii="Times New Roman" w:hAnsi="Times New Roman" w:cs="Times New Roman"/>
                <w:sz w:val="20"/>
                <w:u w:val="none"/>
              </w:rPr>
            </w:pPr>
            <w:r w:rsidRPr="0002145A">
              <w:rPr>
                <w:rFonts w:ascii="Times New Roman" w:hAnsi="Times New Roman" w:cs="Times New Roman"/>
                <w:sz w:val="20"/>
                <w:u w:val="none"/>
              </w:rPr>
              <w:t>TOTAL</w:t>
            </w:r>
            <w:r w:rsidR="00207FA1">
              <w:rPr>
                <w:rFonts w:ascii="Times New Roman" w:hAnsi="Times New Roman" w:cs="Times New Roman"/>
                <w:sz w:val="20"/>
                <w:u w:val="none"/>
              </w:rPr>
              <w:t xml:space="preserve"> </w:t>
            </w:r>
            <w:r w:rsidR="00207FA1" w:rsidRPr="00207FA1">
              <w:rPr>
                <w:rFonts w:ascii="Times New Roman" w:hAnsi="Times New Roman" w:cs="Times New Roman"/>
                <w:color w:val="FF0000"/>
                <w:szCs w:val="16"/>
                <w:u w:val="none"/>
              </w:rPr>
              <w:t>Atención</w:t>
            </w:r>
            <w:r w:rsidR="00207FA1" w:rsidRPr="0061264E">
              <w:rPr>
                <w:rFonts w:ascii="Times New Roman" w:hAnsi="Times New Roman" w:cs="Times New Roman"/>
                <w:b w:val="0"/>
                <w:color w:val="FF0000"/>
                <w:szCs w:val="16"/>
                <w:u w:val="none"/>
              </w:rPr>
              <w:t>: Seleccionar y Pulsar F9 para actualizar los totales</w:t>
            </w:r>
          </w:p>
        </w:tc>
        <w:tc>
          <w:tcPr>
            <w:tcW w:w="1559" w:type="dxa"/>
          </w:tcPr>
          <w:p w:rsidR="006E24A2" w:rsidRPr="00071F75" w:rsidRDefault="005D6167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=sum(above)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separate"/>
            </w:r>
            <w:r w:rsidR="00235E6D">
              <w:rPr>
                <w:b/>
                <w:bCs/>
                <w:noProof/>
                <w:color w:val="0000FF"/>
                <w:sz w:val="20"/>
              </w:rPr>
              <w:t>0</w: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</w:tbl>
    <w:p w:rsidR="005D6167" w:rsidRDefault="005D6167"/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1559"/>
      </w:tblGrid>
      <w:tr w:rsidR="006E24A2" w:rsidRPr="0002145A">
        <w:trPr>
          <w:cantSplit/>
        </w:trPr>
        <w:tc>
          <w:tcPr>
            <w:tcW w:w="10207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6E24A2" w:rsidRPr="0002145A" w:rsidRDefault="006E24A2">
            <w:pPr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DISTRIBUCIÓN POR CAPÍTULOS</w:t>
            </w:r>
          </w:p>
          <w:p w:rsidR="00946ADF" w:rsidRPr="0002145A" w:rsidRDefault="00946ADF">
            <w:pPr>
              <w:rPr>
                <w:b/>
                <w:bCs/>
                <w:sz w:val="20"/>
              </w:rPr>
            </w:pP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rPr>
                <w:b/>
                <w:bCs/>
                <w:sz w:val="20"/>
              </w:rPr>
            </w:pPr>
            <w:r w:rsidRPr="0002145A">
              <w:rPr>
                <w:b/>
                <w:sz w:val="20"/>
              </w:rPr>
              <w:t>PERSONAL (2)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rPr>
                <w:b/>
                <w:bCs/>
                <w:sz w:val="20"/>
              </w:rPr>
            </w:pPr>
            <w:r w:rsidRPr="0002145A">
              <w:rPr>
                <w:b/>
                <w:sz w:val="20"/>
              </w:rPr>
              <w:t>GASTOS CORRIENTES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ind w:left="2483"/>
              <w:rPr>
                <w:b/>
                <w:bCs/>
                <w:sz w:val="20"/>
              </w:rPr>
            </w:pPr>
            <w:r w:rsidRPr="0002145A">
              <w:rPr>
                <w:bCs/>
                <w:sz w:val="20"/>
              </w:rPr>
              <w:t>MANTENIMIENTO Y ACTIVIDA</w:t>
            </w:r>
            <w:r w:rsidRPr="003F4A37">
              <w:rPr>
                <w:bCs/>
                <w:sz w:val="20"/>
              </w:rPr>
              <w:t>DES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ind w:left="2483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DIETAS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rPr>
                <w:b/>
                <w:bCs/>
                <w:sz w:val="20"/>
              </w:rPr>
            </w:pPr>
            <w:r w:rsidRPr="0002145A">
              <w:rPr>
                <w:b/>
                <w:sz w:val="20"/>
              </w:rPr>
              <w:t>INVERSIONES (3)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ind w:left="2483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 xml:space="preserve">OBRAS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ind w:left="2483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EQUIPAMIENTOS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rPr>
          <w:cantSplit/>
        </w:trPr>
        <w:tc>
          <w:tcPr>
            <w:tcW w:w="8648" w:type="dxa"/>
          </w:tcPr>
          <w:p w:rsidR="006E24A2" w:rsidRPr="0002145A" w:rsidRDefault="006E24A2" w:rsidP="00207FA1">
            <w:pPr>
              <w:pStyle w:val="Ttulo4"/>
              <w:rPr>
                <w:rFonts w:ascii="Times New Roman" w:hAnsi="Times New Roman" w:cs="Times New Roman"/>
                <w:b w:val="0"/>
                <w:sz w:val="20"/>
                <w:u w:val="none"/>
              </w:rPr>
            </w:pPr>
            <w:r w:rsidRPr="0002145A">
              <w:rPr>
                <w:rFonts w:ascii="Times New Roman" w:hAnsi="Times New Roman" w:cs="Times New Roman"/>
                <w:sz w:val="20"/>
                <w:u w:val="none"/>
              </w:rPr>
              <w:t>TOTAL</w:t>
            </w:r>
            <w:r w:rsidR="00AA2FE3" w:rsidRPr="0002145A">
              <w:rPr>
                <w:rFonts w:ascii="Times New Roman" w:hAnsi="Times New Roman" w:cs="Times New Roman"/>
                <w:sz w:val="20"/>
                <w:u w:val="none"/>
              </w:rPr>
              <w:t xml:space="preserve"> </w:t>
            </w:r>
            <w:r w:rsidR="00AA2FE3" w:rsidRPr="0002145A">
              <w:rPr>
                <w:rFonts w:ascii="Times New Roman" w:hAnsi="Times New Roman" w:cs="Times New Roman"/>
                <w:b w:val="0"/>
                <w:sz w:val="20"/>
                <w:u w:val="none"/>
              </w:rPr>
              <w:t>(4)</w:t>
            </w:r>
          </w:p>
          <w:p w:rsidR="00247622" w:rsidRPr="00207FA1" w:rsidRDefault="00207FA1" w:rsidP="00207FA1">
            <w:pPr>
              <w:jc w:val="right"/>
            </w:pPr>
            <w:r w:rsidRPr="00207FA1">
              <w:rPr>
                <w:b/>
                <w:color w:val="FF0000"/>
                <w:sz w:val="16"/>
                <w:szCs w:val="16"/>
              </w:rPr>
              <w:t>Atención</w:t>
            </w:r>
            <w:r w:rsidRPr="00207FA1">
              <w:rPr>
                <w:color w:val="FF0000"/>
                <w:sz w:val="16"/>
                <w:szCs w:val="16"/>
              </w:rPr>
              <w:t>: Seleccionar y Pulsar F9 para actualizar los totales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24A2" w:rsidRPr="00071F75" w:rsidRDefault="005D6167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=sum(above)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separate"/>
            </w:r>
            <w:r w:rsidR="00235E6D">
              <w:rPr>
                <w:b/>
                <w:bCs/>
                <w:noProof/>
                <w:color w:val="0000FF"/>
                <w:sz w:val="20"/>
              </w:rPr>
              <w:t>0</w: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</w:tbl>
    <w:p w:rsidR="005D6167" w:rsidRDefault="005D6167"/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9"/>
        <w:gridCol w:w="444"/>
        <w:gridCol w:w="683"/>
        <w:gridCol w:w="592"/>
        <w:gridCol w:w="447"/>
        <w:gridCol w:w="971"/>
        <w:gridCol w:w="813"/>
        <w:gridCol w:w="1295"/>
        <w:gridCol w:w="1559"/>
      </w:tblGrid>
      <w:tr w:rsidR="006E24A2" w:rsidRPr="0002145A">
        <w:trPr>
          <w:cantSplit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C0C0C0"/>
          </w:tcPr>
          <w:p w:rsidR="00AD6350" w:rsidRPr="0002145A" w:rsidRDefault="006E24A2" w:rsidP="004C049F">
            <w:pPr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V. PERSONAL ADSCRITO AL PROYECTO</w:t>
            </w:r>
            <w:r w:rsidR="00260FED">
              <w:rPr>
                <w:b/>
                <w:bCs/>
                <w:sz w:val="20"/>
              </w:rPr>
              <w:t xml:space="preserve"> </w:t>
            </w:r>
          </w:p>
        </w:tc>
      </w:tr>
      <w:tr w:rsidR="007334F7" w:rsidRPr="0002145A">
        <w:tc>
          <w:tcPr>
            <w:tcW w:w="2694" w:type="dxa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PUESTO DE TRABAJO</w:t>
            </w:r>
          </w:p>
        </w:tc>
        <w:tc>
          <w:tcPr>
            <w:tcW w:w="1153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HOMBRE/MUJER: H/M</w:t>
            </w:r>
          </w:p>
        </w:tc>
        <w:tc>
          <w:tcPr>
            <w:tcW w:w="1275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GITANO/NO GITANO:</w:t>
            </w:r>
          </w:p>
          <w:p w:rsidR="007334F7" w:rsidRPr="0002145A" w:rsidRDefault="007334F7" w:rsidP="00946ADF">
            <w:pPr>
              <w:jc w:val="center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G/NG</w:t>
            </w:r>
          </w:p>
        </w:tc>
        <w:tc>
          <w:tcPr>
            <w:tcW w:w="1418" w:type="dxa"/>
            <w:gridSpan w:val="2"/>
            <w:shd w:val="clear" w:color="auto" w:fill="E6E6E6"/>
          </w:tcPr>
          <w:p w:rsidR="00946ADF" w:rsidRPr="0002145A" w:rsidRDefault="00946ADF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DEDICACIÓN SEMANAL: TOTAL/</w:t>
            </w:r>
          </w:p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PARCIAL</w:t>
            </w:r>
          </w:p>
        </w:tc>
        <w:tc>
          <w:tcPr>
            <w:tcW w:w="2108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DEPENDENCIA ADMINISTRATIVA</w:t>
            </w:r>
          </w:p>
        </w:tc>
        <w:tc>
          <w:tcPr>
            <w:tcW w:w="1559" w:type="dxa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/>
                <w:bCs/>
                <w:sz w:val="20"/>
              </w:rPr>
            </w:pPr>
            <w:r w:rsidRPr="0002145A">
              <w:rPr>
                <w:sz w:val="20"/>
              </w:rPr>
              <w:t>COSTE SALARIAL</w:t>
            </w:r>
          </w:p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EN EUROS</w:t>
            </w:r>
            <w:r w:rsidR="00AA2FE3" w:rsidRPr="0002145A">
              <w:rPr>
                <w:sz w:val="20"/>
              </w:rPr>
              <w:t xml:space="preserve"> </w:t>
            </w:r>
          </w:p>
        </w:tc>
      </w:tr>
      <w:tr w:rsidR="007334F7" w:rsidRPr="0002145A">
        <w:tc>
          <w:tcPr>
            <w:tcW w:w="2694" w:type="dxa"/>
          </w:tcPr>
          <w:p w:rsidR="007334F7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bookmarkStart w:id="1" w:name="Texto42"/>
        <w:tc>
          <w:tcPr>
            <w:tcW w:w="1153" w:type="dxa"/>
            <w:gridSpan w:val="2"/>
            <w:shd w:val="clear" w:color="auto" w:fill="auto"/>
          </w:tcPr>
          <w:p w:rsidR="007334F7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334F7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7334F7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bookmarkEnd w:id="1"/>
        <w:tc>
          <w:tcPr>
            <w:tcW w:w="2108" w:type="dxa"/>
            <w:gridSpan w:val="2"/>
          </w:tcPr>
          <w:p w:rsidR="007334F7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7334F7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7334F7" w:rsidRPr="0002145A">
        <w:tc>
          <w:tcPr>
            <w:tcW w:w="2694" w:type="dxa"/>
          </w:tcPr>
          <w:p w:rsidR="007334F7" w:rsidRPr="0002145A" w:rsidRDefault="007334F7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:rsidR="007334F7" w:rsidRPr="0002145A" w:rsidRDefault="007334F7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7334F7" w:rsidRPr="0002145A" w:rsidRDefault="007334F7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gridSpan w:val="2"/>
          </w:tcPr>
          <w:p w:rsidR="007334F7" w:rsidRPr="0002145A" w:rsidRDefault="007334F7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2108" w:type="dxa"/>
            <w:gridSpan w:val="2"/>
          </w:tcPr>
          <w:p w:rsidR="002B6B39" w:rsidRDefault="007334F7" w:rsidP="002B6B39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TOTAL</w:t>
            </w:r>
            <w:r w:rsidR="002B6B39">
              <w:rPr>
                <w:b/>
                <w:bCs/>
                <w:sz w:val="20"/>
              </w:rPr>
              <w:t>(2)</w:t>
            </w:r>
          </w:p>
          <w:p w:rsidR="007D149F" w:rsidRPr="007D149F" w:rsidRDefault="007D149F" w:rsidP="002B6B39">
            <w:pPr>
              <w:jc w:val="both"/>
              <w:rPr>
                <w:bCs/>
                <w:sz w:val="12"/>
                <w:szCs w:val="12"/>
              </w:rPr>
            </w:pPr>
            <w:r w:rsidRPr="007D149F">
              <w:rPr>
                <w:b/>
                <w:color w:val="FF0000"/>
                <w:sz w:val="12"/>
                <w:szCs w:val="12"/>
              </w:rPr>
              <w:t>Atención</w:t>
            </w:r>
            <w:r w:rsidRPr="007D149F">
              <w:rPr>
                <w:color w:val="FF0000"/>
                <w:sz w:val="12"/>
                <w:szCs w:val="12"/>
              </w:rPr>
              <w:t>: Seleccionar y Pulsar F9 para actualizar los totales</w:t>
            </w:r>
          </w:p>
        </w:tc>
        <w:tc>
          <w:tcPr>
            <w:tcW w:w="1559" w:type="dxa"/>
          </w:tcPr>
          <w:p w:rsidR="007334F7" w:rsidRPr="0002145A" w:rsidRDefault="00DD4A40" w:rsidP="007D149F">
            <w:pPr>
              <w:jc w:val="center"/>
              <w:rPr>
                <w:b/>
                <w:bCs/>
                <w:sz w:val="20"/>
              </w:rPr>
            </w:pPr>
            <w:r w:rsidRPr="007D149F">
              <w:rPr>
                <w:b/>
                <w:bCs/>
                <w:color w:val="0000FF"/>
                <w:sz w:val="20"/>
              </w:rPr>
              <w:fldChar w:fldCharType="begin"/>
            </w:r>
            <w:r w:rsidRPr="007D149F">
              <w:rPr>
                <w:b/>
                <w:bCs/>
                <w:color w:val="0000FF"/>
                <w:sz w:val="20"/>
              </w:rPr>
              <w:instrText xml:space="preserve"> =sum(f3:f9) </w:instrText>
            </w:r>
            <w:r w:rsidRPr="007D149F">
              <w:rPr>
                <w:b/>
                <w:bCs/>
                <w:color w:val="0000FF"/>
                <w:sz w:val="20"/>
              </w:rPr>
              <w:fldChar w:fldCharType="separate"/>
            </w:r>
            <w:r w:rsidR="00235E6D">
              <w:rPr>
                <w:b/>
                <w:bCs/>
                <w:noProof/>
                <w:color w:val="0000FF"/>
                <w:sz w:val="20"/>
              </w:rPr>
              <w:t>0</w:t>
            </w:r>
            <w:r w:rsidRPr="007D149F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rPr>
          <w:cantSplit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E6E6E6"/>
          </w:tcPr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VOLUNTARIADO</w:t>
            </w:r>
          </w:p>
          <w:p w:rsidR="00946ADF" w:rsidRPr="0002145A" w:rsidRDefault="00946ADF">
            <w:pPr>
              <w:jc w:val="both"/>
              <w:rPr>
                <w:b/>
                <w:bCs/>
                <w:sz w:val="20"/>
              </w:rPr>
            </w:pPr>
          </w:p>
        </w:tc>
      </w:tr>
      <w:tr w:rsidR="007334F7" w:rsidRPr="0002145A">
        <w:tc>
          <w:tcPr>
            <w:tcW w:w="3403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FUNCIONES</w:t>
            </w:r>
          </w:p>
        </w:tc>
        <w:tc>
          <w:tcPr>
            <w:tcW w:w="1127" w:type="dxa"/>
            <w:gridSpan w:val="2"/>
            <w:shd w:val="clear" w:color="auto" w:fill="E6E6E6"/>
          </w:tcPr>
          <w:p w:rsidR="007334F7" w:rsidRPr="0002145A" w:rsidRDefault="007334F7">
            <w:pPr>
              <w:jc w:val="both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H/M</w:t>
            </w:r>
          </w:p>
        </w:tc>
        <w:tc>
          <w:tcPr>
            <w:tcW w:w="1039" w:type="dxa"/>
            <w:gridSpan w:val="2"/>
            <w:shd w:val="clear" w:color="auto" w:fill="E6E6E6"/>
          </w:tcPr>
          <w:p w:rsidR="007334F7" w:rsidRPr="0002145A" w:rsidRDefault="007334F7">
            <w:pPr>
              <w:jc w:val="both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G/</w:t>
            </w:r>
            <w:r w:rsidR="00946ADF" w:rsidRPr="0002145A">
              <w:rPr>
                <w:bCs/>
                <w:sz w:val="20"/>
              </w:rPr>
              <w:t xml:space="preserve"> N</w:t>
            </w:r>
            <w:r w:rsidRPr="0002145A">
              <w:rPr>
                <w:bCs/>
                <w:sz w:val="20"/>
              </w:rPr>
              <w:t>G</w:t>
            </w:r>
          </w:p>
        </w:tc>
        <w:tc>
          <w:tcPr>
            <w:tcW w:w="1784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/>
                <w:bCs/>
                <w:sz w:val="20"/>
              </w:rPr>
            </w:pPr>
            <w:r w:rsidRPr="0002145A">
              <w:rPr>
                <w:sz w:val="20"/>
              </w:rPr>
              <w:t>DEDICACIÓN SEMANAL</w:t>
            </w:r>
          </w:p>
        </w:tc>
        <w:tc>
          <w:tcPr>
            <w:tcW w:w="2854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/>
                <w:bCs/>
                <w:sz w:val="20"/>
              </w:rPr>
            </w:pPr>
            <w:r w:rsidRPr="0002145A">
              <w:rPr>
                <w:sz w:val="20"/>
              </w:rPr>
              <w:t>DEPENDENCIA ADMINISTRATIVA</w:t>
            </w:r>
          </w:p>
        </w:tc>
      </w:tr>
      <w:tr w:rsidR="007334F7" w:rsidRPr="0002145A">
        <w:tc>
          <w:tcPr>
            <w:tcW w:w="3403" w:type="dxa"/>
            <w:gridSpan w:val="2"/>
          </w:tcPr>
          <w:p w:rsidR="007334F7" w:rsidRPr="00D75117" w:rsidRDefault="00071F75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27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</w:t>
            </w:r>
          </w:p>
        </w:tc>
        <w:tc>
          <w:tcPr>
            <w:tcW w:w="1039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784" w:type="dxa"/>
            <w:gridSpan w:val="2"/>
          </w:tcPr>
          <w:p w:rsidR="007334F7" w:rsidRPr="00D75117" w:rsidRDefault="00000311">
            <w:pPr>
              <w:jc w:val="center"/>
              <w:rPr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**</w:t>
            </w:r>
          </w:p>
        </w:tc>
        <w:tc>
          <w:tcPr>
            <w:tcW w:w="2854" w:type="dxa"/>
            <w:gridSpan w:val="2"/>
          </w:tcPr>
          <w:p w:rsidR="007334F7" w:rsidRPr="00D75117" w:rsidRDefault="00000311" w:rsidP="00B67E5B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7334F7" w:rsidRPr="0002145A">
        <w:tc>
          <w:tcPr>
            <w:tcW w:w="3403" w:type="dxa"/>
            <w:gridSpan w:val="2"/>
          </w:tcPr>
          <w:p w:rsidR="007334F7" w:rsidRPr="00D75117" w:rsidRDefault="00000311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27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</w:t>
            </w:r>
          </w:p>
        </w:tc>
        <w:tc>
          <w:tcPr>
            <w:tcW w:w="1039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784" w:type="dxa"/>
            <w:gridSpan w:val="2"/>
          </w:tcPr>
          <w:p w:rsidR="007334F7" w:rsidRPr="00D75117" w:rsidRDefault="00000311">
            <w:pPr>
              <w:jc w:val="center"/>
              <w:rPr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**</w:t>
            </w:r>
          </w:p>
        </w:tc>
        <w:tc>
          <w:tcPr>
            <w:tcW w:w="2854" w:type="dxa"/>
            <w:gridSpan w:val="2"/>
          </w:tcPr>
          <w:p w:rsidR="007334F7" w:rsidRPr="00D75117" w:rsidRDefault="00000311" w:rsidP="00B67E5B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7334F7" w:rsidRPr="0002145A">
        <w:tc>
          <w:tcPr>
            <w:tcW w:w="3403" w:type="dxa"/>
            <w:gridSpan w:val="2"/>
          </w:tcPr>
          <w:p w:rsidR="007334F7" w:rsidRPr="00D75117" w:rsidRDefault="00000311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27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</w:t>
            </w:r>
          </w:p>
        </w:tc>
        <w:tc>
          <w:tcPr>
            <w:tcW w:w="1039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784" w:type="dxa"/>
            <w:gridSpan w:val="2"/>
          </w:tcPr>
          <w:p w:rsidR="007334F7" w:rsidRPr="00D75117" w:rsidRDefault="00000311">
            <w:pPr>
              <w:jc w:val="center"/>
              <w:rPr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**</w:t>
            </w:r>
          </w:p>
        </w:tc>
        <w:tc>
          <w:tcPr>
            <w:tcW w:w="2854" w:type="dxa"/>
            <w:gridSpan w:val="2"/>
          </w:tcPr>
          <w:p w:rsidR="007334F7" w:rsidRPr="00D75117" w:rsidRDefault="00000311" w:rsidP="00B67E5B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</w:tbl>
    <w:p w:rsidR="0036053D" w:rsidRPr="00DD4A40" w:rsidRDefault="00AA2FE3" w:rsidP="00D44550">
      <w:pPr>
        <w:numPr>
          <w:ilvl w:val="0"/>
          <w:numId w:val="37"/>
        </w:numPr>
        <w:tabs>
          <w:tab w:val="clear" w:pos="720"/>
          <w:tab w:val="num" w:pos="284"/>
        </w:tabs>
        <w:ind w:left="284" w:hanging="426"/>
        <w:jc w:val="both"/>
        <w:rPr>
          <w:bCs/>
          <w:sz w:val="16"/>
          <w:szCs w:val="16"/>
        </w:rPr>
      </w:pPr>
      <w:r w:rsidRPr="00DD4A40">
        <w:rPr>
          <w:bCs/>
          <w:sz w:val="16"/>
          <w:szCs w:val="16"/>
        </w:rPr>
        <w:t>La financiación del Mº será la aprobada por Acuerdo de Consejo de Ministros y las de la C.A. y/o las CC.LL. deberán coincidir con las cantidades de aportación propia de los respectivos certificados de retención de crédito.</w:t>
      </w:r>
    </w:p>
    <w:p w:rsidR="00AA2FE3" w:rsidRPr="00DD4A40" w:rsidRDefault="00AA2FE3" w:rsidP="00D44550">
      <w:pPr>
        <w:numPr>
          <w:ilvl w:val="0"/>
          <w:numId w:val="37"/>
        </w:numPr>
        <w:tabs>
          <w:tab w:val="clear" w:pos="720"/>
          <w:tab w:val="num" w:pos="284"/>
        </w:tabs>
        <w:ind w:left="284" w:hanging="426"/>
        <w:jc w:val="both"/>
        <w:rPr>
          <w:bCs/>
          <w:sz w:val="16"/>
          <w:szCs w:val="16"/>
        </w:rPr>
      </w:pPr>
      <w:r w:rsidRPr="00DD4A40">
        <w:rPr>
          <w:bCs/>
          <w:sz w:val="16"/>
          <w:szCs w:val="16"/>
        </w:rPr>
        <w:t>Sólo se imputarán los gastos de personal imputables al proyecto</w:t>
      </w:r>
    </w:p>
    <w:p w:rsidR="00AA2FE3" w:rsidRPr="00DD4A40" w:rsidRDefault="00AA2FE3" w:rsidP="00D44550">
      <w:pPr>
        <w:numPr>
          <w:ilvl w:val="0"/>
          <w:numId w:val="37"/>
        </w:numPr>
        <w:tabs>
          <w:tab w:val="clear" w:pos="720"/>
          <w:tab w:val="num" w:pos="284"/>
        </w:tabs>
        <w:ind w:left="284" w:hanging="426"/>
        <w:jc w:val="both"/>
        <w:rPr>
          <w:bCs/>
          <w:sz w:val="16"/>
          <w:szCs w:val="16"/>
        </w:rPr>
      </w:pPr>
      <w:r w:rsidRPr="00DD4A40">
        <w:rPr>
          <w:bCs/>
          <w:sz w:val="16"/>
          <w:szCs w:val="16"/>
        </w:rPr>
        <w:t xml:space="preserve">Los gastos de inversión solo pueden ser imputados a la aportación </w:t>
      </w:r>
      <w:r w:rsidR="00D21D65" w:rsidRPr="00DD4A40">
        <w:rPr>
          <w:bCs/>
          <w:sz w:val="16"/>
          <w:szCs w:val="16"/>
        </w:rPr>
        <w:t xml:space="preserve">económica </w:t>
      </w:r>
      <w:r w:rsidRPr="00DD4A40">
        <w:rPr>
          <w:bCs/>
          <w:sz w:val="16"/>
          <w:szCs w:val="16"/>
        </w:rPr>
        <w:t>de la C.A. y/o de las CC.LL.</w:t>
      </w:r>
    </w:p>
    <w:p w:rsidR="00AA2FE3" w:rsidRPr="00DD4A40" w:rsidRDefault="00AA2FE3" w:rsidP="00D44550">
      <w:pPr>
        <w:numPr>
          <w:ilvl w:val="0"/>
          <w:numId w:val="37"/>
        </w:numPr>
        <w:tabs>
          <w:tab w:val="clear" w:pos="720"/>
          <w:tab w:val="num" w:pos="284"/>
        </w:tabs>
        <w:ind w:hanging="862"/>
        <w:jc w:val="both"/>
        <w:rPr>
          <w:bCs/>
          <w:sz w:val="16"/>
          <w:szCs w:val="16"/>
        </w:rPr>
      </w:pPr>
      <w:r w:rsidRPr="00DD4A40">
        <w:rPr>
          <w:bCs/>
          <w:sz w:val="16"/>
          <w:szCs w:val="16"/>
        </w:rPr>
        <w:t>El total de gastos deberá coincidir con el total de la financiación</w:t>
      </w:r>
    </w:p>
    <w:p w:rsidR="006E24A2" w:rsidRPr="0002145A" w:rsidRDefault="00EB4606">
      <w:pPr>
        <w:jc w:val="both"/>
        <w:rPr>
          <w:b/>
          <w:bCs/>
          <w:sz w:val="20"/>
        </w:rPr>
      </w:pPr>
      <w:r w:rsidRPr="0002145A">
        <w:rPr>
          <w:b/>
          <w:bCs/>
          <w:sz w:val="20"/>
        </w:rPr>
        <w:br w:type="page"/>
      </w:r>
    </w:p>
    <w:tbl>
      <w:tblPr>
        <w:tblW w:w="0" w:type="auto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6"/>
      </w:tblGrid>
      <w:tr w:rsidR="006E24A2" w:rsidRPr="0002145A" w:rsidTr="00F30BB1">
        <w:trPr>
          <w:cantSplit/>
          <w:trHeight w:val="430"/>
        </w:trPr>
        <w:tc>
          <w:tcPr>
            <w:tcW w:w="9916" w:type="dxa"/>
            <w:tcBorders>
              <w:bottom w:val="single" w:sz="4" w:space="0" w:color="auto"/>
            </w:tcBorders>
            <w:shd w:val="clear" w:color="auto" w:fill="C0C0C0"/>
          </w:tcPr>
          <w:p w:rsidR="006E24A2" w:rsidRPr="0002145A" w:rsidRDefault="006E24A2" w:rsidP="00EB4606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lastRenderedPageBreak/>
              <w:t>VI. PARTICIPACIÓN DE LA POBLACIÓN</w:t>
            </w:r>
            <w:r w:rsidR="005000B2">
              <w:rPr>
                <w:b/>
                <w:bCs/>
                <w:sz w:val="20"/>
              </w:rPr>
              <w:t xml:space="preserve"> </w:t>
            </w:r>
            <w:r w:rsidR="005000B2" w:rsidRPr="005000B2">
              <w:rPr>
                <w:b/>
                <w:bCs/>
                <w:color w:val="7030A0"/>
                <w:sz w:val="20"/>
              </w:rPr>
              <w:t>(Resulta preceptiva la cumplimentación de este apartado).</w:t>
            </w:r>
          </w:p>
        </w:tc>
      </w:tr>
      <w:tr w:rsidR="006E24A2" w:rsidRPr="0002145A" w:rsidTr="00F30BB1">
        <w:trPr>
          <w:cantSplit/>
        </w:trPr>
        <w:tc>
          <w:tcPr>
            <w:tcW w:w="9916" w:type="dxa"/>
          </w:tcPr>
          <w:p w:rsidR="006E24A2" w:rsidRPr="0002145A" w:rsidRDefault="006E24A2">
            <w:pPr>
              <w:jc w:val="both"/>
              <w:rPr>
                <w:position w:val="-6"/>
                <w:sz w:val="20"/>
              </w:rPr>
            </w:pPr>
            <w:r w:rsidRPr="0002145A">
              <w:rPr>
                <w:position w:val="-6"/>
                <w:sz w:val="20"/>
              </w:rPr>
              <w:t>ASOCIACIONES GITANAS</w:t>
            </w:r>
            <w:r w:rsidR="00D75117">
              <w:rPr>
                <w:position w:val="-6"/>
                <w:sz w:val="20"/>
              </w:rPr>
              <w:t xml:space="preserve"> </w:t>
            </w:r>
            <w:r w:rsidR="00D75117">
              <w:rPr>
                <w:position w:val="-6"/>
                <w:sz w:val="20"/>
              </w:rPr>
              <w:fldChar w:fldCharType="begin"/>
            </w:r>
            <w:r w:rsidR="00D75117">
              <w:rPr>
                <w:position w:val="-6"/>
                <w:sz w:val="20"/>
              </w:rPr>
              <w:instrText xml:space="preserve">  </w:instrText>
            </w:r>
            <w:r w:rsidR="00D75117">
              <w:rPr>
                <w:position w:val="-6"/>
                <w:sz w:val="20"/>
              </w:rPr>
              <w:fldChar w:fldCharType="end"/>
            </w:r>
            <w:r w:rsidR="00DD4A40">
              <w:rPr>
                <w:position w:val="-6"/>
                <w:sz w:val="20"/>
              </w:rPr>
              <w:t xml:space="preserve"> </w:t>
            </w:r>
            <w:sdt>
              <w:sdtPr>
                <w:rPr>
                  <w:color w:val="0000FF"/>
                  <w:position w:val="-6"/>
                  <w:sz w:val="20"/>
                </w:rPr>
                <w:id w:val="515279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117" w:rsidRPr="00D75117">
                  <w:rPr>
                    <w:rFonts w:ascii="MS Gothic" w:eastAsia="MS Gothic" w:hAnsi="MS Gothic" w:hint="eastAsia"/>
                    <w:color w:val="0000FF"/>
                    <w:position w:val="-6"/>
                    <w:sz w:val="20"/>
                  </w:rPr>
                  <w:t>☐</w:t>
                </w:r>
              </w:sdtContent>
            </w:sdt>
            <w:r w:rsidRPr="0002145A">
              <w:rPr>
                <w:position w:val="-6"/>
                <w:sz w:val="20"/>
              </w:rPr>
              <w:t xml:space="preserve"> </w:t>
            </w:r>
            <w:r w:rsidR="00D75117">
              <w:rPr>
                <w:position w:val="-6"/>
                <w:sz w:val="20"/>
              </w:rPr>
              <w:t xml:space="preserve"> </w:t>
            </w:r>
            <w:r w:rsidRPr="0002145A">
              <w:rPr>
                <w:position w:val="-6"/>
                <w:sz w:val="20"/>
              </w:rPr>
              <w:t>(Especificar)</w:t>
            </w:r>
            <w:r w:rsidR="00D75117">
              <w:rPr>
                <w:position w:val="-6"/>
                <w:sz w:val="20"/>
              </w:rPr>
              <w:t xml:space="preserve"> </w:t>
            </w:r>
            <w:r w:rsidR="00D75117" w:rsidRPr="00D75117">
              <w:rPr>
                <w:color w:val="0000FF"/>
                <w:position w:val="-6"/>
                <w:sz w:val="20"/>
              </w:rPr>
              <w:fldChar w:fldCharType="begin"/>
            </w:r>
            <w:r w:rsidR="00D75117" w:rsidRPr="00D75117">
              <w:rPr>
                <w:color w:val="0000FF"/>
                <w:position w:val="-6"/>
                <w:sz w:val="20"/>
              </w:rPr>
              <w:instrText xml:space="preserve">  </w:instrText>
            </w:r>
            <w:r w:rsidR="00D75117" w:rsidRPr="00D75117">
              <w:rPr>
                <w:color w:val="0000FF"/>
                <w:position w:val="-6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rPr>
          <w:cantSplit/>
        </w:trPr>
        <w:tc>
          <w:tcPr>
            <w:tcW w:w="9916" w:type="dxa"/>
            <w:tcBorders>
              <w:bottom w:val="single" w:sz="4" w:space="0" w:color="auto"/>
            </w:tcBorders>
          </w:tcPr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OTRAS ASOCIACIONES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="00DD4A40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221191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t xml:space="preserve"> </w:t>
            </w:r>
            <w:r w:rsidRPr="0002145A">
              <w:rPr>
                <w:sz w:val="20"/>
              </w:rPr>
              <w:t>(Especificar)</w:t>
            </w:r>
            <w:r w:rsidR="00D75117">
              <w:rPr>
                <w:sz w:val="20"/>
              </w:rPr>
              <w:t xml:space="preserve"> </w:t>
            </w:r>
            <w:r w:rsidR="00D75117" w:rsidRPr="00D75117">
              <w:rPr>
                <w:color w:val="0000FF"/>
                <w:sz w:val="20"/>
              </w:rPr>
              <w:fldChar w:fldCharType="begin"/>
            </w:r>
            <w:r w:rsidR="00D75117" w:rsidRPr="00D75117">
              <w:rPr>
                <w:color w:val="0000FF"/>
                <w:sz w:val="20"/>
              </w:rPr>
              <w:instrText xml:space="preserve">  </w:instrText>
            </w:r>
            <w:r w:rsidR="00D75117" w:rsidRPr="00D75117">
              <w:rPr>
                <w:color w:val="0000FF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rPr>
          <w:cantSplit/>
        </w:trPr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 xml:space="preserve">REUNIONES Y ASAMBLEAS 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     </w:t>
            </w:r>
            <w:sdt>
              <w:sdtPr>
                <w:rPr>
                  <w:color w:val="0000FF"/>
                  <w:sz w:val="20"/>
                </w:rPr>
                <w:id w:val="-1665387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    CREACIÓN DE COMISIONES 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  </w:t>
            </w:r>
            <w:sdt>
              <w:sdtPr>
                <w:rPr>
                  <w:color w:val="0000FF"/>
                  <w:sz w:val="20"/>
                </w:rPr>
                <w:id w:val="-741413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</w:t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PARTICIPACIÓN EN CONSEJOS U OTROS ORGANISMOS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="00DD4A40">
              <w:rPr>
                <w:sz w:val="20"/>
              </w:rPr>
              <w:t xml:space="preserve">   </w:t>
            </w:r>
            <w:sdt>
              <w:sdtPr>
                <w:rPr>
                  <w:color w:val="0000FF"/>
                  <w:sz w:val="20"/>
                </w:rPr>
                <w:id w:val="1363168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DD4A40">
              <w:rPr>
                <w:sz w:val="20"/>
              </w:rPr>
              <w:t xml:space="preserve">   CONVENIOS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="00DD4A40">
              <w:rPr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171985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rPr>
          <w:cantSplit/>
        </w:trPr>
        <w:tc>
          <w:tcPr>
            <w:tcW w:w="9916" w:type="dxa"/>
            <w:tcBorders>
              <w:top w:val="single" w:sz="4" w:space="0" w:color="auto"/>
            </w:tcBorders>
          </w:tcPr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OTROS (especificar)</w:t>
            </w:r>
            <w:r w:rsidR="00A911DF">
              <w:rPr>
                <w:sz w:val="20"/>
              </w:rPr>
              <w:t xml:space="preserve"> </w:t>
            </w:r>
          </w:p>
          <w:p w:rsidR="006E24A2" w:rsidRPr="00D75117" w:rsidRDefault="00D75117">
            <w:pPr>
              <w:jc w:val="both"/>
              <w:rPr>
                <w:color w:val="0000FF"/>
                <w:sz w:val="20"/>
              </w:rPr>
            </w:pPr>
            <w:r w:rsidRPr="00D75117">
              <w:rPr>
                <w:color w:val="0000FF"/>
                <w:sz w:val="20"/>
              </w:rPr>
              <w:fldChar w:fldCharType="begin"/>
            </w:r>
            <w:r w:rsidRPr="00D75117">
              <w:rPr>
                <w:color w:val="0000FF"/>
                <w:sz w:val="20"/>
              </w:rPr>
              <w:instrText xml:space="preserve">  </w:instrText>
            </w:r>
            <w:r w:rsidRPr="00D75117">
              <w:rPr>
                <w:color w:val="0000FF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rPr>
          <w:cantSplit/>
          <w:trHeight w:val="430"/>
        </w:trPr>
        <w:tc>
          <w:tcPr>
            <w:tcW w:w="9916" w:type="dxa"/>
            <w:tcBorders>
              <w:bottom w:val="single" w:sz="4" w:space="0" w:color="auto"/>
            </w:tcBorders>
          </w:tcPr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PARTICIPACIÓN EN EL PROYECTO</w:t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  <w:bdr w:val="single" w:sz="4" w:space="0" w:color="auto"/>
              </w:rPr>
            </w:pPr>
            <w:r w:rsidRPr="0002145A">
              <w:rPr>
                <w:sz w:val="20"/>
              </w:rPr>
              <w:t>EN EL DISEÑO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1340739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11DF" w:rsidRPr="00A911D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     EN LA EJECUCIÓN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132265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A911D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     EN LA </w:t>
            </w:r>
            <w:r w:rsidR="00DD4A40">
              <w:rPr>
                <w:sz w:val="20"/>
              </w:rPr>
              <w:t>EVALUACIÓN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="00DD4A40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136705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A911D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  <w:p w:rsidR="00D21D65" w:rsidRPr="0002145A" w:rsidRDefault="00D21D65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c>
          <w:tcPr>
            <w:tcW w:w="9916" w:type="dxa"/>
            <w:shd w:val="clear" w:color="auto" w:fill="C0C0C0"/>
          </w:tcPr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VII. OBSERVACIONES</w:t>
            </w:r>
          </w:p>
          <w:p w:rsidR="00AD6350" w:rsidRPr="0002145A" w:rsidRDefault="00AD6350">
            <w:pPr>
              <w:jc w:val="both"/>
              <w:rPr>
                <w:b/>
                <w:bCs/>
                <w:sz w:val="20"/>
              </w:rPr>
            </w:pPr>
          </w:p>
        </w:tc>
      </w:tr>
      <w:tr w:rsidR="006E24A2" w:rsidRPr="0002145A" w:rsidTr="00F30BB1">
        <w:tc>
          <w:tcPr>
            <w:tcW w:w="9916" w:type="dxa"/>
          </w:tcPr>
          <w:p w:rsidR="006E24A2" w:rsidRPr="00D75117" w:rsidRDefault="00D75117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C8594C" w:rsidRPr="0002145A" w:rsidRDefault="00C8594C">
            <w:pPr>
              <w:jc w:val="both"/>
              <w:rPr>
                <w:b/>
                <w:bCs/>
                <w:sz w:val="20"/>
              </w:rPr>
            </w:pPr>
          </w:p>
          <w:p w:rsidR="00C8594C" w:rsidRPr="0002145A" w:rsidRDefault="00C8594C">
            <w:pPr>
              <w:jc w:val="both"/>
              <w:rPr>
                <w:b/>
                <w:bCs/>
                <w:sz w:val="20"/>
              </w:rPr>
            </w:pPr>
          </w:p>
          <w:p w:rsidR="00C8594C" w:rsidRPr="0002145A" w:rsidRDefault="00C8594C">
            <w:pPr>
              <w:jc w:val="both"/>
              <w:rPr>
                <w:b/>
                <w:bCs/>
                <w:sz w:val="20"/>
              </w:rPr>
            </w:pPr>
          </w:p>
          <w:p w:rsidR="00C12F8C" w:rsidRPr="0002145A" w:rsidRDefault="00C12F8C">
            <w:pPr>
              <w:jc w:val="both"/>
              <w:rPr>
                <w:b/>
                <w:bCs/>
                <w:sz w:val="20"/>
              </w:rPr>
            </w:pPr>
          </w:p>
          <w:p w:rsidR="003716D4" w:rsidRPr="0002145A" w:rsidRDefault="003716D4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</w:tc>
      </w:tr>
      <w:tr w:rsidR="006E24A2" w:rsidRPr="0002145A" w:rsidTr="00F30BB1">
        <w:tc>
          <w:tcPr>
            <w:tcW w:w="9916" w:type="dxa"/>
            <w:shd w:val="clear" w:color="auto" w:fill="C0C0C0"/>
          </w:tcPr>
          <w:p w:rsidR="00AD6350" w:rsidRPr="0002145A" w:rsidRDefault="006E24A2" w:rsidP="002B6B39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VIII. VALORACIÓN DEL PROYECTO POR PARTE DE LA COMUNIDAD</w:t>
            </w:r>
            <w:r w:rsidR="00042DC6" w:rsidRPr="0002145A">
              <w:rPr>
                <w:b/>
                <w:bCs/>
                <w:sz w:val="20"/>
              </w:rPr>
              <w:t xml:space="preserve"> </w:t>
            </w:r>
            <w:r w:rsidRPr="0002145A">
              <w:rPr>
                <w:b/>
                <w:bCs/>
                <w:sz w:val="20"/>
              </w:rPr>
              <w:t>AUTÓNOMA</w:t>
            </w:r>
            <w:r w:rsidR="002B6B39">
              <w:rPr>
                <w:b/>
                <w:bCs/>
                <w:sz w:val="20"/>
              </w:rPr>
              <w:t xml:space="preserve"> REGIÓN DE MURCIA</w:t>
            </w:r>
          </w:p>
        </w:tc>
      </w:tr>
      <w:tr w:rsidR="006E24A2" w:rsidRPr="0002145A" w:rsidTr="00F30BB1">
        <w:tc>
          <w:tcPr>
            <w:tcW w:w="9916" w:type="dxa"/>
          </w:tcPr>
          <w:p w:rsidR="00082D13" w:rsidRDefault="00082D13">
            <w:pPr>
              <w:jc w:val="both"/>
              <w:rPr>
                <w:b/>
                <w:bCs/>
                <w:color w:val="0000FF"/>
                <w:sz w:val="20"/>
              </w:rPr>
            </w:pPr>
          </w:p>
          <w:p w:rsidR="00082D13" w:rsidRPr="00DF6EB3" w:rsidRDefault="00082D13" w:rsidP="00082D13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F6EB3">
              <w:rPr>
                <w:b/>
                <w:bCs/>
                <w:color w:val="0000FF"/>
                <w:sz w:val="20"/>
              </w:rPr>
              <w:t>La valoración realizada por la Dirección General de Pensiones, Valoración y Programas de Inclusión se presenta como anexo a la presente Ficha de Presentación de Proyectos.</w:t>
            </w:r>
          </w:p>
          <w:p w:rsidR="006E24A2" w:rsidRPr="00D75117" w:rsidRDefault="00D75117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1A3B3D" w:rsidRPr="0002145A" w:rsidRDefault="001A3B3D">
            <w:pPr>
              <w:jc w:val="both"/>
              <w:rPr>
                <w:b/>
                <w:bCs/>
                <w:sz w:val="20"/>
              </w:rPr>
            </w:pPr>
          </w:p>
          <w:p w:rsidR="00C12F8C" w:rsidRPr="0002145A" w:rsidRDefault="00C12F8C">
            <w:pPr>
              <w:jc w:val="both"/>
              <w:rPr>
                <w:b/>
                <w:bCs/>
                <w:sz w:val="20"/>
              </w:rPr>
            </w:pPr>
          </w:p>
          <w:p w:rsidR="00C8594C" w:rsidRPr="0002145A" w:rsidRDefault="00C8594C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</w:tc>
      </w:tr>
    </w:tbl>
    <w:p w:rsidR="006E24A2" w:rsidRDefault="006E24A2" w:rsidP="00977261">
      <w:pPr>
        <w:rPr>
          <w:lang w:val="es-ES"/>
        </w:rPr>
      </w:pPr>
    </w:p>
    <w:p w:rsidR="004701E3" w:rsidRDefault="004701E3" w:rsidP="00977261">
      <w:pPr>
        <w:rPr>
          <w:lang w:val="es-ES"/>
        </w:rPr>
      </w:pPr>
    </w:p>
    <w:p w:rsidR="004701E3" w:rsidRDefault="004701E3" w:rsidP="00977261">
      <w:pPr>
        <w:rPr>
          <w:lang w:val="es-ES"/>
        </w:rPr>
      </w:pPr>
    </w:p>
    <w:p w:rsidR="004701E3" w:rsidRDefault="004701E3" w:rsidP="00977261">
      <w:pPr>
        <w:rPr>
          <w:lang w:val="es-ES"/>
        </w:rPr>
      </w:pPr>
    </w:p>
    <w:p w:rsidR="006613B2" w:rsidRDefault="006613B2" w:rsidP="006613B2">
      <w:pPr>
        <w:jc w:val="center"/>
        <w:rPr>
          <w:lang w:val="es-ES"/>
        </w:rPr>
      </w:pPr>
      <w:r>
        <w:rPr>
          <w:lang w:val="es-ES"/>
        </w:rPr>
        <w:t>Documento firmado electrónicamente por:</w:t>
      </w:r>
    </w:p>
    <w:p w:rsidR="006613B2" w:rsidRPr="0002145A" w:rsidRDefault="006613B2" w:rsidP="006613B2">
      <w:pPr>
        <w:jc w:val="center"/>
        <w:rPr>
          <w:lang w:val="es-ES"/>
        </w:rPr>
      </w:pPr>
      <w:r>
        <w:rPr>
          <w:lang w:val="es-ES"/>
        </w:rPr>
        <w:t xml:space="preserve"> EL/LA REPRESENTANTE DE LA ENTIDAD</w:t>
      </w:r>
    </w:p>
    <w:p w:rsidR="004701E3" w:rsidRDefault="004701E3" w:rsidP="00977261">
      <w:pPr>
        <w:rPr>
          <w:lang w:val="es-ES"/>
        </w:rPr>
      </w:pPr>
    </w:p>
    <w:p w:rsidR="004701E3" w:rsidRDefault="004701E3" w:rsidP="004701E3">
      <w:pPr>
        <w:spacing w:before="77"/>
        <w:ind w:left="810" w:right="1732" w:firstLine="1"/>
        <w:jc w:val="center"/>
        <w:rPr>
          <w:b/>
          <w:sz w:val="24"/>
        </w:rPr>
      </w:pPr>
      <w:r>
        <w:rPr>
          <w:b/>
          <w:sz w:val="24"/>
        </w:rPr>
        <w:lastRenderedPageBreak/>
        <w:t>ANEXO A LA FICHA DE PRESENTACIÓN DE PROYECTOS PARA LA ATENCIÓN, PREVENCIÓN DE LA MARGINACIÓN E INSERCIÓN DEL PUEBLO GITANO (PLAN DE DESARROLLO GITANO)</w:t>
      </w:r>
    </w:p>
    <w:p w:rsidR="004701E3" w:rsidRDefault="004701E3" w:rsidP="004701E3">
      <w:pPr>
        <w:spacing w:before="77"/>
        <w:ind w:left="810" w:right="1732" w:firstLine="1"/>
        <w:jc w:val="center"/>
        <w:rPr>
          <w:b/>
          <w:sz w:val="24"/>
        </w:rPr>
      </w:pPr>
    </w:p>
    <w:p w:rsidR="004701E3" w:rsidRDefault="004701E3" w:rsidP="004701E3">
      <w:pPr>
        <w:pStyle w:val="Textoindependiente"/>
        <w:rPr>
          <w:rFonts w:hAnsi="Arial"/>
          <w:b w:val="0"/>
          <w:sz w:val="16"/>
        </w:rPr>
      </w:pPr>
      <w:r>
        <w:rPr>
          <w:rFonts w:ascii="Arial" w:hAnsi="Arial"/>
          <w:b w:val="0"/>
          <w:noProof/>
          <w:lang w:val="es-ES"/>
        </w:rPr>
        <mc:AlternateContent>
          <mc:Choice Requires="wpg">
            <w:drawing>
              <wp:anchor distT="0" distB="0" distL="0" distR="0" simplePos="0" relativeHeight="251659776" behindDoc="0" locked="0" layoutInCell="1" allowOverlap="1">
                <wp:simplePos x="0" y="0"/>
                <wp:positionH relativeFrom="page">
                  <wp:posOffset>1040765</wp:posOffset>
                </wp:positionH>
                <wp:positionV relativeFrom="paragraph">
                  <wp:posOffset>147320</wp:posOffset>
                </wp:positionV>
                <wp:extent cx="5436235" cy="3404870"/>
                <wp:effectExtent l="2540" t="13335" r="9525" b="10795"/>
                <wp:wrapTopAndBottom/>
                <wp:docPr id="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6235" cy="3404870"/>
                          <a:chOff x="1639" y="232"/>
                          <a:chExt cx="8561" cy="5362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653" y="246"/>
                            <a:ext cx="8532" cy="25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4"/>
                        <wps:cNvCnPr/>
                        <wps:spPr bwMode="auto">
                          <a:xfrm>
                            <a:off x="1654" y="239"/>
                            <a:ext cx="853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653" y="49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653" y="72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653" y="959"/>
                            <a:ext cx="8532" cy="2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653" y="118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653" y="141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653" y="164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653" y="187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653" y="2108"/>
                            <a:ext cx="8532" cy="2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653" y="2336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653" y="256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653" y="279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653" y="302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653" y="325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653" y="3488"/>
                            <a:ext cx="8532" cy="2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53" y="3716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653" y="394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53" y="417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653" y="440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53" y="463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653" y="4868"/>
                            <a:ext cx="8532" cy="2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53" y="5096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26"/>
                        <wps:cNvCnPr/>
                        <wps:spPr bwMode="auto">
                          <a:xfrm>
                            <a:off x="1654" y="5586"/>
                            <a:ext cx="853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7"/>
                        <wps:cNvCnPr/>
                        <wps:spPr bwMode="auto">
                          <a:xfrm>
                            <a:off x="1646" y="232"/>
                            <a:ext cx="0" cy="536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8"/>
                        <wps:cNvCnPr/>
                        <wps:spPr bwMode="auto">
                          <a:xfrm>
                            <a:off x="10193" y="232"/>
                            <a:ext cx="0" cy="536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653" y="246"/>
                            <a:ext cx="8532" cy="508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7BF" w:rsidRDefault="000727BF" w:rsidP="004701E3">
                              <w:pPr>
                                <w:spacing w:before="15"/>
                                <w:ind w:left="11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CARACTERÍSTICAS DEFINITORIAS DE PROGRAMAS INTEGRALES:</w:t>
                              </w:r>
                            </w:p>
                            <w:p w:rsidR="000727BF" w:rsidRDefault="000727BF" w:rsidP="004701E3">
                              <w:pPr>
                                <w:rPr>
                                  <w:rFonts w:hAnsi="Arial"/>
                                  <w:b/>
                                  <w:sz w:val="20"/>
                                </w:rPr>
                              </w:pPr>
                            </w:p>
                            <w:p w:rsidR="000727BF" w:rsidRDefault="000727BF" w:rsidP="004701E3">
                              <w:pPr>
                                <w:widowControl w:val="0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ind w:hanging="3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Territorio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  <w:p w:rsidR="000727BF" w:rsidRDefault="000727BF" w:rsidP="004701E3">
                              <w:pPr>
                                <w:spacing w:before="1"/>
                                <w:ind w:left="405" w:right="47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El territorio se configura como una unidad operativa básica. La intervención se dirige hacia zonas geográficas concretas, con cierta coherencia administrativa (barrio, comarca, etc.), y configuradas como territorios con especiales necesidades sociales (barrios degradados, zonas vulnerables, bolsas de pobreza, etc.).</w:t>
                              </w:r>
                            </w:p>
                            <w:p w:rsidR="000727BF" w:rsidRDefault="000727BF" w:rsidP="004701E3">
                              <w:pPr>
                                <w:spacing w:before="11"/>
                                <w:rPr>
                                  <w:rFonts w:hAnsi="Arial"/>
                                  <w:b/>
                                  <w:sz w:val="19"/>
                                </w:rPr>
                              </w:pPr>
                            </w:p>
                            <w:p w:rsidR="000727BF" w:rsidRDefault="000727BF" w:rsidP="004701E3">
                              <w:pPr>
                                <w:widowControl w:val="0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spacing w:line="229" w:lineRule="exact"/>
                                <w:ind w:hanging="35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Multidimensionalidad.</w:t>
                              </w:r>
                            </w:p>
                            <w:p w:rsidR="000727BF" w:rsidRDefault="000727BF" w:rsidP="004701E3">
                              <w:pPr>
                                <w:ind w:left="405" w:right="47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Programas que comportan actividades simultáneas de intervención social en las áreas de servicios sociales, acción social, educación, salud, formación profesional y fomento del empleo, vivienda y alojamiento etc., coordinadas por la institución responsable de llevar a cabo el proyecto.</w:t>
                              </w:r>
                            </w:p>
                            <w:p w:rsidR="000727BF" w:rsidRDefault="000727BF" w:rsidP="004701E3">
                              <w:pPr>
                                <w:spacing w:before="1"/>
                                <w:rPr>
                                  <w:rFonts w:hAnsi="Arial"/>
                                  <w:b/>
                                  <w:sz w:val="20"/>
                                </w:rPr>
                              </w:pPr>
                            </w:p>
                            <w:p w:rsidR="000727BF" w:rsidRDefault="000727BF" w:rsidP="004701E3">
                              <w:pPr>
                                <w:widowControl w:val="0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ind w:hanging="35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Participación.</w:t>
                              </w:r>
                            </w:p>
                            <w:p w:rsidR="000727BF" w:rsidRDefault="000727BF" w:rsidP="004701E3">
                              <w:pPr>
                                <w:ind w:left="405" w:right="49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Los programas desarrollan cauces específicos para fomentar la participación de la población en el diseño, ejecución y en la evaluación del proyecto.</w:t>
                              </w:r>
                            </w:p>
                            <w:p w:rsidR="000727BF" w:rsidRDefault="000727BF" w:rsidP="004701E3">
                              <w:pPr>
                                <w:spacing w:before="10"/>
                                <w:rPr>
                                  <w:rFonts w:hAnsi="Arial"/>
                                  <w:b/>
                                  <w:sz w:val="19"/>
                                </w:rPr>
                              </w:pPr>
                            </w:p>
                            <w:p w:rsidR="000727BF" w:rsidRDefault="000727BF" w:rsidP="004701E3">
                              <w:pPr>
                                <w:widowControl w:val="0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spacing w:before="1"/>
                                <w:ind w:hanging="3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Partenariado-corresponsabilidad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  <w:p w:rsidR="000727BF" w:rsidRDefault="000727BF" w:rsidP="004701E3">
                              <w:pPr>
                                <w:ind w:left="405" w:right="46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Los proyectos buscan la corresponsabilidad en la intervención por parte de las administraciones implicadas en el territorio, así como de la iniciativa privada e instituciones sin fin de lucro. Se valora la función de liderazgo que deben asumir las corporaciones locales y la integración del proyecto en planes regionales de inclusión social o iniciativas comunitarias, de mayor amplitud.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5" o:spid="_x0000_s1026" style="position:absolute;left:0;text-align:left;margin-left:81.95pt;margin-top:11.6pt;width:428.05pt;height:268.1pt;z-index:251659776;mso-wrap-distance-left:0;mso-wrap-distance-right:0;mso-position-horizontal-relative:page" coordorigin="1639,232" coordsize="8561,5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">
                <v:rect id="Rectangle 3" o:spid="_x0000_s1027" style="position:absolute;left:1653;top:246;width:8532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MiHMIA&#10;AADaAAAADwAAAGRycy9kb3ducmV2LnhtbESP3YrCMBSE7wXfIRxh7zRVluJWoyzighf+oOsDHJpj&#10;Wrc5qU1W69sbQfBymJlvmOm8tZW4UuNLxwqGgwQEce50yUbB8fenPwbhA7LGyjEpuJOH+azbmWKm&#10;3Y33dD0EIyKEfYYKihDqTEqfF2TRD1xNHL2TayyGKBsjdYO3CLeVHCVJKi2WHBcKrGlRUP53+LcK&#10;WrPbLy/perNb1qXB7dl9frmVUh+99nsCIlAb3uFXe6UVpPC8Em+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MyIcwgAAANoAAAAPAAAAAAAAAAAAAAAAAJgCAABkcnMvZG93&#10;bnJldi54bWxQSwUGAAAAAAQABAD1AAAAhwMAAAAA&#10;" fillcolor="#e6e6e6" stroked="f"/>
                <v:line id="Line 4" o:spid="_x0000_s1028" style="position:absolute;visibility:visible;mso-wrap-style:square" from="1654,239" to="1018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7lEsQAAADaAAAADwAAAGRycy9kb3ducmV2LnhtbESPT2vCQBTE74V+h+UJvdWNLVaNriKF&#10;QulJ4//bM/tMQrNvl+zWxG/fFQo9DjPzG2a26EwtrtT4yrKCQT8BQZxbXXGhYLv5eB6D8AFZY22Z&#10;FNzIw2L++DDDVNuW13TNQiEihH2KCsoQXCqlz0sy6PvWEUfvYhuDIcqmkLrBNsJNLV+S5E0arDgu&#10;lOjovaT8O/sxCs5Hanfr/XJ4GA2z7W716vanL6fUU69bTkEE6sJ/+K/9qRVM4H4l3g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TuUSxAAAANoAAAAPAAAAAAAAAAAA&#10;AAAAAKECAABkcnMvZG93bnJldi54bWxQSwUGAAAAAAQABAD5AAAAkgMAAAAA&#10;" strokeweight=".72pt"/>
                <v:rect id="Rectangle 5" o:spid="_x0000_s1029" style="position:absolute;left:1653;top:49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uBFcQA&#10;AADbAAAADwAAAGRycy9kb3ducmV2LnhtbESPQW/CMAyF75P4D5GRuI2UCaGtEBBCIHHYQDB+gNWY&#10;tNA4XROg+/fzAWk3W+/5vc+zRedrdac2VoENjIYZKOIi2IqdgdP35vUdVEzIFuvAZOCXIizmvZcZ&#10;5jY8+ED3Y3JKQjjmaKBMqcm1jkVJHuMwNMSinUPrMcnaOm1bfEi4r/Vblk20x4qlocSGViUV1+PN&#10;G+jc/rD+mXx+7ddN5XB3CeOPsDVm0O+WU1CJuvRvfl5vreALvfwiA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7gRXEAAAA2wAAAA8AAAAAAAAAAAAAAAAAmAIAAGRycy9k&#10;b3ducmV2LnhtbFBLBQYAAAAABAAEAPUAAACJAwAAAAA=&#10;" fillcolor="#e6e6e6" stroked="f"/>
                <v:rect id="Rectangle 6" o:spid="_x0000_s1030" style="position:absolute;left:1653;top:72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kjsAA&#10;AADbAAAADwAAAGRycy9kb3ducmV2LnhtbERP24rCMBB9X/Afwgi+ramLiFajiCj4sCpePmBoxrTa&#10;TLpN1O7fG0HwbQ7nOpNZY0txp9oXjhX0ugkI4szpgo2C03H1PQThA7LG0jEp+CcPs2nra4Kpdg/e&#10;0/0QjIgh7FNUkIdQpVL6LCeLvusq4sidXW0xRFgbqWt8xHBbyp8kGUiLBceGHCta5JRdDzeroDG7&#10;/fJv8LvZLavC4Pbi+iO3VqrTbuZjEIGa8BG/3Wsd5/fg9Us8QE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ckjsAAAADbAAAADwAAAAAAAAAAAAAAAACYAgAAZHJzL2Rvd25y&#10;ZXYueG1sUEsFBgAAAAAEAAQA9QAAAIUDAAAAAA==&#10;" fillcolor="#e6e6e6" stroked="f"/>
                <v:rect id="Rectangle 7" o:spid="_x0000_s1031" style="position:absolute;left:1653;top:959;width:8532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6+cIA&#10;AADbAAAADwAAAGRycy9kb3ducmV2LnhtbERPzWrCQBC+C77DMkJvZqOU0MasIsWCB6uY9gGG7LhJ&#10;m51Ns1sT374rFHqbj+93is1oW3Gl3jeOFSySFARx5XTDRsHH++v8CYQPyBpbx6TgRh426+mkwFy7&#10;gc90LYMRMYR9jgrqELpcSl/VZNEnriOO3MX1FkOEvZG6xyGG21Yu0zSTFhuODTV29FJT9VX+WAWj&#10;OZ1339nh7bTrGoPHT/f47PZKPczG7QpEoDH8i//cex3nL+H+Szx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Zbr5wgAAANsAAAAPAAAAAAAAAAAAAAAAAJgCAABkcnMvZG93&#10;bnJldi54bWxQSwUGAAAAAAQABAD1AAAAhwMAAAAA&#10;" fillcolor="#e6e6e6" stroked="f"/>
                <v:rect id="Rectangle 8" o:spid="_x0000_s1032" style="position:absolute;left:1653;top:118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HFsAA&#10;AADbAAAADwAAAGRycy9kb3ducmV2LnhtbERP24rCMBB9X/Afwgj7tqYuIm41iogLPnjB6gcMzZhW&#10;m0ltslr/3gjCvs3hXGcya20lbtT40rGCfi8BQZw7XbJRcDz8fo1A+ICssXJMCh7kYTbtfEww1e7O&#10;e7plwYgYwj5FBUUIdSqlzwuy6HuuJo7cyTUWQ4SNkbrBewy3lfxOkqG0WHJsKLCmRUH5JfuzClqz&#10;2y+vw/Vmt6xLg9uzG/y4lVKf3XY+BhGoDf/it3ul4/wBvH6JB8j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CHFsAAAADbAAAADwAAAAAAAAAAAAAAAACYAgAAZHJzL2Rvd25y&#10;ZXYueG1sUEsFBgAAAAAEAAQA9QAAAIUDAAAAAA==&#10;" fillcolor="#e6e6e6" stroked="f"/>
                <v:rect id="Rectangle 9" o:spid="_x0000_s1033" style="position:absolute;left:1653;top:141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ijcIA&#10;AADbAAAADwAAAGRycy9kb3ducmV2LnhtbERP22rCQBB9L/Qflin4VjeWKjW6hlJS8MEqXj5gyE43&#10;qdnZNLsm8e/dgtC3OZzrLLPB1qKj1leOFUzGCQjiwumKjYLT8fP5DYQPyBprx6TgSh6y1ePDElPt&#10;et5TdwhGxBD2KSooQ2hSKX1RkkU/dg1x5L5dazFE2BqpW+xjuK3lS5LMpMWKY0OJDX2UVJwPF6tg&#10;MLt9/jvbfO3ypjK4/XGvc7dWavQ0vC9ABBrCv/juXus4fwp/v8QD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jCKNwgAAANsAAAAPAAAAAAAAAAAAAAAAAJgCAABkcnMvZG93&#10;bnJldi54bWxQSwUGAAAAAAQABAD1AAAAhwMAAAAA&#10;" fillcolor="#e6e6e6" stroked="f"/>
                <v:rect id="Rectangle 10" o:spid="_x0000_s1034" style="position:absolute;left:1653;top:164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68+sAA&#10;AADbAAAADwAAAGRycy9kb3ducmV2LnhtbERPzYrCMBC+L/gOYQRva6pI0a5RRBQ8rIq6DzA0s2nX&#10;ZlKbqN23N4LgbT6+35nOW1uJGzW+dKxg0E9AEOdOl2wU/JzWn2MQPiBrrByTgn/yMJ91PqaYaXfn&#10;A92OwYgYwj5DBUUIdSalzwuy6PuuJo7cr2sshggbI3WD9xhuKzlMklRaLDk2FFjTsqD8fLxaBa3Z&#10;H1aX9Hu7X9Wlwd2fG03cRqlet118gQjUhrf45d7oOD+F5y/xAD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V68+sAAAADbAAAADwAAAAAAAAAAAAAAAACYAgAAZHJzL2Rvd25y&#10;ZXYueG1sUEsFBgAAAAAEAAQA9QAAAIUDAAAAAA==&#10;" fillcolor="#e6e6e6" stroked="f"/>
                <v:rect id="Rectangle 11" o:spid="_x0000_s1035" style="position:absolute;left:1653;top:187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ZYcIA&#10;AADbAAAADwAAAGRycy9kb3ducmV2LnhtbERPzWrCQBC+C32HZQredGMptkbXUEoKHqyS6AMM2ekm&#10;NTubZleNb98VCr3Nx/c7q2ywrbhQ7xvHCmbTBARx5XTDRsHx8DF5BeEDssbWMSm4kYds/TBaYard&#10;lQu6lMGIGMI+RQV1CF0qpa9qsuinriOO3JfrLYYIeyN1j9cYblv5lCRzabHh2FBjR+81VafybBUM&#10;Zl/kP/Pt5z7vGoO7b/e8cBulxo/D2xJEoCH8i//cGx3nv8D9l3i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EhlhwgAAANsAAAAPAAAAAAAAAAAAAAAAAJgCAABkcnMvZG93&#10;bnJldi54bWxQSwUGAAAAAAQABAD1AAAAhwMAAAAA&#10;" fillcolor="#e6e6e6" stroked="f"/>
                <v:rect id="Rectangle 12" o:spid="_x0000_s1036" style="position:absolute;left:1653;top:2108;width:8532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2NE8QA&#10;AADbAAAADwAAAGRycy9kb3ducmV2LnhtbESPQW/CMAyF75P4D5GRuI2UCaGtEBBCIHHYQDB+gNWY&#10;tNA4XROg+/fzAWk3W+/5vc+zRedrdac2VoENjIYZKOIi2IqdgdP35vUdVEzIFuvAZOCXIizmvZcZ&#10;5jY8+ED3Y3JKQjjmaKBMqcm1jkVJHuMwNMSinUPrMcnaOm1bfEi4r/Vblk20x4qlocSGViUV1+PN&#10;G+jc/rD+mXx+7ddN5XB3CeOPsDVm0O+WU1CJuvRvfl5vreALrPwiA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NjRPEAAAA2wAAAA8AAAAAAAAAAAAAAAAAmAIAAGRycy9k&#10;b3ducmV2LnhtbFBLBQYAAAAABAAEAPUAAACJAwAAAAA=&#10;" fillcolor="#e6e6e6" stroked="f"/>
                <v:rect id="Rectangle 13" o:spid="_x0000_s1037" style="position:absolute;left:1653;top:2336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EoiMIA&#10;AADbAAAADwAAAGRycy9kb3ducmV2LnhtbERPzWrCQBC+C32HZYTedKOU0KSuIiWFHGxF2wcYsuMm&#10;mp2N2a2Jb98tFHqbj+93VpvRtuJGvW8cK1jMExDEldMNGwVfn2+zZxA+IGtsHZOCO3nYrB8mK8y1&#10;G/hAt2MwIoawz1FBHUKXS+mrmiz6ueuII3dyvcUQYW+k7nGI4baVyyRJpcWGY0ONHb3WVF2O31bB&#10;aPaH4pru3vdF1xj8OLunzJVKPU7H7QuIQGP4F/+5Sx3nZ/D7Szx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SiIwgAAANsAAAAPAAAAAAAAAAAAAAAAAJgCAABkcnMvZG93&#10;bnJldi54bWxQSwUGAAAAAAQABAD1AAAAhwMAAAAA&#10;" fillcolor="#e6e6e6" stroked="f"/>
                <v:rect id="Rectangle 14" o:spid="_x0000_s1038" style="position:absolute;left:1653;top:256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dLqMIA&#10;AADbAAAADwAAAGRycy9kb3ducmV2LnhtbERPS2rDMBDdF3oHMYXuGjmhmMSNbEJJwYumJp8DDNZU&#10;dmKNXEuN3dtHi0KWj/dfF5PtxJUG3zpWMJ8lIIhrp1s2Ck7Hj5clCB+QNXaOScEfeSjyx4c1ZtqN&#10;vKfrIRgRQ9hnqKAJoc+k9HVDFv3M9cSR+3aDxRDhYKQecIzhtpOLJEmlxZZjQ4M9vTdUXw6/VsFk&#10;qv32J/3cVdu+Nfh1dq8rVyr1/DRt3kAEmsJd/O8utYJFXB+/xB8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0uowgAAANsAAAAPAAAAAAAAAAAAAAAAAJgCAABkcnMvZG93&#10;bnJldi54bWxQSwUGAAAAAAQABAD1AAAAhwMAAAAA&#10;" fillcolor="#e6e6e6" stroked="f"/>
                <v:rect id="Rectangle 15" o:spid="_x0000_s1039" style="position:absolute;left:1653;top:279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wRMIA&#10;AADbAAAADwAAAGRycy9kb3ducmV2LnhtbESP0YrCMBRE3wX/IVxh3zTdsohWoyyi4MOq6O4HXJpr&#10;Wm1uahO1+/dGEHwcZuYMM523thI3anzpWMHnIAFBnDtdslHw97vqj0D4gKyxckwK/snDfNbtTDHT&#10;7s57uh2CERHCPkMFRQh1JqXPC7LoB64mjt7RNRZDlI2RusF7hNtKpkkylBZLjgsF1rQoKD8frlZB&#10;a3b75WX4s9kt69Lg9uS+xm6t1Eev/Z6ACNSGd/jVXmsFaQr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CXBEwgAAANsAAAAPAAAAAAAAAAAAAAAAAJgCAABkcnMvZG93&#10;bnJldi54bWxQSwUGAAAAAAQABAD1AAAAhwMAAAAA&#10;" fillcolor="#e6e6e6" stroked="f"/>
                <v:rect id="Rectangle 16" o:spid="_x0000_s1040" style="position:absolute;left:1653;top:302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V38QA&#10;AADbAAAADwAAAGRycy9kb3ducmV2LnhtbESP0WrCQBRE3wv+w3IF3+pGK9KmriKSgg9WSdoPuGRv&#10;N2mzd2N2jenfdwuCj8PMnGFWm8E2oqfO144VzKYJCOLS6ZqNgs+Pt8dnED4ga2wck4Jf8rBZjx5W&#10;mGp35Zz6IhgRIexTVFCF0KZS+rIii37qWuLofbnOYoiyM1J3eI1w28h5kiylxZrjQoUt7Soqf4qL&#10;VTCYU56dl4f3U9bWBo/fbvHi9kpNxsP2FUSgIdzDt/ZeK5g/wf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F1d/EAAAA2wAAAA8AAAAAAAAAAAAAAAAAmAIAAGRycy9k&#10;b3ducmV2LnhtbFBLBQYAAAAABAAEAPUAAACJAwAAAAA=&#10;" fillcolor="#e6e6e6" stroked="f"/>
                <v:rect id="Rectangle 17" o:spid="_x0000_s1041" style="position:absolute;left:1653;top:325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Nq8QA&#10;AADbAAAADwAAAGRycy9kb3ducmV2LnhtbESP0WrCQBRE3wv9h+UWfKubSght6ipSFHywBtN+wCV7&#10;u0nN3o3Z1cS/7woFH4eZOcPMl6NtxYV63zhW8DJNQBBXTjdsFHx/bZ5fQfiArLF1TAqu5GG5eHyY&#10;Y67dwAe6lMGICGGfo4I6hC6X0lc1WfRT1xFH78f1FkOUvZG6xyHCbStnSZJJiw3HhRo7+qipOpZn&#10;q2A0xWF9ynafxbprDO5/XfrmtkpNnsbVO4hAY7iH/9tbrWCWwu1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sTavEAAAA2wAAAA8AAAAAAAAAAAAAAAAAmAIAAGRycy9k&#10;b3ducmV2LnhtbFBLBQYAAAAABAAEAPUAAACJAwAAAAA=&#10;" fillcolor="#e6e6e6" stroked="f"/>
                <v:rect id="Rectangle 18" o:spid="_x0000_s1042" style="position:absolute;left:1653;top:3488;width:8532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oMMQA&#10;AADbAAAADwAAAGRycy9kb3ducmV2LnhtbESP0WrCQBRE3wv+w3IF3+pGqdKmriKSgg9WSdoPuGRv&#10;N2mzd2N2jenfdwuCj8PMnGFWm8E2oqfO144VzKYJCOLS6ZqNgs+Pt8dnED4ga2wck4Jf8rBZjx5W&#10;mGp35Zz6IhgRIexTVFCF0KZS+rIii37qWuLofbnOYoiyM1J3eI1w28h5kiylxZrjQoUt7Soqf4qL&#10;VTCYU56dl4f3U9bWBo/f7unF7ZWajIftK4hAQ7iHb+29VjBfwP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g6DDEAAAA2wAAAA8AAAAAAAAAAAAAAAAAmAIAAGRycy9k&#10;b3ducmV2LnhtbFBLBQYAAAAABAAEAPUAAACJAwAAAAA=&#10;" fillcolor="#e6e6e6" stroked="f"/>
                <v:rect id="Rectangle 19" o:spid="_x0000_s1043" style="position:absolute;left:1653;top:3716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2R8MA&#10;AADbAAAADwAAAGRycy9kb3ducmV2LnhtbESP3YrCMBSE7wXfIRzBO00VKWvXKCIKXuiKPw9waM6m&#10;3W1OahO1vr1ZWPBymJlvmNmitZW4U+NLxwpGwwQEce50yUbB5bwZfIDwAVlj5ZgUPMnDYt7tzDDT&#10;7sFHup+CERHCPkMFRQh1JqXPC7Loh64mjt63ayyGKBsjdYOPCLeVHCdJKi2WHBcKrGlVUP57ulkF&#10;rTkc19d0tz+s69Lg14+bTN1WqX6vXX6CCNSGd/i/vdUKxin8fYk/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J2R8MAAADbAAAADwAAAAAAAAAAAAAAAACYAgAAZHJzL2Rv&#10;d25yZXYueG1sUEsFBgAAAAAEAAQA9QAAAIgDAAAAAA==&#10;" fillcolor="#e6e6e6" stroked="f"/>
                <v:rect id="Rectangle 20" o:spid="_x0000_s1044" style="position:absolute;left:1653;top:394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7T3MQA&#10;AADbAAAADwAAAGRycy9kb3ducmV2LnhtbESP0WrCQBRE3wX/YbmCb7pRim1TV5GSgg9WSdoPuGRv&#10;N2mzd9PsGuPfd4WCj8PMnGHW28E2oqfO144VLOYJCOLS6ZqNgs+Pt9kTCB+QNTaOScGVPGw349Ea&#10;U+0unFNfBCMihH2KCqoQ2lRKX1Zk0c9dSxy9L9dZDFF2RuoOLxFuG7lMkpW0WHNcqLCl14rKn+Js&#10;FQzmlGe/q8P7KWtrg8dv9/Ds9kpNJ8PuBUSgIdzD/+29VrB8hN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+09zEAAAA2wAAAA8AAAAAAAAAAAAAAAAAmAIAAGRycy9k&#10;b3ducmV2LnhtbFBLBQYAAAAABAAEAPUAAACJAwAAAAA=&#10;" fillcolor="#e6e6e6" stroked="f"/>
                <v:rect id="Rectangle 21" o:spid="_x0000_s1045" style="position:absolute;left:1653;top:417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HrsIA&#10;AADbAAAADwAAAGRycy9kb3ducmV2LnhtbERPS2rDMBDdF3oHMYXuGjmhmMSNbEJJwYumJp8DDNZU&#10;dmKNXEuN3dtHi0KWj/dfF5PtxJUG3zpWMJ8lIIhrp1s2Ck7Hj5clCB+QNXaOScEfeSjyx4c1ZtqN&#10;vKfrIRgRQ9hnqKAJoc+k9HVDFv3M9cSR+3aDxRDhYKQecIzhtpOLJEmlxZZjQ4M9vTdUXw6/VsFk&#10;qv32J/3cVdu+Nfh1dq8rVyr1/DRt3kAEmsJd/O8utYJFHBu/xB8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4UeuwgAAANsAAAAPAAAAAAAAAAAAAAAAAJgCAABkcnMvZG93&#10;bnJldi54bWxQSwUGAAAAAAQABAD1AAAAhwMAAAAA&#10;" fillcolor="#e6e6e6" stroked="f"/>
                <v:rect id="Rectangle 22" o:spid="_x0000_s1046" style="position:absolute;left:1653;top:440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3iNcIA&#10;AADbAAAADwAAAGRycy9kb3ducmV2LnhtbESP3YrCMBSE7wXfIRzBO00VkbUaRUTBC3fFnwc4NMe0&#10;2pzUJmp9+83CgpfDzHzDzBaNLcWTal84VjDoJyCIM6cLNgrOp03vC4QPyBpLx6TgTR4W83Zrhql2&#10;Lz7Q8xiMiBD2KSrIQ6hSKX2Wk0XfdxVx9C6uthiirI3UNb4i3JZymCRjabHguJBjRaucstvxYRU0&#10;Zn9Y38e77/26Kgz+XN1o4rZKdTvNcgoiUBM+4f/2VisYTuDvS/w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reI1wgAAANsAAAAPAAAAAAAAAAAAAAAAAJgCAABkcnMvZG93&#10;bnJldi54bWxQSwUGAAAAAAQABAD1AAAAhwMAAAAA&#10;" fillcolor="#e6e6e6" stroked="f"/>
                <v:rect id="Rectangle 23" o:spid="_x0000_s1047" style="position:absolute;left:1653;top:463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7ddcAA&#10;AADbAAAADwAAAGRycy9kb3ducmV2LnhtbERPy4rCMBTdC/5DuII7TR1FtBpFBgdcjIqPD7g017Ta&#10;3HSajNa/NwvB5eG858vGluJOtS8cKxj0ExDEmdMFGwXn009vAsIHZI2lY1LwJA/LRbs1x1S7Bx/o&#10;fgxGxBD2KSrIQ6hSKX2Wk0XfdxVx5C6uthgirI3UNT5iuC3lV5KMpcWCY0OOFX3nlN2O/1ZBY/aH&#10;9d/4d7tfV4XB3dWNpm6jVLfTrGYgAjXhI367N1rBMK6PX+IP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7ddcAAAADbAAAADwAAAAAAAAAAAAAAAACYAgAAZHJzL2Rvd25y&#10;ZXYueG1sUEsFBgAAAAAEAAQA9QAAAIUDAAAAAA==&#10;" fillcolor="#e6e6e6" stroked="f"/>
                <v:rect id="Rectangle 24" o:spid="_x0000_s1048" style="position:absolute;left:1653;top:4868;width:8532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J47sQA&#10;AADbAAAADwAAAGRycy9kb3ducmV2LnhtbESP0WrCQBRE3wv+w3IF3+ombZE2dRWRFPJQFW0/4JK9&#10;3aTN3k2za4x/7wqCj8PMnGHmy8E2oqfO144VpNMEBHHpdM1GwffXx+MrCB+QNTaOScGZPCwXo4c5&#10;ZtqdeE/9IRgRIewzVFCF0GZS+rIii37qWuLo/bjOYoiyM1J3eIpw28inJJlJizXHhQpbWldU/h2O&#10;VsFgdvv8f/a52eVtbXD7617eXKHUZDys3kEEGsI9fGsXWsFzCtcv8Q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eO7EAAAA2wAAAA8AAAAAAAAAAAAAAAAAmAIAAGRycy9k&#10;b3ducmV2LnhtbFBLBQYAAAAABAAEAPUAAACJAwAAAAA=&#10;" fillcolor="#e6e6e6" stroked="f"/>
                <v:rect id="Rectangle 25" o:spid="_x0000_s1049" style="position:absolute;left:1653;top:5096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mmcQA&#10;AADbAAAADwAAAGRycy9kb3ducmV2LnhtbESP0WrCQBRE3wv+w3IF3+pGK9KmriKSgg9WSdoPuGRv&#10;N2mzd2N2jenfdwuCj8PMnGFWm8E2oqfO144VzKYJCOLS6ZqNgs+Pt8dnED4ga2wck4Jf8rBZjx5W&#10;mGp35Zz6IhgRIexTVFCF0KZS+rIii37qWuLofbnOYoiyM1J3eI1w28h5kiylxZrjQoUt7Soqf4qL&#10;VTCYU56dl4f3U9bWBo/fbvHi9kpNxsP2FUSgIdzDt/ZeK3iaw/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Q5pnEAAAA2wAAAA8AAAAAAAAAAAAAAAAAmAIAAGRycy9k&#10;b3ducmV2LnhtbFBLBQYAAAAABAAEAPUAAACJAwAAAAA=&#10;" fillcolor="#e6e6e6" stroked="f"/>
                <v:line id="Line 26" o:spid="_x0000_s1050" style="position:absolute;visibility:visible;mso-wrap-style:square" from="1654,5586" to="10186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w8O8YAAADbAAAADwAAAGRycy9kb3ducmV2LnhtbESPT2vCQBTE74LfYXmCN920wbakriJC&#10;QXrS+Kft7TX7mgSzb5fs1sRv7wqFHoeZ+Q0zX/amERdqfW1ZwcM0AUFcWF1zqeCwf5u8gPABWWNj&#10;mRRcycNyMRzMMdO24x1d8lCKCGGfoYIqBJdJ6YuKDPqpdcTR+7GtwRBlW0rdYhfhppGPSfIkDdYc&#10;Fyp0tK6oOOe/RsH3J3XH3Wk1+3ie5YfjNnWnr3en1HjUr15BBOrDf/ivvdEK0hTuX+IP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8PDvGAAAA2wAAAA8AAAAAAAAA&#10;AAAAAAAAoQIAAGRycy9kb3ducmV2LnhtbFBLBQYAAAAABAAEAPkAAACUAwAAAAA=&#10;" strokeweight=".72pt"/>
                <v:line id="Line 27" o:spid="_x0000_s1051" style="position:absolute;visibility:visible;mso-wrap-style:square" from="1646,232" to="1646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WkT8YAAADbAAAADwAAAGRycy9kb3ducmV2LnhtbESPS2vDMBCE74X8B7GB3Bo5zau4UUIo&#10;FEJPifNocttaG9vUWglLjd1/XwUKPQ4z8w2zWHWmFjdqfGVZwWiYgCDOra64UHDYvz0+g/ABWWNt&#10;mRT8kIfVsvewwFTblnd0y0IhIoR9igrKEFwqpc9LMuiH1hFH72obgyHKppC6wTbCTS2fkmQmDVYc&#10;F0p09FpS/pV9GwWfZ2qPu9N6+jGfZofjduxOl3en1KDfrV9ABOrCf/ivvdEKxhO4f4k/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VpE/GAAAA2wAAAA8AAAAAAAAA&#10;AAAAAAAAoQIAAGRycy9kb3ducmV2LnhtbFBLBQYAAAAABAAEAPkAAACUAwAAAAA=&#10;" strokeweight=".72pt"/>
                <v:line id="Line 28" o:spid="_x0000_s1052" style="position:absolute;visibility:visible;mso-wrap-style:square" from="10193,232" to="10193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kB1MYAAADbAAAADwAAAGRycy9kb3ducmV2LnhtbESPT2vCQBTE74LfYXmCN920krakriJC&#10;QXrS+Kft7TX7mgSzb5fs1sRv7wqFHoeZ+Q0zX/amERdqfW1ZwcM0AUFcWF1zqeCwf5u8gPABWWNj&#10;mRRcycNyMRzMMdO24x1d8lCKCGGfoYIqBJdJ6YuKDPqpdcTR+7GtwRBlW0rdYhfhppGPSfIkDdYc&#10;Fyp0tK6oOOe/RsH3J3XH3WmVfjyn+eG4nbnT17tTajzqV68gAvXhP/zX3mgFsxTuX+IP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ZAdTGAAAA2wAAAA8AAAAAAAAA&#10;AAAAAAAAoQIAAGRycy9kb3ducmV2LnhtbFBLBQYAAAAABAAEAPkAAACUAwAAAAA=&#10;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53" type="#_x0000_t202" style="position:absolute;left:1653;top:246;width:8532;height:5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XKYsUA&#10;AADbAAAADwAAAGRycy9kb3ducmV2LnhtbESPT2sCMRTE70K/Q3gFb5qtlqWsG0WEFj20UK3o8bl5&#10;+4duXpYk6vrtTaHgcZiZ3zD5ojetuJDzjWUFL+MEBHFhdcOVgp/d++gNhA/IGlvLpOBGHhbzp0GO&#10;mbZX/qbLNlQiQthnqKAOocuk9EVNBv3YdsTRK60zGKJ0ldQOrxFuWjlJklQabDgu1NjRqqbid3s2&#10;Cprlq11NSjx87T82+3R3dOvP5KTU8LlfzkAE6sMj/N9eawXTFP6+x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VcpixQAAANsAAAAPAAAAAAAAAAAAAAAAAJgCAABkcnMv&#10;ZG93bnJldi54bWxQSwUGAAAAAAQABAD1AAAAigMAAAAA&#10;" fillcolor="#e6e6e6" stroked="f">
                  <v:textbox inset="0,0,0,0">
                    <w:txbxContent>
                      <w:p w:rsidR="000727BF" w:rsidRDefault="000727BF" w:rsidP="004701E3">
                        <w:pPr>
                          <w:spacing w:before="15"/>
                          <w:ind w:left="116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CARACTERÍSTICAS DEFINITORIAS DE PROGRAMAS INTEGRALES:</w:t>
                        </w:r>
                      </w:p>
                      <w:p w:rsidR="000727BF" w:rsidRDefault="000727BF" w:rsidP="004701E3">
                        <w:pPr>
                          <w:rPr>
                            <w:rFonts w:hAnsi="Arial"/>
                            <w:b/>
                            <w:sz w:val="20"/>
                          </w:rPr>
                        </w:pPr>
                      </w:p>
                      <w:p w:rsidR="000727BF" w:rsidRDefault="000727BF" w:rsidP="004701E3">
                        <w:pPr>
                          <w:widowControl w:val="0"/>
                          <w:numPr>
                            <w:ilvl w:val="0"/>
                            <w:numId w:val="38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ind w:hanging="35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Territorio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  <w:p w:rsidR="000727BF" w:rsidRDefault="000727BF" w:rsidP="004701E3">
                        <w:pPr>
                          <w:spacing w:before="1"/>
                          <w:ind w:left="405" w:right="4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 territorio se configura como una unidad operativa básica. La intervención se dirige hacia zonas geográficas concretas, con cierta coherencia administrativa (barrio, comarca, etc.), y configuradas como territorios con especiales necesidades sociales (barrios degradados, zonas vulnerables, bolsas de pobreza, etc.).</w:t>
                        </w:r>
                      </w:p>
                      <w:p w:rsidR="000727BF" w:rsidRDefault="000727BF" w:rsidP="004701E3">
                        <w:pPr>
                          <w:spacing w:before="11"/>
                          <w:rPr>
                            <w:rFonts w:hAnsi="Arial"/>
                            <w:b/>
                            <w:sz w:val="19"/>
                          </w:rPr>
                        </w:pPr>
                      </w:p>
                      <w:p w:rsidR="000727BF" w:rsidRDefault="000727BF" w:rsidP="004701E3">
                        <w:pPr>
                          <w:widowControl w:val="0"/>
                          <w:numPr>
                            <w:ilvl w:val="0"/>
                            <w:numId w:val="38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spacing w:line="229" w:lineRule="exact"/>
                          <w:ind w:hanging="35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Multidimensionalidad.</w:t>
                        </w:r>
                      </w:p>
                      <w:p w:rsidR="000727BF" w:rsidRDefault="000727BF" w:rsidP="004701E3">
                        <w:pPr>
                          <w:ind w:left="405" w:right="4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Programas que comportan actividades simultáneas de intervención social en las áreas de servicios sociales, acción social, educación, salud, formación profesional y fomento del empleo, vivienda y alojamiento etc., coordinadas por la institución responsable de llevar a cabo el proyecto.</w:t>
                        </w:r>
                      </w:p>
                      <w:p w:rsidR="000727BF" w:rsidRDefault="000727BF" w:rsidP="004701E3">
                        <w:pPr>
                          <w:spacing w:before="1"/>
                          <w:rPr>
                            <w:rFonts w:hAnsi="Arial"/>
                            <w:b/>
                            <w:sz w:val="20"/>
                          </w:rPr>
                        </w:pPr>
                      </w:p>
                      <w:p w:rsidR="000727BF" w:rsidRDefault="000727BF" w:rsidP="004701E3">
                        <w:pPr>
                          <w:widowControl w:val="0"/>
                          <w:numPr>
                            <w:ilvl w:val="0"/>
                            <w:numId w:val="38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ind w:hanging="35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Participación.</w:t>
                        </w:r>
                      </w:p>
                      <w:p w:rsidR="000727BF" w:rsidRDefault="000727BF" w:rsidP="004701E3">
                        <w:pPr>
                          <w:ind w:left="405" w:right="4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Los programas desarrollan cauces específicos para fomentar la participación de la población en el diseño, ejecución y en la evaluación del proyecto.</w:t>
                        </w:r>
                      </w:p>
                      <w:p w:rsidR="000727BF" w:rsidRDefault="000727BF" w:rsidP="004701E3">
                        <w:pPr>
                          <w:spacing w:before="10"/>
                          <w:rPr>
                            <w:rFonts w:hAnsi="Arial"/>
                            <w:b/>
                            <w:sz w:val="19"/>
                          </w:rPr>
                        </w:pPr>
                      </w:p>
                      <w:p w:rsidR="000727BF" w:rsidRDefault="000727BF" w:rsidP="004701E3">
                        <w:pPr>
                          <w:widowControl w:val="0"/>
                          <w:numPr>
                            <w:ilvl w:val="0"/>
                            <w:numId w:val="38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spacing w:before="1"/>
                          <w:ind w:hanging="35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Partenariado-corresponsabilidad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  <w:p w:rsidR="000727BF" w:rsidRDefault="000727BF" w:rsidP="004701E3">
                        <w:pPr>
                          <w:ind w:left="405" w:right="4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Los proyectos buscan la corresponsabilidad en la intervención por parte de las administraciones implicadas en el territorio, así como de la iniciativa privada e instituciones sin fin de lucro. Se valora la función de liderazgo que deben asumir las corporaciones locales y la integración del proyecto en planes regionales de inclusión social o iniciativas comunitarias, de mayor amplitud.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Prrafodelista"/>
        <w:numPr>
          <w:ilvl w:val="4"/>
          <w:numId w:val="39"/>
        </w:numPr>
        <w:tabs>
          <w:tab w:val="left" w:pos="871"/>
        </w:tabs>
        <w:spacing w:before="9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AREAS DE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INTERVENCIÓN</w:t>
      </w:r>
    </w:p>
    <w:p w:rsidR="004701E3" w:rsidRDefault="004701E3" w:rsidP="004701E3">
      <w:pPr>
        <w:pStyle w:val="Textoindependiente"/>
        <w:spacing w:before="7"/>
        <w:rPr>
          <w:rFonts w:hAnsi="Arial"/>
          <w:b w:val="0"/>
          <w:sz w:val="19"/>
        </w:rPr>
      </w:pP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(SS.SS) Servicios Sociales o Acción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Social.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372"/>
        </w:tabs>
        <w:spacing w:before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(E)</w:t>
      </w:r>
      <w:r>
        <w:rPr>
          <w:rFonts w:ascii="Times New Roman" w:hAnsi="Times New Roman"/>
          <w:sz w:val="20"/>
        </w:rPr>
        <w:tab/>
        <w:t>Educación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411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>(S)</w:t>
      </w:r>
      <w:r>
        <w:rPr>
          <w:rFonts w:ascii="Times New Roman"/>
          <w:sz w:val="20"/>
        </w:rPr>
        <w:tab/>
        <w:t>Salud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394"/>
        </w:tabs>
        <w:spacing w:before="1" w:line="229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(FPE)</w:t>
      </w:r>
      <w:r>
        <w:rPr>
          <w:rFonts w:ascii="Times New Roman" w:hAnsi="Times New Roman"/>
          <w:sz w:val="20"/>
        </w:rPr>
        <w:tab/>
        <w:t>Formación Profesional y Fomento del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empleo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387"/>
        </w:tabs>
        <w:spacing w:line="229" w:lineRule="exact"/>
        <w:rPr>
          <w:rFonts w:ascii="Times New Roman"/>
          <w:sz w:val="20"/>
        </w:rPr>
      </w:pPr>
      <w:r>
        <w:rPr>
          <w:rFonts w:ascii="Times New Roman"/>
          <w:sz w:val="20"/>
        </w:rPr>
        <w:t>(V.A.)</w:t>
      </w:r>
      <w:r>
        <w:rPr>
          <w:rFonts w:ascii="Times New Roman"/>
          <w:sz w:val="20"/>
        </w:rPr>
        <w:tab/>
        <w:t>Vivienda y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alojamiento</w:t>
      </w:r>
    </w:p>
    <w:p w:rsidR="004701E3" w:rsidRDefault="00AE6D46" w:rsidP="004701E3">
      <w:pPr>
        <w:pStyle w:val="Prrafodelista"/>
        <w:numPr>
          <w:ilvl w:val="5"/>
          <w:numId w:val="39"/>
        </w:numPr>
        <w:tabs>
          <w:tab w:val="left" w:pos="1615"/>
          <w:tab w:val="left" w:pos="2387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(C Y P</w:t>
      </w:r>
      <w:r w:rsidR="004701E3">
        <w:rPr>
          <w:rFonts w:ascii="Times New Roman" w:hAnsi="Times New Roman"/>
          <w:sz w:val="20"/>
        </w:rPr>
        <w:t>)</w:t>
      </w:r>
      <w:r w:rsidR="004701E3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Ciudadanía y Participación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382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>(C)</w:t>
      </w:r>
      <w:r>
        <w:rPr>
          <w:rFonts w:ascii="Times New Roman"/>
          <w:sz w:val="20"/>
        </w:rPr>
        <w:tab/>
        <w:t>Cultura</w:t>
      </w:r>
    </w:p>
    <w:p w:rsidR="004701E3" w:rsidRDefault="00977790" w:rsidP="004701E3">
      <w:pPr>
        <w:pStyle w:val="Prrafodelista"/>
        <w:numPr>
          <w:ilvl w:val="5"/>
          <w:numId w:val="39"/>
        </w:numPr>
        <w:tabs>
          <w:tab w:val="left" w:pos="1615"/>
          <w:tab w:val="left" w:pos="2415"/>
        </w:tabs>
        <w:spacing w:before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(ND Y AG) </w:t>
      </w:r>
      <w:r w:rsidR="00AE6D46">
        <w:rPr>
          <w:rFonts w:ascii="Times New Roman" w:hAnsi="Times New Roman"/>
          <w:sz w:val="20"/>
        </w:rPr>
        <w:t>No discriminación y antigitanismo.</w:t>
      </w:r>
    </w:p>
    <w:p w:rsidR="004701E3" w:rsidRDefault="004701E3" w:rsidP="004701E3">
      <w:pPr>
        <w:pStyle w:val="Textoindependiente"/>
        <w:spacing w:before="3"/>
        <w:rPr>
          <w:rFonts w:hAnsi="Arial"/>
        </w:rPr>
      </w:pPr>
    </w:p>
    <w:p w:rsidR="004701E3" w:rsidRDefault="004701E3" w:rsidP="004701E3">
      <w:pPr>
        <w:pStyle w:val="Prrafodelista"/>
        <w:numPr>
          <w:ilvl w:val="4"/>
          <w:numId w:val="39"/>
        </w:numPr>
        <w:tabs>
          <w:tab w:val="left" w:pos="969"/>
        </w:tabs>
        <w:ind w:left="968" w:hanging="427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NECESIDADES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DETECTADAS</w:t>
      </w:r>
    </w:p>
    <w:p w:rsidR="004701E3" w:rsidRDefault="004701E3" w:rsidP="004701E3">
      <w:pPr>
        <w:spacing w:before="1"/>
        <w:ind w:left="968" w:right="1461"/>
        <w:jc w:val="both"/>
        <w:rPr>
          <w:b/>
          <w:sz w:val="20"/>
        </w:rPr>
      </w:pPr>
      <w:r>
        <w:rPr>
          <w:b/>
          <w:sz w:val="20"/>
        </w:rPr>
        <w:t>Incluir en el área de Servicios Sociales o de Acción Social, las necesidades básicas como alimentación, vestido, suministros, etc. de las familias gitanas en situación de pobreza material con menores de 18 años a su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cargo.</w:t>
      </w:r>
    </w:p>
    <w:p w:rsidR="004701E3" w:rsidRDefault="004701E3" w:rsidP="004701E3">
      <w:pPr>
        <w:pStyle w:val="Textoindependiente"/>
        <w:spacing w:before="1"/>
        <w:rPr>
          <w:rFonts w:hAnsi="Arial"/>
          <w:b w:val="0"/>
        </w:rPr>
      </w:pPr>
    </w:p>
    <w:p w:rsidR="004701E3" w:rsidRDefault="004701E3" w:rsidP="004701E3">
      <w:pPr>
        <w:pStyle w:val="Prrafodelista"/>
        <w:numPr>
          <w:ilvl w:val="4"/>
          <w:numId w:val="39"/>
        </w:numPr>
        <w:tabs>
          <w:tab w:val="left" w:pos="933"/>
        </w:tabs>
        <w:ind w:left="968" w:right="1458" w:hanging="427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OBJETIVOS ESPECÍFICOS (Cuantificar y concretar en la medida de cada proyecto). Posibles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ejemplos:</w:t>
      </w:r>
    </w:p>
    <w:p w:rsidR="004701E3" w:rsidRDefault="004701E3" w:rsidP="004701E3">
      <w:pPr>
        <w:pStyle w:val="Textoindependiente"/>
        <w:spacing w:before="10"/>
        <w:rPr>
          <w:rFonts w:hAnsi="Arial"/>
          <w:b w:val="0"/>
          <w:sz w:val="19"/>
        </w:rPr>
      </w:pPr>
    </w:p>
    <w:p w:rsidR="004701E3" w:rsidRDefault="004701E3" w:rsidP="004701E3">
      <w:pPr>
        <w:spacing w:before="1" w:line="228" w:lineRule="exact"/>
        <w:ind w:left="968"/>
        <w:jc w:val="both"/>
        <w:rPr>
          <w:b/>
          <w:sz w:val="20"/>
        </w:rPr>
      </w:pPr>
      <w:r>
        <w:rPr>
          <w:b/>
          <w:sz w:val="20"/>
        </w:rPr>
        <w:t>Servicios sociales/Acción Social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spacing w:line="228" w:lineRule="exact"/>
        <w:ind w:hanging="4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Difusión de los servicios y prestaciones sociales entre nº personas/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población.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ind w:hanging="4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Cobertura de necesidades básicas de un número de familias, nº de menores.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spacing w:line="229" w:lineRule="exact"/>
        <w:ind w:hanging="499"/>
        <w:jc w:val="both"/>
        <w:rPr>
          <w:rFonts w:ascii="Times New Roman"/>
          <w:sz w:val="20"/>
        </w:rPr>
      </w:pPr>
      <w:r>
        <w:rPr>
          <w:rFonts w:ascii="Times New Roman"/>
          <w:sz w:val="20"/>
        </w:rPr>
        <w:lastRenderedPageBreak/>
        <w:t>Eliminar mend</w:t>
      </w:r>
      <w:r w:rsidR="005A462F">
        <w:rPr>
          <w:rFonts w:ascii="Times New Roman"/>
          <w:sz w:val="20"/>
        </w:rPr>
        <w:t>icidad y transe</w:t>
      </w:r>
      <w:r w:rsidR="00977790" w:rsidRPr="00977790">
        <w:rPr>
          <w:rFonts w:ascii="Times New Roman" w:hAnsi="Times New Roman" w:cs="Times New Roman"/>
          <w:sz w:val="20"/>
        </w:rPr>
        <w:t>ú</w:t>
      </w:r>
      <w:r>
        <w:rPr>
          <w:rFonts w:ascii="Times New Roman"/>
          <w:sz w:val="20"/>
        </w:rPr>
        <w:t>ntismo en un ...</w:t>
      </w:r>
      <w:r>
        <w:rPr>
          <w:rFonts w:ascii="Times New Roman"/>
          <w:spacing w:val="3"/>
          <w:sz w:val="20"/>
        </w:rPr>
        <w:t xml:space="preserve"> </w:t>
      </w:r>
      <w:r>
        <w:rPr>
          <w:rFonts w:ascii="Times New Roman"/>
          <w:sz w:val="20"/>
        </w:rPr>
        <w:t>%.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spacing w:line="229" w:lineRule="exact"/>
        <w:ind w:hanging="4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Desarrollo de nº grupos 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autoayuda</w:t>
      </w:r>
      <w:r w:rsidR="005A462F">
        <w:rPr>
          <w:rFonts w:ascii="Times New Roman" w:hAnsi="Times New Roman"/>
          <w:sz w:val="20"/>
        </w:rPr>
        <w:t>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spacing w:before="1"/>
        <w:ind w:hanging="499"/>
        <w:jc w:val="both"/>
        <w:rPr>
          <w:rFonts w:ascii="Times New Roman"/>
          <w:sz w:val="20"/>
        </w:rPr>
      </w:pPr>
      <w:r>
        <w:rPr>
          <w:rFonts w:ascii="Times New Roman"/>
          <w:sz w:val="20"/>
        </w:rPr>
        <w:t>Generar nuevos servicios: ludoteca, escuela de verano,</w:t>
      </w:r>
      <w:r>
        <w:rPr>
          <w:rFonts w:ascii="Times New Roman"/>
          <w:spacing w:val="-29"/>
          <w:sz w:val="20"/>
        </w:rPr>
        <w:t xml:space="preserve"> </w:t>
      </w:r>
      <w:r>
        <w:rPr>
          <w:rFonts w:ascii="Times New Roman"/>
          <w:sz w:val="20"/>
        </w:rPr>
        <w:t>etc.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ind w:hanging="4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Incorporar a nº familias a programas de educación</w:t>
      </w:r>
      <w:r>
        <w:rPr>
          <w:rFonts w:ascii="Times New Roman" w:hAnsi="Times New Roman"/>
          <w:spacing w:val="-31"/>
          <w:sz w:val="20"/>
        </w:rPr>
        <w:t xml:space="preserve"> </w:t>
      </w:r>
      <w:r>
        <w:rPr>
          <w:rFonts w:ascii="Times New Roman" w:hAnsi="Times New Roman"/>
          <w:sz w:val="20"/>
        </w:rPr>
        <w:t>familiar</w:t>
      </w:r>
    </w:p>
    <w:p w:rsidR="004701E3" w:rsidRDefault="004701E3" w:rsidP="004701E3">
      <w:pPr>
        <w:spacing w:before="1"/>
        <w:ind w:left="894"/>
        <w:jc w:val="both"/>
        <w:rPr>
          <w:sz w:val="20"/>
        </w:rPr>
      </w:pPr>
      <w:r>
        <w:rPr>
          <w:sz w:val="20"/>
        </w:rPr>
        <w:t xml:space="preserve">1.7 </w:t>
      </w:r>
      <w:r w:rsidR="00D72454">
        <w:rPr>
          <w:sz w:val="20"/>
        </w:rPr>
        <w:tab/>
      </w:r>
      <w:r>
        <w:rPr>
          <w:sz w:val="20"/>
        </w:rPr>
        <w:t>Tramitación de la renta mínima de inserción</w:t>
      </w:r>
    </w:p>
    <w:p w:rsidR="004701E3" w:rsidRDefault="004701E3" w:rsidP="004701E3">
      <w:pPr>
        <w:ind w:left="894"/>
        <w:jc w:val="both"/>
        <w:rPr>
          <w:sz w:val="20"/>
        </w:rPr>
      </w:pPr>
      <w:r>
        <w:rPr>
          <w:sz w:val="20"/>
        </w:rPr>
        <w:t xml:space="preserve">1.8. </w:t>
      </w:r>
      <w:r w:rsidR="00D72454">
        <w:rPr>
          <w:sz w:val="20"/>
        </w:rPr>
        <w:tab/>
      </w:r>
      <w:r>
        <w:rPr>
          <w:sz w:val="20"/>
        </w:rPr>
        <w:t>Otros.</w:t>
      </w:r>
    </w:p>
    <w:p w:rsidR="004701E3" w:rsidRDefault="004701E3" w:rsidP="004701E3">
      <w:pPr>
        <w:ind w:left="894"/>
        <w:jc w:val="both"/>
        <w:rPr>
          <w:b/>
          <w:sz w:val="20"/>
        </w:rPr>
      </w:pPr>
    </w:p>
    <w:p w:rsidR="004701E3" w:rsidRDefault="004701E3" w:rsidP="004701E3">
      <w:pPr>
        <w:ind w:left="894"/>
        <w:jc w:val="both"/>
        <w:rPr>
          <w:b/>
          <w:sz w:val="20"/>
        </w:rPr>
      </w:pPr>
    </w:p>
    <w:p w:rsidR="004701E3" w:rsidRDefault="004701E3" w:rsidP="004701E3">
      <w:pPr>
        <w:ind w:left="894"/>
        <w:jc w:val="both"/>
        <w:rPr>
          <w:b/>
          <w:sz w:val="20"/>
        </w:rPr>
      </w:pPr>
      <w:r>
        <w:rPr>
          <w:b/>
          <w:sz w:val="20"/>
        </w:rPr>
        <w:t>Educación</w:t>
      </w:r>
    </w:p>
    <w:p w:rsidR="004701E3" w:rsidRDefault="004701E3" w:rsidP="004701E3">
      <w:pPr>
        <w:pStyle w:val="Prrafodelista"/>
        <w:numPr>
          <w:ilvl w:val="1"/>
          <w:numId w:val="41"/>
        </w:numPr>
        <w:tabs>
          <w:tab w:val="left" w:pos="1394"/>
          <w:tab w:val="left" w:pos="6601"/>
        </w:tabs>
        <w:spacing w:line="227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Incremento de la escolarización en educación  infantil</w:t>
      </w:r>
      <w:r>
        <w:rPr>
          <w:rFonts w:ascii="Times New Roman" w:hAnsi="Times New Roman"/>
          <w:spacing w:val="-21"/>
          <w:sz w:val="20"/>
        </w:rPr>
        <w:t xml:space="preserve"> </w:t>
      </w:r>
      <w:r>
        <w:rPr>
          <w:rFonts w:ascii="Times New Roman" w:hAnsi="Times New Roman"/>
          <w:sz w:val="20"/>
        </w:rPr>
        <w:t>en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z w:val="20"/>
        </w:rPr>
        <w:tab/>
        <w:t>%</w:t>
      </w:r>
    </w:p>
    <w:p w:rsidR="004701E3" w:rsidRDefault="004701E3" w:rsidP="004701E3">
      <w:pPr>
        <w:pStyle w:val="Prrafodelista"/>
        <w:numPr>
          <w:ilvl w:val="1"/>
          <w:numId w:val="41"/>
        </w:numPr>
        <w:tabs>
          <w:tab w:val="left" w:pos="1396"/>
          <w:tab w:val="left" w:pos="4971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Incremento de la escolarización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rFonts w:ascii="Times New Roman" w:hAnsi="Times New Roman"/>
          <w:sz w:val="20"/>
        </w:rPr>
        <w:t>en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z w:val="20"/>
        </w:rPr>
        <w:tab/>
        <w:t>%</w:t>
      </w:r>
    </w:p>
    <w:p w:rsidR="004701E3" w:rsidRDefault="004701E3" w:rsidP="004701E3">
      <w:pPr>
        <w:pStyle w:val="Prrafodelista"/>
        <w:numPr>
          <w:ilvl w:val="1"/>
          <w:numId w:val="41"/>
        </w:numPr>
        <w:ind w:left="894" w:right="5991" w:firstLine="0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Reducir absentismo escolar </w:t>
      </w:r>
      <w:r w:rsidR="005A462F">
        <w:rPr>
          <w:rFonts w:ascii="Times New Roman"/>
          <w:sz w:val="20"/>
        </w:rPr>
        <w:t>e</w:t>
      </w:r>
      <w:r>
        <w:rPr>
          <w:rFonts w:ascii="Times New Roman"/>
          <w:sz w:val="20"/>
        </w:rPr>
        <w:t>n un</w:t>
      </w:r>
      <w:r>
        <w:rPr>
          <w:rFonts w:ascii="Times New Roman"/>
          <w:spacing w:val="-20"/>
          <w:sz w:val="20"/>
        </w:rPr>
        <w:t xml:space="preserve"> </w:t>
      </w:r>
      <w:r>
        <w:rPr>
          <w:rFonts w:ascii="Times New Roman"/>
          <w:sz w:val="20"/>
        </w:rPr>
        <w:t xml:space="preserve">...% </w:t>
      </w:r>
    </w:p>
    <w:p w:rsidR="004701E3" w:rsidRDefault="004701E3" w:rsidP="004701E3">
      <w:pPr>
        <w:pStyle w:val="Prrafodelista"/>
        <w:numPr>
          <w:ilvl w:val="1"/>
          <w:numId w:val="41"/>
        </w:numPr>
        <w:tabs>
          <w:tab w:val="left" w:pos="1396"/>
        </w:tabs>
        <w:ind w:left="894" w:right="5991" w:firstLine="0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Reducir fracaso escolar en </w:t>
      </w:r>
      <w:r w:rsidR="00977790">
        <w:rPr>
          <w:rFonts w:ascii="Times New Roman"/>
          <w:sz w:val="20"/>
        </w:rPr>
        <w:t>u</w:t>
      </w:r>
      <w:r>
        <w:rPr>
          <w:rFonts w:ascii="Times New Roman"/>
          <w:sz w:val="20"/>
        </w:rPr>
        <w:t>n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...%</w:t>
      </w:r>
    </w:p>
    <w:p w:rsidR="004701E3" w:rsidRDefault="004701E3" w:rsidP="004701E3">
      <w:pPr>
        <w:tabs>
          <w:tab w:val="left" w:pos="1395"/>
          <w:tab w:val="left" w:pos="7786"/>
        </w:tabs>
        <w:spacing w:before="1"/>
        <w:ind w:left="894"/>
        <w:rPr>
          <w:sz w:val="20"/>
        </w:rPr>
      </w:pPr>
      <w:r>
        <w:rPr>
          <w:sz w:val="20"/>
        </w:rPr>
        <w:t>2.5</w:t>
      </w:r>
      <w:r>
        <w:rPr>
          <w:sz w:val="20"/>
        </w:rPr>
        <w:tab/>
        <w:t>Incremento de la finalización de la educación secundaria obligatoria</w:t>
      </w:r>
      <w:r>
        <w:rPr>
          <w:spacing w:val="-30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un</w:t>
      </w:r>
      <w:r>
        <w:rPr>
          <w:sz w:val="20"/>
        </w:rPr>
        <w:tab/>
        <w:t>%</w:t>
      </w:r>
    </w:p>
    <w:p w:rsidR="004701E3" w:rsidRDefault="004701E3" w:rsidP="004701E3">
      <w:pPr>
        <w:spacing w:before="1" w:line="229" w:lineRule="exact"/>
        <w:ind w:left="894"/>
        <w:rPr>
          <w:sz w:val="20"/>
        </w:rPr>
      </w:pPr>
      <w:r>
        <w:rPr>
          <w:sz w:val="20"/>
        </w:rPr>
        <w:t xml:space="preserve">2.6.  </w:t>
      </w:r>
      <w:r>
        <w:rPr>
          <w:spacing w:val="45"/>
          <w:sz w:val="20"/>
        </w:rPr>
        <w:t xml:space="preserve"> </w:t>
      </w:r>
      <w:r>
        <w:rPr>
          <w:sz w:val="20"/>
        </w:rPr>
        <w:t>Creación</w:t>
      </w:r>
      <w:r>
        <w:rPr>
          <w:spacing w:val="-2"/>
          <w:sz w:val="20"/>
        </w:rPr>
        <w:t xml:space="preserve"> </w:t>
      </w:r>
      <w:r>
        <w:rPr>
          <w:sz w:val="20"/>
        </w:rPr>
        <w:t>de aulas de refuerzo escolar</w:t>
      </w:r>
    </w:p>
    <w:p w:rsidR="004701E3" w:rsidRDefault="004701E3" w:rsidP="004701E3">
      <w:pPr>
        <w:pStyle w:val="Prrafodelista"/>
        <w:numPr>
          <w:ilvl w:val="1"/>
          <w:numId w:val="42"/>
        </w:numPr>
        <w:tabs>
          <w:tab w:val="left" w:pos="1394"/>
        </w:tabs>
        <w:spacing w:line="229" w:lineRule="exact"/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Reducir analfabetismo en adulto en n%</w:t>
      </w:r>
    </w:p>
    <w:p w:rsidR="004701E3" w:rsidRDefault="004701E3" w:rsidP="004701E3">
      <w:pPr>
        <w:pStyle w:val="Prrafodelista"/>
        <w:numPr>
          <w:ilvl w:val="1"/>
          <w:numId w:val="42"/>
        </w:numPr>
        <w:tabs>
          <w:tab w:val="left" w:pos="1396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Incremento del nivel educativo de la población gitana adulta en un</w:t>
      </w:r>
    </w:p>
    <w:p w:rsidR="004701E3" w:rsidRDefault="004701E3" w:rsidP="004701E3">
      <w:pPr>
        <w:pStyle w:val="Prrafodelista"/>
        <w:numPr>
          <w:ilvl w:val="1"/>
          <w:numId w:val="42"/>
        </w:numPr>
        <w:tabs>
          <w:tab w:val="left" w:pos="1394"/>
        </w:tabs>
        <w:spacing w:before="1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Formación de nº profesionales en cultura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gitana</w:t>
      </w:r>
    </w:p>
    <w:p w:rsidR="004701E3" w:rsidRDefault="004701E3" w:rsidP="004701E3">
      <w:pPr>
        <w:pStyle w:val="Prrafodelista"/>
        <w:numPr>
          <w:ilvl w:val="1"/>
          <w:numId w:val="42"/>
        </w:numPr>
        <w:tabs>
          <w:tab w:val="left" w:pos="1394"/>
        </w:tabs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Otros.</w:t>
      </w:r>
    </w:p>
    <w:p w:rsidR="004701E3" w:rsidRDefault="004701E3" w:rsidP="004701E3">
      <w:pPr>
        <w:pStyle w:val="Textoindependiente"/>
        <w:spacing w:before="5"/>
      </w:pPr>
    </w:p>
    <w:p w:rsidR="004701E3" w:rsidRDefault="004701E3" w:rsidP="004701E3">
      <w:pPr>
        <w:spacing w:before="1" w:line="227" w:lineRule="exact"/>
        <w:ind w:left="894"/>
        <w:rPr>
          <w:b/>
          <w:sz w:val="20"/>
        </w:rPr>
      </w:pPr>
      <w:r>
        <w:rPr>
          <w:b/>
          <w:sz w:val="20"/>
        </w:rPr>
        <w:t>Salud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spacing w:line="227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Control y seguimiento sanitario infantil: vacunas, crecimiento, etc. 100%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población.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6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Control ginecológico de un nº de niñas, jóvenes y adultas, gitanas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Educación sexual y planificación familiar al 100% población entre ... y ...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edad.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spacing w:before="1"/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Reducir embarazos de riesgo en un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...%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Reducir el consumo de drogas en un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...%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spacing w:before="1"/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Otros.</w:t>
      </w:r>
    </w:p>
    <w:p w:rsidR="004701E3" w:rsidRDefault="004701E3" w:rsidP="004701E3">
      <w:pPr>
        <w:pStyle w:val="Textoindependiente"/>
        <w:spacing w:before="3"/>
      </w:pPr>
    </w:p>
    <w:p w:rsidR="004701E3" w:rsidRDefault="004701E3" w:rsidP="004701E3">
      <w:pPr>
        <w:spacing w:line="228" w:lineRule="exact"/>
        <w:ind w:left="894"/>
        <w:rPr>
          <w:b/>
          <w:sz w:val="20"/>
        </w:rPr>
      </w:pPr>
      <w:r>
        <w:rPr>
          <w:b/>
          <w:sz w:val="20"/>
        </w:rPr>
        <w:t>Formación profesional/Fomento del empleo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spacing w:line="228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Diseño de nº proyectos individualizados de inserción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laboral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Realizar nº cursos de formación ocupacional para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jóvenes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spacing w:before="1" w:line="229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Realización de nº talleres y cursos de capacitación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profesional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spacing w:line="229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Formación de adultos y formación pre-laboral (nº cursos, % población de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referencia)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Otros.</w:t>
      </w:r>
    </w:p>
    <w:p w:rsidR="004701E3" w:rsidRDefault="004701E3" w:rsidP="004701E3">
      <w:pPr>
        <w:pStyle w:val="Textoindependiente"/>
        <w:spacing w:before="6"/>
      </w:pPr>
    </w:p>
    <w:p w:rsidR="004701E3" w:rsidRDefault="004701E3" w:rsidP="004701E3">
      <w:pPr>
        <w:spacing w:line="228" w:lineRule="exact"/>
        <w:ind w:left="894"/>
        <w:rPr>
          <w:b/>
          <w:sz w:val="20"/>
        </w:rPr>
      </w:pPr>
      <w:r>
        <w:rPr>
          <w:b/>
          <w:sz w:val="20"/>
        </w:rPr>
        <w:t>Vivienda y alojamiento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</w:tabs>
        <w:spacing w:line="228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Eliminar nº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infraviviendas/chabolas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6"/>
        </w:tabs>
        <w:spacing w:line="229" w:lineRule="exact"/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Rehabilitación de nº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viviendas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  <w:tab w:val="left" w:pos="3073"/>
        </w:tabs>
        <w:spacing w:line="229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Realojar 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nº</w:t>
      </w:r>
      <w:r>
        <w:rPr>
          <w:rFonts w:ascii="Times New Roman" w:hAnsi="Times New Roman"/>
          <w:sz w:val="20"/>
        </w:rPr>
        <w:tab/>
        <w:t>de familias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chabolistas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  <w:tab w:val="left" w:pos="4822"/>
        </w:tabs>
        <w:spacing w:before="1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Acompañamiento y apoyo social a</w:t>
      </w:r>
      <w:r>
        <w:rPr>
          <w:rFonts w:ascii="Times New Roman" w:hAnsi="Times New Roman"/>
          <w:spacing w:val="-14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nº</w:t>
      </w:r>
      <w:r>
        <w:rPr>
          <w:rFonts w:ascii="Times New Roman" w:hAnsi="Times New Roman"/>
          <w:sz w:val="20"/>
        </w:rPr>
        <w:tab/>
        <w:t>de familias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realojadas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</w:tabs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Apoyo a la búsqueda de vivienda de segunda mano/alquiler social a nº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familias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</w:tabs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</w:t>
      </w:r>
    </w:p>
    <w:p w:rsidR="004701E3" w:rsidRDefault="004701E3" w:rsidP="004701E3">
      <w:pPr>
        <w:pStyle w:val="Textoindependiente"/>
        <w:spacing w:before="6"/>
      </w:pPr>
    </w:p>
    <w:p w:rsidR="004701E3" w:rsidRDefault="00B04BF3" w:rsidP="004701E3">
      <w:pPr>
        <w:spacing w:line="227" w:lineRule="exact"/>
        <w:ind w:left="894"/>
        <w:rPr>
          <w:b/>
          <w:sz w:val="20"/>
        </w:rPr>
      </w:pPr>
      <w:r>
        <w:rPr>
          <w:b/>
          <w:sz w:val="20"/>
        </w:rPr>
        <w:t>Ciudadanía y participación</w:t>
      </w:r>
    </w:p>
    <w:p w:rsidR="004701E3" w:rsidRPr="000727BF" w:rsidRDefault="004701E3" w:rsidP="005C67CC">
      <w:pPr>
        <w:pStyle w:val="Prrafodelista"/>
        <w:tabs>
          <w:tab w:val="left" w:pos="1394"/>
        </w:tabs>
        <w:spacing w:line="227" w:lineRule="exact"/>
        <w:ind w:firstLine="0"/>
        <w:rPr>
          <w:rFonts w:ascii="Times New Roman" w:hAnsi="Times New Roman"/>
          <w:sz w:val="20"/>
          <w:highlight w:val="yellow"/>
        </w:rPr>
      </w:pPr>
    </w:p>
    <w:p w:rsidR="005C67CC" w:rsidRPr="005C67CC" w:rsidRDefault="005C67CC" w:rsidP="004701E3">
      <w:pPr>
        <w:pStyle w:val="Prrafodelista"/>
        <w:numPr>
          <w:ilvl w:val="1"/>
          <w:numId w:val="46"/>
        </w:numPr>
        <w:tabs>
          <w:tab w:val="left" w:pos="1394"/>
        </w:tabs>
        <w:ind w:hanging="499"/>
        <w:rPr>
          <w:rFonts w:ascii="Times New Roman" w:hAnsi="Times New Roman"/>
          <w:sz w:val="20"/>
        </w:rPr>
      </w:pPr>
      <w:r w:rsidRPr="005C67CC">
        <w:rPr>
          <w:rFonts w:ascii="Times New Roman" w:hAnsi="Times New Roman"/>
          <w:sz w:val="20"/>
        </w:rPr>
        <w:t>Nº de actividades destinadas al establecimiento de una red de coordinación y colaboración en el ámbito territorial.</w:t>
      </w:r>
    </w:p>
    <w:p w:rsidR="004701E3" w:rsidRPr="005C67CC" w:rsidRDefault="005C67CC" w:rsidP="004701E3">
      <w:pPr>
        <w:pStyle w:val="Prrafodelista"/>
        <w:numPr>
          <w:ilvl w:val="1"/>
          <w:numId w:val="46"/>
        </w:numPr>
        <w:tabs>
          <w:tab w:val="left" w:pos="1394"/>
        </w:tabs>
        <w:spacing w:before="1"/>
        <w:ind w:hanging="499"/>
        <w:rPr>
          <w:rFonts w:ascii="Times New Roman"/>
          <w:sz w:val="20"/>
        </w:rPr>
      </w:pPr>
      <w:r w:rsidRPr="005C67CC">
        <w:rPr>
          <w:rFonts w:ascii="Times New Roman"/>
          <w:sz w:val="20"/>
        </w:rPr>
        <w:t>N</w:t>
      </w:r>
      <w:r w:rsidRPr="005C67CC">
        <w:rPr>
          <w:rFonts w:ascii="Times New Roman"/>
          <w:sz w:val="20"/>
        </w:rPr>
        <w:t>º</w:t>
      </w:r>
      <w:r w:rsidRPr="005C67CC">
        <w:rPr>
          <w:rFonts w:ascii="Times New Roman"/>
          <w:sz w:val="20"/>
        </w:rPr>
        <w:t xml:space="preserve"> de actividades destinadas al impulso y creaci</w:t>
      </w:r>
      <w:r w:rsidRPr="005C67CC">
        <w:rPr>
          <w:rFonts w:ascii="Times New Roman"/>
          <w:sz w:val="20"/>
        </w:rPr>
        <w:t>ó</w:t>
      </w:r>
      <w:r w:rsidRPr="005C67CC">
        <w:rPr>
          <w:rFonts w:ascii="Times New Roman"/>
          <w:sz w:val="20"/>
        </w:rPr>
        <w:t>n de asociaciones.</w:t>
      </w:r>
    </w:p>
    <w:p w:rsidR="005C67CC" w:rsidRPr="005C67CC" w:rsidRDefault="005C67CC" w:rsidP="005C67CC">
      <w:pPr>
        <w:pStyle w:val="Prrafodelista"/>
        <w:tabs>
          <w:tab w:val="left" w:pos="1394"/>
        </w:tabs>
        <w:spacing w:before="1"/>
        <w:ind w:firstLine="0"/>
        <w:rPr>
          <w:rFonts w:ascii="Times New Roman"/>
          <w:sz w:val="20"/>
        </w:rPr>
      </w:pPr>
    </w:p>
    <w:p w:rsidR="004701E3" w:rsidRDefault="004701E3" w:rsidP="004701E3">
      <w:pPr>
        <w:pStyle w:val="Textoindependiente"/>
        <w:spacing w:before="3"/>
      </w:pPr>
    </w:p>
    <w:p w:rsidR="004701E3" w:rsidRDefault="004701E3" w:rsidP="004701E3">
      <w:pPr>
        <w:spacing w:line="228" w:lineRule="exact"/>
        <w:ind w:left="894"/>
        <w:rPr>
          <w:b/>
          <w:sz w:val="20"/>
        </w:rPr>
      </w:pPr>
      <w:r>
        <w:rPr>
          <w:b/>
          <w:sz w:val="20"/>
        </w:rPr>
        <w:t>Cultura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4"/>
        </w:tabs>
        <w:spacing w:line="228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actos celebración del Día Internacional del Pueblo gitano y premios de cultura gitana (8 de</w:t>
      </w:r>
      <w:r>
        <w:rPr>
          <w:rFonts w:ascii="Times New Roman" w:hAnsi="Times New Roman"/>
          <w:spacing w:val="-23"/>
          <w:sz w:val="20"/>
        </w:rPr>
        <w:t xml:space="preserve"> </w:t>
      </w:r>
      <w:r>
        <w:rPr>
          <w:rFonts w:ascii="Times New Roman" w:hAnsi="Times New Roman"/>
          <w:sz w:val="20"/>
        </w:rPr>
        <w:t>abril)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6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campañas de divulgación de la cultura gitana,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exposiciones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4"/>
        </w:tabs>
        <w:spacing w:before="1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jornadas, seminarios o conferencias sobre asuntos culturales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gitanos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4"/>
        </w:tabs>
        <w:spacing w:line="229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Nº de aulas de cultura gitana, centros 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documentación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4"/>
        </w:tabs>
        <w:spacing w:line="229" w:lineRule="exact"/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Otros.</w:t>
      </w:r>
    </w:p>
    <w:p w:rsidR="004701E3" w:rsidRDefault="004701E3" w:rsidP="004701E3">
      <w:pPr>
        <w:pStyle w:val="Textoindependiente"/>
        <w:spacing w:before="6"/>
      </w:pPr>
    </w:p>
    <w:p w:rsidR="004701E3" w:rsidRDefault="00B04BF3" w:rsidP="004701E3">
      <w:pPr>
        <w:spacing w:line="228" w:lineRule="exact"/>
        <w:ind w:left="894"/>
        <w:rPr>
          <w:b/>
          <w:sz w:val="20"/>
        </w:rPr>
      </w:pPr>
      <w:r>
        <w:rPr>
          <w:b/>
          <w:sz w:val="20"/>
        </w:rPr>
        <w:t>No discriminación y antigitanismo</w:t>
      </w:r>
    </w:p>
    <w:p w:rsidR="004701E3" w:rsidRDefault="004701E3" w:rsidP="004701E3">
      <w:pPr>
        <w:pStyle w:val="Prrafodelista"/>
        <w:numPr>
          <w:ilvl w:val="1"/>
          <w:numId w:val="48"/>
        </w:numPr>
        <w:tabs>
          <w:tab w:val="left" w:pos="1348"/>
        </w:tabs>
        <w:spacing w:line="228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actuaciones, campañas, etc. de sensibilización en esta materia, en derechos humanos,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etc.</w:t>
      </w:r>
    </w:p>
    <w:p w:rsidR="004701E3" w:rsidRDefault="004701E3" w:rsidP="004701E3">
      <w:pPr>
        <w:pStyle w:val="Prrafodelista"/>
        <w:numPr>
          <w:ilvl w:val="1"/>
          <w:numId w:val="48"/>
        </w:numPr>
        <w:tabs>
          <w:tab w:val="left" w:pos="1397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actividades de formación en esta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materia</w:t>
      </w:r>
    </w:p>
    <w:p w:rsidR="004701E3" w:rsidRDefault="004701E3" w:rsidP="004701E3">
      <w:pPr>
        <w:pStyle w:val="Prrafodelista"/>
        <w:numPr>
          <w:ilvl w:val="1"/>
          <w:numId w:val="48"/>
        </w:numPr>
        <w:tabs>
          <w:tab w:val="left" w:pos="1397"/>
        </w:tabs>
        <w:spacing w:before="1" w:line="229" w:lineRule="exact"/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recepción y/o derivación 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denuncias</w:t>
      </w:r>
    </w:p>
    <w:p w:rsidR="004701E3" w:rsidRDefault="004701E3" w:rsidP="004701E3">
      <w:pPr>
        <w:pStyle w:val="Prrafodelista"/>
        <w:numPr>
          <w:ilvl w:val="1"/>
          <w:numId w:val="48"/>
        </w:numPr>
        <w:tabs>
          <w:tab w:val="left" w:pos="1397"/>
        </w:tabs>
        <w:spacing w:line="229" w:lineRule="exact"/>
        <w:ind w:left="1396" w:hanging="502"/>
        <w:rPr>
          <w:rFonts w:ascii="Times New Roman"/>
          <w:sz w:val="20"/>
        </w:rPr>
      </w:pPr>
      <w:r w:rsidRPr="009C67E8">
        <w:rPr>
          <w:rFonts w:ascii="Times New Roman"/>
          <w:sz w:val="20"/>
        </w:rPr>
        <w:t>Otros.</w:t>
      </w:r>
    </w:p>
    <w:sectPr w:rsidR="004701E3" w:rsidSect="0027603E">
      <w:headerReference w:type="default" r:id="rId12"/>
      <w:footnotePr>
        <w:numRestart w:val="eachPage"/>
      </w:footnotePr>
      <w:pgSz w:w="11906" w:h="16838" w:code="9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7BF" w:rsidRDefault="000727BF">
      <w:r>
        <w:separator/>
      </w:r>
    </w:p>
  </w:endnote>
  <w:endnote w:type="continuationSeparator" w:id="0">
    <w:p w:rsidR="000727BF" w:rsidRDefault="0007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Baskerville">
    <w:altName w:val="Bell MT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7BF" w:rsidRDefault="000727BF" w:rsidP="0002036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35E6D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727BF" w:rsidRDefault="000727BF" w:rsidP="0002036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7BF" w:rsidRDefault="000727BF" w:rsidP="0002036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0001E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727BF" w:rsidRPr="00620A08" w:rsidRDefault="000727BF" w:rsidP="0002145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7BF" w:rsidRDefault="000727BF">
      <w:r>
        <w:separator/>
      </w:r>
    </w:p>
  </w:footnote>
  <w:footnote w:type="continuationSeparator" w:id="0">
    <w:p w:rsidR="000727BF" w:rsidRDefault="0007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9869" w:type="dxa"/>
      <w:tblInd w:w="-689" w:type="dxa"/>
      <w:tblLayout w:type="fixed"/>
      <w:tblLook w:val="04A0" w:firstRow="1" w:lastRow="0" w:firstColumn="1" w:lastColumn="0" w:noHBand="0" w:noVBand="1"/>
    </w:tblPr>
    <w:tblGrid>
      <w:gridCol w:w="3760"/>
      <w:gridCol w:w="2585"/>
      <w:gridCol w:w="3524"/>
    </w:tblGrid>
    <w:tr w:rsidR="009C67E8" w:rsidTr="009C67E8">
      <w:tc>
        <w:tcPr>
          <w:tcW w:w="3760" w:type="dxa"/>
          <w:tcBorders>
            <w:top w:val="nil"/>
            <w:left w:val="nil"/>
            <w:bottom w:val="nil"/>
          </w:tcBorders>
        </w:tcPr>
        <w:p w:rsidR="009C67E8" w:rsidRDefault="009C67E8" w:rsidP="00094AA8">
          <w:pPr>
            <w:pStyle w:val="Encabezado"/>
          </w:pPr>
          <w:r>
            <w:rPr>
              <w:noProof/>
              <w:lang w:val="es-ES"/>
            </w:rPr>
            <w:drawing>
              <wp:inline distT="0" distB="0" distL="0" distR="0" wp14:anchorId="64F02551" wp14:editId="6BD47C6D">
                <wp:extent cx="2220264" cy="1112396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021" cy="11162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5" w:type="dxa"/>
          <w:tcBorders>
            <w:top w:val="nil"/>
            <w:bottom w:val="nil"/>
          </w:tcBorders>
        </w:tcPr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SECRETARÍA DE ESTADO DE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 xml:space="preserve">DERECHOS SOCIALES 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Arial" w:hAnsi="Arial" w:cs="Arial"/>
              <w:sz w:val="16"/>
              <w:szCs w:val="16"/>
            </w:rPr>
          </w:pP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DIRECCIÓN GENERAL DE DIVERSIDAD FAMILIAR Y SERVICIOS SOCIALES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SUBDIRECCIÓN GENERAL DE PROGRAMAS SOCIALES</w:t>
          </w:r>
        </w:p>
        <w:p w:rsidR="009C67E8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4"/>
            </w:rPr>
          </w:pPr>
        </w:p>
      </w:tc>
      <w:tc>
        <w:tcPr>
          <w:tcW w:w="3524" w:type="dxa"/>
          <w:tcBorders>
            <w:top w:val="nil"/>
            <w:bottom w:val="nil"/>
            <w:right w:val="nil"/>
          </w:tcBorders>
        </w:tcPr>
        <w:p w:rsidR="009C67E8" w:rsidRDefault="009C67E8" w:rsidP="00094AA8">
          <w:pPr>
            <w:pStyle w:val="Encabezado"/>
            <w:jc w:val="center"/>
          </w:pPr>
          <w:r>
            <w:rPr>
              <w:noProof/>
              <w:lang w:val="es-ES"/>
            </w:rPr>
            <w:drawing>
              <wp:inline distT="0" distB="0" distL="0" distR="0" wp14:anchorId="51B63FEE" wp14:editId="57BF81AC">
                <wp:extent cx="1892300" cy="643890"/>
                <wp:effectExtent l="0" t="0" r="0" b="0"/>
                <wp:docPr id="13" name="Imagen 13" descr="Encabezado Pensiones A4 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ncabezado Pensiones A4 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949" t="24649" b="-866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230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27BF" w:rsidRDefault="000727BF" w:rsidP="009C67E8">
    <w:pPr>
      <w:pStyle w:val="Encabezado"/>
      <w:suppressLineNumbers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Ind w:w="70" w:type="dxa"/>
      <w:shd w:val="clear" w:color="000000" w:fill="FFFFFF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3827"/>
      <w:gridCol w:w="2268"/>
      <w:gridCol w:w="2268"/>
    </w:tblGrid>
    <w:tr w:rsidR="000727BF">
      <w:trPr>
        <w:cantSplit/>
        <w:trHeight w:val="1618"/>
      </w:trPr>
      <w:tc>
        <w:tcPr>
          <w:tcW w:w="851" w:type="dxa"/>
          <w:shd w:val="clear" w:color="000000" w:fill="FFFFFF"/>
        </w:tcPr>
        <w:p w:rsidR="000727BF" w:rsidRDefault="000727BF">
          <w:pPr>
            <w:pStyle w:val="Encabezado"/>
            <w:spacing w:line="144" w:lineRule="atLeast"/>
            <w:rPr>
              <w:rFonts w:ascii="Gill Sans" w:hAnsi="Gill Sans" w:cs="Arial"/>
              <w:sz w:val="14"/>
            </w:rPr>
          </w:pPr>
          <w:r>
            <w:rPr>
              <w:rFonts w:ascii="Gill Sans" w:hAnsi="Gill Sans" w:cs="Arial"/>
              <w:noProof/>
              <w:sz w:val="14"/>
              <w:lang w:val="es-ES"/>
            </w:rPr>
            <w:drawing>
              <wp:anchor distT="0" distB="0" distL="114300" distR="114300" simplePos="0" relativeHeight="251657216" behindDoc="0" locked="0" layoutInCell="1" allowOverlap="1" wp14:anchorId="7D090555" wp14:editId="5E1E7BA6">
                <wp:simplePos x="0" y="0"/>
                <wp:positionH relativeFrom="column">
                  <wp:posOffset>-387350</wp:posOffset>
                </wp:positionH>
                <wp:positionV relativeFrom="paragraph">
                  <wp:posOffset>112395</wp:posOffset>
                </wp:positionV>
                <wp:extent cx="800100" cy="685800"/>
                <wp:effectExtent l="0" t="0" r="0" b="0"/>
                <wp:wrapNone/>
                <wp:docPr id="38" name="Imagen 38" descr="logo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logo2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25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27" w:type="dxa"/>
          <w:shd w:val="clear" w:color="000000" w:fill="FFFFFF"/>
        </w:tcPr>
        <w:p w:rsidR="000727BF" w:rsidRPr="00B72AD6" w:rsidRDefault="000727BF">
          <w:pPr>
            <w:pStyle w:val="Encabezado"/>
            <w:rPr>
              <w:rFonts w:ascii="Baskerville" w:hAnsi="Baskerville" w:cs="Arial"/>
              <w:sz w:val="18"/>
              <w:szCs w:val="18"/>
            </w:rPr>
          </w:pPr>
        </w:p>
        <w:p w:rsidR="000727BF" w:rsidRPr="00B72AD6" w:rsidRDefault="000727BF" w:rsidP="00E35A00">
          <w:pPr>
            <w:pStyle w:val="Encabezado"/>
            <w:spacing w:line="160" w:lineRule="atLeast"/>
            <w:rPr>
              <w:rFonts w:ascii="Arial" w:hAnsi="Arial" w:cs="Arial"/>
              <w:b/>
              <w:sz w:val="18"/>
              <w:szCs w:val="18"/>
            </w:rPr>
          </w:pPr>
          <w:r w:rsidRPr="00B72AD6">
            <w:rPr>
              <w:rFonts w:ascii="Arial" w:hAnsi="Arial" w:cs="Arial"/>
              <w:b/>
              <w:sz w:val="18"/>
              <w:szCs w:val="18"/>
            </w:rPr>
            <w:t>MINISTERIO</w:t>
          </w:r>
        </w:p>
        <w:p w:rsidR="000727BF" w:rsidRPr="00B72AD6" w:rsidRDefault="000727BF" w:rsidP="00E35A00">
          <w:pPr>
            <w:pStyle w:val="Encabezado"/>
            <w:spacing w:line="160" w:lineRule="atLeast"/>
            <w:rPr>
              <w:rFonts w:ascii="Arial" w:hAnsi="Arial" w:cs="Arial"/>
              <w:b/>
              <w:sz w:val="18"/>
              <w:szCs w:val="18"/>
            </w:rPr>
          </w:pPr>
          <w:r w:rsidRPr="00B72AD6">
            <w:rPr>
              <w:rFonts w:ascii="Arial" w:hAnsi="Arial" w:cs="Arial"/>
              <w:b/>
              <w:sz w:val="18"/>
              <w:szCs w:val="18"/>
            </w:rPr>
            <w:t>DE SANIDAD, SERVICIOS SOCIALES</w:t>
          </w:r>
        </w:p>
        <w:p w:rsidR="000727BF" w:rsidRPr="00B72AD6" w:rsidRDefault="000727BF" w:rsidP="00E35A00">
          <w:pPr>
            <w:pStyle w:val="Encabezado"/>
            <w:spacing w:line="160" w:lineRule="atLeast"/>
            <w:rPr>
              <w:rFonts w:ascii="Baskerville" w:hAnsi="Baskerville" w:cs="Arial"/>
              <w:sz w:val="18"/>
              <w:szCs w:val="18"/>
            </w:rPr>
          </w:pPr>
          <w:r w:rsidRPr="00B72AD6">
            <w:rPr>
              <w:rFonts w:ascii="Arial" w:hAnsi="Arial" w:cs="Arial"/>
              <w:b/>
              <w:sz w:val="18"/>
              <w:szCs w:val="18"/>
            </w:rPr>
            <w:t>E IGUALDAD</w:t>
          </w:r>
        </w:p>
      </w:tc>
      <w:tc>
        <w:tcPr>
          <w:tcW w:w="2268" w:type="dxa"/>
          <w:shd w:val="clear" w:color="000000" w:fill="FFFFFF"/>
        </w:tcPr>
        <w:p w:rsidR="000727BF" w:rsidRPr="006054D5" w:rsidRDefault="000727BF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  <w:r w:rsidRPr="00EC4479">
            <w:rPr>
              <w:rFonts w:ascii="Arial" w:hAnsi="Arial" w:cs="Arial"/>
              <w:sz w:val="14"/>
            </w:rPr>
            <w:t>SECRETARÍA DE ESTADO DE</w:t>
          </w: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  <w:r w:rsidRPr="00EC4479">
            <w:rPr>
              <w:rFonts w:ascii="Arial" w:hAnsi="Arial" w:cs="Arial"/>
              <w:sz w:val="14"/>
            </w:rPr>
            <w:t>SERV ICIOS SOCIALES E IGUALDAD</w:t>
          </w: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  <w:r w:rsidRPr="00EC4479">
            <w:rPr>
              <w:rFonts w:ascii="Arial" w:hAnsi="Arial" w:cs="Arial"/>
              <w:sz w:val="14"/>
            </w:rPr>
            <w:t>DIRECCIÓN GENERAL DE SERVICIOS PARA LA FAMILIA Y LA INFANCIA</w:t>
          </w: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  <w:r w:rsidRPr="00EC4479">
            <w:rPr>
              <w:rFonts w:ascii="Arial" w:hAnsi="Arial" w:cs="Arial"/>
              <w:sz w:val="14"/>
            </w:rPr>
            <w:t>SUBDIRECCIÓN GENERAL DE PROGRAMAS SOCIALES</w:t>
          </w:r>
        </w:p>
        <w:p w:rsidR="000727BF" w:rsidRPr="006054D5" w:rsidRDefault="000727BF">
          <w:pPr>
            <w:pStyle w:val="Encabezado"/>
            <w:spacing w:line="144" w:lineRule="atLeas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268" w:type="dxa"/>
          <w:shd w:val="clear" w:color="000000" w:fill="FFFFFF"/>
        </w:tcPr>
        <w:p w:rsidR="000727BF" w:rsidRDefault="000727BF" w:rsidP="00F80CA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</w:p>
        <w:p w:rsidR="000727BF" w:rsidRDefault="000727BF" w:rsidP="000E1CEA">
          <w:pPr>
            <w:pStyle w:val="Encabezado"/>
            <w:spacing w:line="144" w:lineRule="atLeast"/>
            <w:rPr>
              <w:rFonts w:ascii="Gill Sans" w:hAnsi="Gill Sans" w:cs="Arial"/>
              <w:sz w:val="14"/>
            </w:rPr>
          </w:pPr>
        </w:p>
      </w:tc>
    </w:tr>
  </w:tbl>
  <w:p w:rsidR="000727BF" w:rsidRDefault="000727BF">
    <w:pPr>
      <w:pStyle w:val="Encabezado"/>
      <w:rPr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5042" w:type="dxa"/>
      <w:tblLayout w:type="fixed"/>
      <w:tblLook w:val="04A0" w:firstRow="1" w:lastRow="0" w:firstColumn="1" w:lastColumn="0" w:noHBand="0" w:noVBand="1"/>
    </w:tblPr>
    <w:tblGrid>
      <w:gridCol w:w="4649"/>
      <w:gridCol w:w="4649"/>
      <w:gridCol w:w="5744"/>
    </w:tblGrid>
    <w:tr w:rsidR="009C67E8" w:rsidTr="009C67E8">
      <w:trPr>
        <w:trHeight w:val="1472"/>
      </w:trPr>
      <w:tc>
        <w:tcPr>
          <w:tcW w:w="4649" w:type="dxa"/>
          <w:tcBorders>
            <w:top w:val="nil"/>
            <w:left w:val="nil"/>
            <w:bottom w:val="nil"/>
          </w:tcBorders>
        </w:tcPr>
        <w:p w:rsidR="009C67E8" w:rsidRDefault="009C67E8" w:rsidP="00A37071">
          <w:pPr>
            <w:pStyle w:val="Encabezado"/>
            <w:suppressLineNumbers/>
            <w:rPr>
              <w:sz w:val="18"/>
            </w:rPr>
          </w:pPr>
          <w:r>
            <w:rPr>
              <w:noProof/>
              <w:lang w:val="es-ES"/>
            </w:rPr>
            <w:drawing>
              <wp:inline distT="0" distB="0" distL="0" distR="0" wp14:anchorId="7A6E3636" wp14:editId="7122BFA2">
                <wp:extent cx="2863850" cy="1434846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8571" cy="14472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9" w:type="dxa"/>
          <w:tcBorders>
            <w:top w:val="nil"/>
            <w:bottom w:val="nil"/>
          </w:tcBorders>
          <w:vAlign w:val="center"/>
        </w:tcPr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SECRETARÍA DE ESTADO DE</w:t>
          </w: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 xml:space="preserve">DERECHOS SOCIALES </w:t>
          </w: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Arial" w:hAnsi="Arial" w:cs="Arial"/>
              <w:sz w:val="16"/>
              <w:szCs w:val="16"/>
            </w:rPr>
          </w:pP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DIRECCIÓN GENERAL DE DIVERSIDAD FAMILIAR Y SERVICIOS SOCIALES</w:t>
          </w: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SUBDIRECCIÓN GENERAL DE PROGRAMAS SOCIALES</w:t>
          </w:r>
        </w:p>
        <w:p w:rsidR="009C67E8" w:rsidRDefault="009C67E8" w:rsidP="009C67E8">
          <w:pPr>
            <w:pStyle w:val="Encabezado"/>
            <w:suppressLineNumbers/>
            <w:rPr>
              <w:sz w:val="18"/>
            </w:rPr>
          </w:pPr>
        </w:p>
      </w:tc>
      <w:tc>
        <w:tcPr>
          <w:tcW w:w="5744" w:type="dxa"/>
          <w:tcBorders>
            <w:top w:val="nil"/>
            <w:bottom w:val="nil"/>
            <w:right w:val="nil"/>
          </w:tcBorders>
          <w:vAlign w:val="center"/>
        </w:tcPr>
        <w:p w:rsidR="009C67E8" w:rsidRDefault="009C67E8" w:rsidP="009C67E8">
          <w:pPr>
            <w:pStyle w:val="Encabezado"/>
            <w:suppressLineNumbers/>
            <w:jc w:val="center"/>
            <w:rPr>
              <w:sz w:val="18"/>
            </w:rPr>
          </w:pPr>
          <w:r>
            <w:rPr>
              <w:noProof/>
              <w:lang w:val="es-ES"/>
            </w:rPr>
            <w:drawing>
              <wp:inline distT="0" distB="0" distL="0" distR="0" wp14:anchorId="5D1E9A2B" wp14:editId="7A0D483F">
                <wp:extent cx="2705951" cy="920750"/>
                <wp:effectExtent l="0" t="0" r="0" b="0"/>
                <wp:docPr id="39" name="Imagen 39" descr="Encabezado Pensiones A4 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ncabezado Pensiones A4 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949" t="24649" b="-866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16668" cy="924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C67E8" w:rsidRDefault="009C67E8" w:rsidP="009C67E8">
    <w:pPr>
      <w:pStyle w:val="Encabezado"/>
      <w:suppressLineNumbers/>
      <w:rPr>
        <w:sz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9869" w:type="dxa"/>
      <w:tblInd w:w="-689" w:type="dxa"/>
      <w:tblLayout w:type="fixed"/>
      <w:tblLook w:val="04A0" w:firstRow="1" w:lastRow="0" w:firstColumn="1" w:lastColumn="0" w:noHBand="0" w:noVBand="1"/>
    </w:tblPr>
    <w:tblGrid>
      <w:gridCol w:w="3760"/>
      <w:gridCol w:w="2585"/>
      <w:gridCol w:w="3524"/>
    </w:tblGrid>
    <w:tr w:rsidR="009C67E8" w:rsidTr="009C67E8">
      <w:tc>
        <w:tcPr>
          <w:tcW w:w="3760" w:type="dxa"/>
          <w:tcBorders>
            <w:top w:val="nil"/>
            <w:left w:val="nil"/>
            <w:bottom w:val="nil"/>
          </w:tcBorders>
        </w:tcPr>
        <w:p w:rsidR="009C67E8" w:rsidRDefault="009C67E8" w:rsidP="00094AA8">
          <w:pPr>
            <w:pStyle w:val="Encabezado"/>
          </w:pPr>
          <w:r>
            <w:rPr>
              <w:noProof/>
              <w:lang w:val="es-ES"/>
            </w:rPr>
            <w:drawing>
              <wp:inline distT="0" distB="0" distL="0" distR="0" wp14:anchorId="0FE9804C" wp14:editId="0BEBAB05">
                <wp:extent cx="2220264" cy="1112396"/>
                <wp:effectExtent l="0" t="0" r="0" b="0"/>
                <wp:docPr id="40" name="Imagen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021" cy="11162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5" w:type="dxa"/>
          <w:tcBorders>
            <w:top w:val="nil"/>
            <w:bottom w:val="nil"/>
          </w:tcBorders>
        </w:tcPr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SECRETARÍA DE ESTADO DE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 xml:space="preserve">DERECHOS SOCIALES 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Arial" w:hAnsi="Arial" w:cs="Arial"/>
              <w:sz w:val="16"/>
              <w:szCs w:val="16"/>
            </w:rPr>
          </w:pP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DIRECCIÓN GENERAL DE DIVERSIDAD FAMILIAR Y SERVICIOS SOCIALES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SUBDIRECCIÓN GENERAL DE PROGRAMAS SOCIALES</w:t>
          </w:r>
        </w:p>
        <w:p w:rsidR="009C67E8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4"/>
            </w:rPr>
          </w:pPr>
        </w:p>
      </w:tc>
      <w:tc>
        <w:tcPr>
          <w:tcW w:w="3524" w:type="dxa"/>
          <w:tcBorders>
            <w:top w:val="nil"/>
            <w:bottom w:val="nil"/>
            <w:right w:val="nil"/>
          </w:tcBorders>
        </w:tcPr>
        <w:p w:rsidR="009C67E8" w:rsidRDefault="009C67E8" w:rsidP="00094AA8">
          <w:pPr>
            <w:pStyle w:val="Encabezado"/>
            <w:jc w:val="center"/>
          </w:pPr>
          <w:r>
            <w:rPr>
              <w:noProof/>
              <w:lang w:val="es-ES"/>
            </w:rPr>
            <w:drawing>
              <wp:inline distT="0" distB="0" distL="0" distR="0" wp14:anchorId="6B0C9643" wp14:editId="5CED7210">
                <wp:extent cx="1892300" cy="643890"/>
                <wp:effectExtent l="0" t="0" r="0" b="0"/>
                <wp:docPr id="41" name="Imagen 41" descr="Encabezado Pensiones A4 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ncabezado Pensiones A4 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949" t="24649" b="-866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230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27BF" w:rsidRPr="009C67E8" w:rsidRDefault="000727BF" w:rsidP="009C67E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2F3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0F3E12"/>
    <w:multiLevelType w:val="hybridMultilevel"/>
    <w:tmpl w:val="CE5C48CA"/>
    <w:lvl w:ilvl="0" w:tplc="D4FC8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E6AE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0AF6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10A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478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286A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E08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82F9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EC01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52C06"/>
    <w:multiLevelType w:val="hybridMultilevel"/>
    <w:tmpl w:val="5914BEFE"/>
    <w:lvl w:ilvl="0" w:tplc="DB4A3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6CBD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588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3C3C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FAE9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227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623B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AD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4E2B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0223D0"/>
    <w:multiLevelType w:val="hybridMultilevel"/>
    <w:tmpl w:val="430C6F6E"/>
    <w:lvl w:ilvl="0" w:tplc="B4AA5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088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610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6A83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F896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B08B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EA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8EF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901E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F5DDC"/>
    <w:multiLevelType w:val="hybridMultilevel"/>
    <w:tmpl w:val="050AA70C"/>
    <w:lvl w:ilvl="0" w:tplc="17FEB0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F0221F"/>
    <w:multiLevelType w:val="hybridMultilevel"/>
    <w:tmpl w:val="F29E5C4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46165"/>
    <w:multiLevelType w:val="multilevel"/>
    <w:tmpl w:val="F27C2246"/>
    <w:lvl w:ilvl="0">
      <w:start w:val="3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7" w15:restartNumberingAfterBreak="0">
    <w:nsid w:val="24AD353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791887"/>
    <w:multiLevelType w:val="multilevel"/>
    <w:tmpl w:val="1CE8780E"/>
    <w:lvl w:ilvl="0">
      <w:start w:val="2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9" w15:restartNumberingAfterBreak="0">
    <w:nsid w:val="2D2D63AB"/>
    <w:multiLevelType w:val="hybridMultilevel"/>
    <w:tmpl w:val="C498A1FC"/>
    <w:lvl w:ilvl="0" w:tplc="CE066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026F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565F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C0C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AE18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FAB4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0C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A1B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E66C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A42ACC"/>
    <w:multiLevelType w:val="hybridMultilevel"/>
    <w:tmpl w:val="21CA918A"/>
    <w:lvl w:ilvl="0" w:tplc="E5E41D46">
      <w:start w:val="1"/>
      <w:numFmt w:val="lowerLetter"/>
      <w:lvlText w:val="%1)"/>
      <w:lvlJc w:val="left"/>
      <w:pPr>
        <w:ind w:left="405" w:hanging="35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1" w:tplc="906035AE">
      <w:numFmt w:val="bullet"/>
      <w:lvlText w:val="•"/>
      <w:lvlJc w:val="left"/>
      <w:pPr>
        <w:ind w:left="1213" w:hanging="358"/>
      </w:pPr>
      <w:rPr>
        <w:lang w:val="es-ES" w:eastAsia="es-ES" w:bidi="es-ES"/>
      </w:rPr>
    </w:lvl>
    <w:lvl w:ilvl="2" w:tplc="B1189238">
      <w:numFmt w:val="bullet"/>
      <w:lvlText w:val="•"/>
      <w:lvlJc w:val="left"/>
      <w:pPr>
        <w:ind w:left="2026" w:hanging="358"/>
      </w:pPr>
      <w:rPr>
        <w:lang w:val="es-ES" w:eastAsia="es-ES" w:bidi="es-ES"/>
      </w:rPr>
    </w:lvl>
    <w:lvl w:ilvl="3" w:tplc="E650117E">
      <w:numFmt w:val="bullet"/>
      <w:lvlText w:val="•"/>
      <w:lvlJc w:val="left"/>
      <w:pPr>
        <w:ind w:left="2839" w:hanging="358"/>
      </w:pPr>
      <w:rPr>
        <w:lang w:val="es-ES" w:eastAsia="es-ES" w:bidi="es-ES"/>
      </w:rPr>
    </w:lvl>
    <w:lvl w:ilvl="4" w:tplc="6692889A">
      <w:numFmt w:val="bullet"/>
      <w:lvlText w:val="•"/>
      <w:lvlJc w:val="left"/>
      <w:pPr>
        <w:ind w:left="3652" w:hanging="358"/>
      </w:pPr>
      <w:rPr>
        <w:lang w:val="es-ES" w:eastAsia="es-ES" w:bidi="es-ES"/>
      </w:rPr>
    </w:lvl>
    <w:lvl w:ilvl="5" w:tplc="0ADAB0D8">
      <w:numFmt w:val="bullet"/>
      <w:lvlText w:val="•"/>
      <w:lvlJc w:val="left"/>
      <w:pPr>
        <w:ind w:left="4466" w:hanging="358"/>
      </w:pPr>
      <w:rPr>
        <w:lang w:val="es-ES" w:eastAsia="es-ES" w:bidi="es-ES"/>
      </w:rPr>
    </w:lvl>
    <w:lvl w:ilvl="6" w:tplc="CD6681FE">
      <w:numFmt w:val="bullet"/>
      <w:lvlText w:val="•"/>
      <w:lvlJc w:val="left"/>
      <w:pPr>
        <w:ind w:left="5279" w:hanging="358"/>
      </w:pPr>
      <w:rPr>
        <w:lang w:val="es-ES" w:eastAsia="es-ES" w:bidi="es-ES"/>
      </w:rPr>
    </w:lvl>
    <w:lvl w:ilvl="7" w:tplc="85DCBB64">
      <w:numFmt w:val="bullet"/>
      <w:lvlText w:val="•"/>
      <w:lvlJc w:val="left"/>
      <w:pPr>
        <w:ind w:left="6092" w:hanging="358"/>
      </w:pPr>
      <w:rPr>
        <w:lang w:val="es-ES" w:eastAsia="es-ES" w:bidi="es-ES"/>
      </w:rPr>
    </w:lvl>
    <w:lvl w:ilvl="8" w:tplc="9CC6D6B4">
      <w:numFmt w:val="bullet"/>
      <w:lvlText w:val="•"/>
      <w:lvlJc w:val="left"/>
      <w:pPr>
        <w:ind w:left="6905" w:hanging="358"/>
      </w:pPr>
      <w:rPr>
        <w:lang w:val="es-ES" w:eastAsia="es-ES" w:bidi="es-ES"/>
      </w:rPr>
    </w:lvl>
  </w:abstractNum>
  <w:abstractNum w:abstractNumId="11" w15:restartNumberingAfterBreak="0">
    <w:nsid w:val="31BA63D2"/>
    <w:multiLevelType w:val="multilevel"/>
    <w:tmpl w:val="3530EFBC"/>
    <w:lvl w:ilvl="0">
      <w:start w:val="8"/>
      <w:numFmt w:val="decimal"/>
      <w:lvlText w:val="%1"/>
      <w:lvlJc w:val="left"/>
      <w:pPr>
        <w:ind w:left="1348" w:hanging="454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48" w:hanging="45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160" w:hanging="454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070" w:hanging="454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4980" w:hanging="454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890" w:hanging="454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00" w:hanging="454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10" w:hanging="454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20" w:hanging="454"/>
      </w:pPr>
      <w:rPr>
        <w:lang w:val="es-ES" w:eastAsia="es-ES" w:bidi="es-ES"/>
      </w:rPr>
    </w:lvl>
  </w:abstractNum>
  <w:abstractNum w:abstractNumId="12" w15:restartNumberingAfterBreak="0">
    <w:nsid w:val="3860054D"/>
    <w:multiLevelType w:val="hybridMultilevel"/>
    <w:tmpl w:val="1544331A"/>
    <w:lvl w:ilvl="0" w:tplc="7298AB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6EC4C5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0248E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69877E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D50ACC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7F87F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90A63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7507F9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95AC25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8851124"/>
    <w:multiLevelType w:val="hybridMultilevel"/>
    <w:tmpl w:val="936ABB64"/>
    <w:lvl w:ilvl="0" w:tplc="6A1E6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DAB6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4AF8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5C3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9479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5A85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203C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2EAF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0232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E5528"/>
    <w:multiLevelType w:val="hybridMultilevel"/>
    <w:tmpl w:val="6D04B72A"/>
    <w:lvl w:ilvl="0" w:tplc="051EA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B0C4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E1A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C6E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4EC6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18CE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E23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89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E037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9967E5"/>
    <w:multiLevelType w:val="multilevel"/>
    <w:tmpl w:val="435EB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B40E77"/>
    <w:multiLevelType w:val="hybridMultilevel"/>
    <w:tmpl w:val="29A62432"/>
    <w:lvl w:ilvl="0" w:tplc="69C8A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A26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D2EE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46C5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1891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C44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3C2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FC5E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C8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3C6B93"/>
    <w:multiLevelType w:val="hybridMultilevel"/>
    <w:tmpl w:val="A2F07514"/>
    <w:lvl w:ilvl="0" w:tplc="4FD4F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6EE71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AA425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DC99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F026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D83A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964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B6F9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5AF7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BC106F"/>
    <w:multiLevelType w:val="multilevel"/>
    <w:tmpl w:val="A2A2CCB8"/>
    <w:lvl w:ilvl="0">
      <w:start w:val="6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19" w15:restartNumberingAfterBreak="0">
    <w:nsid w:val="3FA83F87"/>
    <w:multiLevelType w:val="hybridMultilevel"/>
    <w:tmpl w:val="DBF6F8AE"/>
    <w:lvl w:ilvl="0" w:tplc="A3BE5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082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6485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67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218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5055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C22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2CDB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765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8F3467"/>
    <w:multiLevelType w:val="multilevel"/>
    <w:tmpl w:val="5F7CAA6C"/>
    <w:lvl w:ilvl="0">
      <w:start w:val="5"/>
      <w:numFmt w:val="decimal"/>
      <w:lvlText w:val="%1"/>
      <w:lvlJc w:val="left"/>
      <w:pPr>
        <w:ind w:left="661" w:hanging="548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661" w:hanging="548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es-ES" w:eastAsia="es-ES" w:bidi="es-ES"/>
      </w:rPr>
    </w:lvl>
    <w:lvl w:ilvl="2">
      <w:start w:val="1"/>
      <w:numFmt w:val="decimal"/>
      <w:lvlText w:val="(%3)"/>
      <w:lvlJc w:val="left"/>
      <w:pPr>
        <w:ind w:left="566" w:hanging="303"/>
      </w:pPr>
      <w:rPr>
        <w:rFonts w:ascii="Arial" w:eastAsia="Arial" w:hAnsi="Arial" w:cs="Arial" w:hint="default"/>
        <w:b/>
        <w:bCs/>
        <w:spacing w:val="-4"/>
        <w:w w:val="103"/>
        <w:sz w:val="19"/>
        <w:szCs w:val="19"/>
        <w:lang w:val="es-ES" w:eastAsia="es-ES" w:bidi="es-ES"/>
      </w:rPr>
    </w:lvl>
    <w:lvl w:ilvl="3">
      <w:start w:val="1"/>
      <w:numFmt w:val="decimal"/>
      <w:lvlText w:val="(%4)"/>
      <w:lvlJc w:val="left"/>
      <w:pPr>
        <w:ind w:left="824" w:hanging="4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4">
      <w:start w:val="1"/>
      <w:numFmt w:val="upperLetter"/>
      <w:lvlText w:val="(%5)"/>
      <w:lvlJc w:val="left"/>
      <w:pPr>
        <w:ind w:left="870" w:hanging="329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es-ES" w:eastAsia="es-ES" w:bidi="es-ES"/>
      </w:rPr>
    </w:lvl>
    <w:lvl w:ilvl="5">
      <w:start w:val="1"/>
      <w:numFmt w:val="decimal"/>
      <w:lvlText w:val="%6."/>
      <w:lvlJc w:val="left"/>
      <w:pPr>
        <w:ind w:left="1614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6">
      <w:numFmt w:val="bullet"/>
      <w:lvlText w:val="•"/>
      <w:lvlJc w:val="left"/>
      <w:pPr>
        <w:ind w:left="4166" w:hanging="36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5440" w:hanging="36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6713" w:hanging="360"/>
      </w:pPr>
      <w:rPr>
        <w:lang w:val="es-ES" w:eastAsia="es-ES" w:bidi="es-ES"/>
      </w:rPr>
    </w:lvl>
  </w:abstractNum>
  <w:abstractNum w:abstractNumId="21" w15:restartNumberingAfterBreak="0">
    <w:nsid w:val="471539DB"/>
    <w:multiLevelType w:val="hybridMultilevel"/>
    <w:tmpl w:val="6B5E4F3A"/>
    <w:lvl w:ilvl="0" w:tplc="FE34B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05A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C73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44D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6A63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88F0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1C3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02B8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8E61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471E1B"/>
    <w:multiLevelType w:val="hybridMultilevel"/>
    <w:tmpl w:val="E42276FE"/>
    <w:lvl w:ilvl="0" w:tplc="55A4F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48A2D6">
      <w:start w:val="1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2" w:tplc="92BCCA4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9864B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1A9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8A0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428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34EE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843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B72C9F"/>
    <w:multiLevelType w:val="hybridMultilevel"/>
    <w:tmpl w:val="FAFAF95A"/>
    <w:lvl w:ilvl="0" w:tplc="6BBEE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18D2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8425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1C5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A04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C81F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FE0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0B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5C90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327BA2"/>
    <w:multiLevelType w:val="multilevel"/>
    <w:tmpl w:val="F07424E2"/>
    <w:lvl w:ilvl="0">
      <w:start w:val="4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25" w15:restartNumberingAfterBreak="0">
    <w:nsid w:val="567503A8"/>
    <w:multiLevelType w:val="hybridMultilevel"/>
    <w:tmpl w:val="F3F46AD8"/>
    <w:lvl w:ilvl="0" w:tplc="24B6C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92E3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E0E7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6FD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84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F47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52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3E2D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EA86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411576"/>
    <w:multiLevelType w:val="multilevel"/>
    <w:tmpl w:val="7E4A6562"/>
    <w:lvl w:ilvl="0">
      <w:start w:val="5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27" w15:restartNumberingAfterBreak="0">
    <w:nsid w:val="5B504FE9"/>
    <w:multiLevelType w:val="hybridMultilevel"/>
    <w:tmpl w:val="D2E88770"/>
    <w:lvl w:ilvl="0" w:tplc="DFFEB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960B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7813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BC6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86B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5201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48F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B052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40F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3E6E7B"/>
    <w:multiLevelType w:val="hybridMultilevel"/>
    <w:tmpl w:val="E662C674"/>
    <w:lvl w:ilvl="0" w:tplc="572248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741F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AE43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1285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E11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F2E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FCC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547F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0E12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F55752"/>
    <w:multiLevelType w:val="multilevel"/>
    <w:tmpl w:val="D186B1E8"/>
    <w:lvl w:ilvl="0">
      <w:start w:val="7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30" w15:restartNumberingAfterBreak="0">
    <w:nsid w:val="5E31485D"/>
    <w:multiLevelType w:val="hybridMultilevel"/>
    <w:tmpl w:val="B7BC3C32"/>
    <w:lvl w:ilvl="0" w:tplc="9A484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9EA0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6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84A3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A7C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F6F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F8E0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92B7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38ED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8258B5"/>
    <w:multiLevelType w:val="hybridMultilevel"/>
    <w:tmpl w:val="9D507520"/>
    <w:lvl w:ilvl="0" w:tplc="D334F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A023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08C1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503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E51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FA6C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2A4F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C78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7C08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C4628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F520A2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1391A1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5E67F4A"/>
    <w:multiLevelType w:val="multilevel"/>
    <w:tmpl w:val="016CEB7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6021700"/>
    <w:multiLevelType w:val="hybridMultilevel"/>
    <w:tmpl w:val="27E4D318"/>
    <w:lvl w:ilvl="0" w:tplc="F7A87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80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7E85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04B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F47C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AEAD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2C8E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A6C9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1A64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B35811"/>
    <w:multiLevelType w:val="hybridMultilevel"/>
    <w:tmpl w:val="653C3960"/>
    <w:lvl w:ilvl="0" w:tplc="DEF858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D35907"/>
    <w:multiLevelType w:val="hybridMultilevel"/>
    <w:tmpl w:val="4C32B288"/>
    <w:lvl w:ilvl="0" w:tplc="EEC48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B863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2EA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44C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26EE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C68A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9A4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E24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8CD7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F1221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F850559"/>
    <w:multiLevelType w:val="hybridMultilevel"/>
    <w:tmpl w:val="D1A2E41A"/>
    <w:lvl w:ilvl="0" w:tplc="ACE09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9A3B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5A3B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785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6A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C0C4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C6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C8F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C657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336F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19412AE"/>
    <w:multiLevelType w:val="hybridMultilevel"/>
    <w:tmpl w:val="969C7D3C"/>
    <w:lvl w:ilvl="0" w:tplc="47227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541C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04A5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94D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DE5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02B5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FE5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784B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DCA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5851AE"/>
    <w:multiLevelType w:val="multilevel"/>
    <w:tmpl w:val="AEB297B8"/>
    <w:lvl w:ilvl="0">
      <w:start w:val="2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7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44" w15:restartNumberingAfterBreak="0">
    <w:nsid w:val="748A12A4"/>
    <w:multiLevelType w:val="multilevel"/>
    <w:tmpl w:val="12CA3140"/>
    <w:lvl w:ilvl="0">
      <w:start w:val="1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45" w15:restartNumberingAfterBreak="0">
    <w:nsid w:val="79B32293"/>
    <w:multiLevelType w:val="hybridMultilevel"/>
    <w:tmpl w:val="24D43AF0"/>
    <w:lvl w:ilvl="0" w:tplc="1728B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D62D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588C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BCD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0EB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A4CE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1299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2EE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AAFA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F62B32"/>
    <w:multiLevelType w:val="hybridMultilevel"/>
    <w:tmpl w:val="B1E08F30"/>
    <w:lvl w:ilvl="0" w:tplc="FAD20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3ECB1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17AD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8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9E04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AF0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D2D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CC1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1434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821CC0"/>
    <w:multiLevelType w:val="hybridMultilevel"/>
    <w:tmpl w:val="435EBFB2"/>
    <w:lvl w:ilvl="0" w:tplc="C75C8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A097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F24B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F244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627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DC7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C46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80B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AE9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2"/>
  </w:num>
  <w:num w:numId="3">
    <w:abstractNumId w:val="25"/>
  </w:num>
  <w:num w:numId="4">
    <w:abstractNumId w:val="23"/>
  </w:num>
  <w:num w:numId="5">
    <w:abstractNumId w:val="9"/>
  </w:num>
  <w:num w:numId="6">
    <w:abstractNumId w:val="0"/>
  </w:num>
  <w:num w:numId="7">
    <w:abstractNumId w:val="14"/>
  </w:num>
  <w:num w:numId="8">
    <w:abstractNumId w:val="21"/>
  </w:num>
  <w:num w:numId="9">
    <w:abstractNumId w:val="47"/>
  </w:num>
  <w:num w:numId="10">
    <w:abstractNumId w:val="46"/>
  </w:num>
  <w:num w:numId="11">
    <w:abstractNumId w:val="22"/>
  </w:num>
  <w:num w:numId="12">
    <w:abstractNumId w:val="7"/>
  </w:num>
  <w:num w:numId="13">
    <w:abstractNumId w:val="3"/>
  </w:num>
  <w:num w:numId="14">
    <w:abstractNumId w:val="13"/>
  </w:num>
  <w:num w:numId="15">
    <w:abstractNumId w:val="41"/>
  </w:num>
  <w:num w:numId="16">
    <w:abstractNumId w:val="34"/>
  </w:num>
  <w:num w:numId="17">
    <w:abstractNumId w:val="27"/>
  </w:num>
  <w:num w:numId="18">
    <w:abstractNumId w:val="2"/>
  </w:num>
  <w:num w:numId="19">
    <w:abstractNumId w:val="33"/>
  </w:num>
  <w:num w:numId="20">
    <w:abstractNumId w:val="40"/>
  </w:num>
  <w:num w:numId="21">
    <w:abstractNumId w:val="16"/>
  </w:num>
  <w:num w:numId="22">
    <w:abstractNumId w:val="17"/>
  </w:num>
  <w:num w:numId="23">
    <w:abstractNumId w:val="15"/>
  </w:num>
  <w:num w:numId="24">
    <w:abstractNumId w:val="1"/>
  </w:num>
  <w:num w:numId="25">
    <w:abstractNumId w:val="12"/>
  </w:num>
  <w:num w:numId="26">
    <w:abstractNumId w:val="38"/>
  </w:num>
  <w:num w:numId="27">
    <w:abstractNumId w:val="30"/>
  </w:num>
  <w:num w:numId="28">
    <w:abstractNumId w:val="19"/>
  </w:num>
  <w:num w:numId="29">
    <w:abstractNumId w:val="36"/>
  </w:num>
  <w:num w:numId="30">
    <w:abstractNumId w:val="45"/>
  </w:num>
  <w:num w:numId="31">
    <w:abstractNumId w:val="31"/>
  </w:num>
  <w:num w:numId="32">
    <w:abstractNumId w:val="42"/>
  </w:num>
  <w:num w:numId="33">
    <w:abstractNumId w:val="28"/>
  </w:num>
  <w:num w:numId="34">
    <w:abstractNumId w:val="35"/>
  </w:num>
  <w:num w:numId="35">
    <w:abstractNumId w:val="5"/>
  </w:num>
  <w:num w:numId="36">
    <w:abstractNumId w:val="37"/>
  </w:num>
  <w:num w:numId="37">
    <w:abstractNumId w:val="4"/>
  </w:num>
  <w:num w:numId="3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4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8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3"/>
    <w:lvlOverride w:ilvl="0">
      <w:startOverride w:val="2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6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4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6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8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11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D6"/>
    <w:rsid w:val="00000311"/>
    <w:rsid w:val="00010429"/>
    <w:rsid w:val="00020366"/>
    <w:rsid w:val="0002145A"/>
    <w:rsid w:val="00042DC6"/>
    <w:rsid w:val="00047BE4"/>
    <w:rsid w:val="00060348"/>
    <w:rsid w:val="00062D42"/>
    <w:rsid w:val="00066EAC"/>
    <w:rsid w:val="000673A9"/>
    <w:rsid w:val="00071F75"/>
    <w:rsid w:val="000727BF"/>
    <w:rsid w:val="00082D13"/>
    <w:rsid w:val="00090A9A"/>
    <w:rsid w:val="00090D50"/>
    <w:rsid w:val="00093476"/>
    <w:rsid w:val="000B559B"/>
    <w:rsid w:val="000E1CEA"/>
    <w:rsid w:val="000E5243"/>
    <w:rsid w:val="000E7520"/>
    <w:rsid w:val="0010422B"/>
    <w:rsid w:val="00105DA5"/>
    <w:rsid w:val="0010769C"/>
    <w:rsid w:val="00116FFA"/>
    <w:rsid w:val="00117A6B"/>
    <w:rsid w:val="0012167C"/>
    <w:rsid w:val="00124A1C"/>
    <w:rsid w:val="00126474"/>
    <w:rsid w:val="001336B4"/>
    <w:rsid w:val="00137257"/>
    <w:rsid w:val="00147BCB"/>
    <w:rsid w:val="00161474"/>
    <w:rsid w:val="0016368D"/>
    <w:rsid w:val="00192B50"/>
    <w:rsid w:val="001932AF"/>
    <w:rsid w:val="00196566"/>
    <w:rsid w:val="001A3B3D"/>
    <w:rsid w:val="001B41C9"/>
    <w:rsid w:val="001E0D03"/>
    <w:rsid w:val="001E53D8"/>
    <w:rsid w:val="00207FA1"/>
    <w:rsid w:val="00210B17"/>
    <w:rsid w:val="0021596A"/>
    <w:rsid w:val="00227D3A"/>
    <w:rsid w:val="002349BF"/>
    <w:rsid w:val="00235E6D"/>
    <w:rsid w:val="00237073"/>
    <w:rsid w:val="00242452"/>
    <w:rsid w:val="00247622"/>
    <w:rsid w:val="002606E0"/>
    <w:rsid w:val="00260F98"/>
    <w:rsid w:val="00260FED"/>
    <w:rsid w:val="0026582F"/>
    <w:rsid w:val="00271AC4"/>
    <w:rsid w:val="00272753"/>
    <w:rsid w:val="00275A10"/>
    <w:rsid w:val="0027603E"/>
    <w:rsid w:val="00282B50"/>
    <w:rsid w:val="002965B4"/>
    <w:rsid w:val="002B6B39"/>
    <w:rsid w:val="002C4EA5"/>
    <w:rsid w:val="002C7628"/>
    <w:rsid w:val="002D203B"/>
    <w:rsid w:val="002D3EB1"/>
    <w:rsid w:val="002D5FFD"/>
    <w:rsid w:val="002D7A00"/>
    <w:rsid w:val="002E1243"/>
    <w:rsid w:val="002F314A"/>
    <w:rsid w:val="0030187D"/>
    <w:rsid w:val="00305BDF"/>
    <w:rsid w:val="00307B44"/>
    <w:rsid w:val="003125F0"/>
    <w:rsid w:val="00323707"/>
    <w:rsid w:val="0032598C"/>
    <w:rsid w:val="00333F07"/>
    <w:rsid w:val="00333F9E"/>
    <w:rsid w:val="00335599"/>
    <w:rsid w:val="00336CDE"/>
    <w:rsid w:val="00341D2B"/>
    <w:rsid w:val="0035473F"/>
    <w:rsid w:val="00355513"/>
    <w:rsid w:val="0036053D"/>
    <w:rsid w:val="00364FB6"/>
    <w:rsid w:val="00367443"/>
    <w:rsid w:val="003716D4"/>
    <w:rsid w:val="00385A73"/>
    <w:rsid w:val="003907D7"/>
    <w:rsid w:val="003A00B0"/>
    <w:rsid w:val="003A3BA6"/>
    <w:rsid w:val="003A5967"/>
    <w:rsid w:val="003A5FBA"/>
    <w:rsid w:val="003A5FF4"/>
    <w:rsid w:val="003B5C42"/>
    <w:rsid w:val="003C3B3C"/>
    <w:rsid w:val="003E3B21"/>
    <w:rsid w:val="003F2930"/>
    <w:rsid w:val="003F4A37"/>
    <w:rsid w:val="0040001E"/>
    <w:rsid w:val="00406E29"/>
    <w:rsid w:val="004119B4"/>
    <w:rsid w:val="004143D5"/>
    <w:rsid w:val="00415AE0"/>
    <w:rsid w:val="004352BE"/>
    <w:rsid w:val="004360A4"/>
    <w:rsid w:val="004427F5"/>
    <w:rsid w:val="00450508"/>
    <w:rsid w:val="00456334"/>
    <w:rsid w:val="00461A5C"/>
    <w:rsid w:val="0046746A"/>
    <w:rsid w:val="004701E3"/>
    <w:rsid w:val="00470BC2"/>
    <w:rsid w:val="00495591"/>
    <w:rsid w:val="004966FA"/>
    <w:rsid w:val="004B085C"/>
    <w:rsid w:val="004B087F"/>
    <w:rsid w:val="004B1099"/>
    <w:rsid w:val="004C049F"/>
    <w:rsid w:val="004E2D18"/>
    <w:rsid w:val="005000B2"/>
    <w:rsid w:val="0050278A"/>
    <w:rsid w:val="005048BC"/>
    <w:rsid w:val="005109AC"/>
    <w:rsid w:val="005173AC"/>
    <w:rsid w:val="0053050F"/>
    <w:rsid w:val="005408E8"/>
    <w:rsid w:val="00545DA0"/>
    <w:rsid w:val="00552B44"/>
    <w:rsid w:val="005678F4"/>
    <w:rsid w:val="00570A83"/>
    <w:rsid w:val="00577931"/>
    <w:rsid w:val="005822E7"/>
    <w:rsid w:val="00592AF6"/>
    <w:rsid w:val="00595B7B"/>
    <w:rsid w:val="005A462F"/>
    <w:rsid w:val="005B48FF"/>
    <w:rsid w:val="005C67CC"/>
    <w:rsid w:val="005D6167"/>
    <w:rsid w:val="005E1BD3"/>
    <w:rsid w:val="005F1A02"/>
    <w:rsid w:val="006054D5"/>
    <w:rsid w:val="00606416"/>
    <w:rsid w:val="006109B0"/>
    <w:rsid w:val="00610D9C"/>
    <w:rsid w:val="0061264E"/>
    <w:rsid w:val="00620A08"/>
    <w:rsid w:val="00626801"/>
    <w:rsid w:val="006272A0"/>
    <w:rsid w:val="00652576"/>
    <w:rsid w:val="006613B2"/>
    <w:rsid w:val="00673FE8"/>
    <w:rsid w:val="006B0660"/>
    <w:rsid w:val="006B5019"/>
    <w:rsid w:val="006B5A41"/>
    <w:rsid w:val="006C0BCE"/>
    <w:rsid w:val="006D63EF"/>
    <w:rsid w:val="006D7234"/>
    <w:rsid w:val="006D7BFF"/>
    <w:rsid w:val="006E24A2"/>
    <w:rsid w:val="0071289F"/>
    <w:rsid w:val="007334F7"/>
    <w:rsid w:val="00746561"/>
    <w:rsid w:val="00764D50"/>
    <w:rsid w:val="00771002"/>
    <w:rsid w:val="007834A1"/>
    <w:rsid w:val="00791793"/>
    <w:rsid w:val="007A2549"/>
    <w:rsid w:val="007D149F"/>
    <w:rsid w:val="007E284F"/>
    <w:rsid w:val="007E737C"/>
    <w:rsid w:val="008101F5"/>
    <w:rsid w:val="008211BE"/>
    <w:rsid w:val="00833CF2"/>
    <w:rsid w:val="00836733"/>
    <w:rsid w:val="00843E97"/>
    <w:rsid w:val="00861787"/>
    <w:rsid w:val="0087097F"/>
    <w:rsid w:val="00877943"/>
    <w:rsid w:val="008821AE"/>
    <w:rsid w:val="008867ED"/>
    <w:rsid w:val="008919E3"/>
    <w:rsid w:val="008B0042"/>
    <w:rsid w:val="008E53EF"/>
    <w:rsid w:val="00901648"/>
    <w:rsid w:val="009025DE"/>
    <w:rsid w:val="00904200"/>
    <w:rsid w:val="009152C9"/>
    <w:rsid w:val="00926EFB"/>
    <w:rsid w:val="00932BCC"/>
    <w:rsid w:val="0093471B"/>
    <w:rsid w:val="00937B12"/>
    <w:rsid w:val="0094607A"/>
    <w:rsid w:val="00946ADF"/>
    <w:rsid w:val="00966338"/>
    <w:rsid w:val="00977261"/>
    <w:rsid w:val="00977790"/>
    <w:rsid w:val="00977904"/>
    <w:rsid w:val="009A218A"/>
    <w:rsid w:val="009A7343"/>
    <w:rsid w:val="009B183C"/>
    <w:rsid w:val="009B56D5"/>
    <w:rsid w:val="009C67E8"/>
    <w:rsid w:val="009F1574"/>
    <w:rsid w:val="009F686D"/>
    <w:rsid w:val="00A00834"/>
    <w:rsid w:val="00A05FB3"/>
    <w:rsid w:val="00A37071"/>
    <w:rsid w:val="00A51A66"/>
    <w:rsid w:val="00A6436D"/>
    <w:rsid w:val="00A64C88"/>
    <w:rsid w:val="00A7639E"/>
    <w:rsid w:val="00A80906"/>
    <w:rsid w:val="00A85FF5"/>
    <w:rsid w:val="00A862AE"/>
    <w:rsid w:val="00A87A41"/>
    <w:rsid w:val="00A911DF"/>
    <w:rsid w:val="00A923D9"/>
    <w:rsid w:val="00A94722"/>
    <w:rsid w:val="00A94763"/>
    <w:rsid w:val="00AA2C65"/>
    <w:rsid w:val="00AA2FE3"/>
    <w:rsid w:val="00AA5BB5"/>
    <w:rsid w:val="00AB3A5A"/>
    <w:rsid w:val="00AC2A60"/>
    <w:rsid w:val="00AD20B6"/>
    <w:rsid w:val="00AD6350"/>
    <w:rsid w:val="00AE3025"/>
    <w:rsid w:val="00AE3187"/>
    <w:rsid w:val="00AE6D46"/>
    <w:rsid w:val="00B03FE6"/>
    <w:rsid w:val="00B04BF3"/>
    <w:rsid w:val="00B259C8"/>
    <w:rsid w:val="00B31BEF"/>
    <w:rsid w:val="00B43185"/>
    <w:rsid w:val="00B602BB"/>
    <w:rsid w:val="00B654A6"/>
    <w:rsid w:val="00B668A4"/>
    <w:rsid w:val="00B67E5B"/>
    <w:rsid w:val="00B72AD6"/>
    <w:rsid w:val="00B84136"/>
    <w:rsid w:val="00B8515A"/>
    <w:rsid w:val="00BA2158"/>
    <w:rsid w:val="00BB032D"/>
    <w:rsid w:val="00BC08C7"/>
    <w:rsid w:val="00BD1C4E"/>
    <w:rsid w:val="00C04F03"/>
    <w:rsid w:val="00C12F8C"/>
    <w:rsid w:val="00C214AB"/>
    <w:rsid w:val="00C236C9"/>
    <w:rsid w:val="00C64179"/>
    <w:rsid w:val="00C64BFD"/>
    <w:rsid w:val="00C70D45"/>
    <w:rsid w:val="00C72030"/>
    <w:rsid w:val="00C774DE"/>
    <w:rsid w:val="00C84929"/>
    <w:rsid w:val="00C8594C"/>
    <w:rsid w:val="00C93D49"/>
    <w:rsid w:val="00C97FD6"/>
    <w:rsid w:val="00CA32E0"/>
    <w:rsid w:val="00CC4EB8"/>
    <w:rsid w:val="00CD6EB5"/>
    <w:rsid w:val="00CE5A7D"/>
    <w:rsid w:val="00CF0FA1"/>
    <w:rsid w:val="00CF6CD6"/>
    <w:rsid w:val="00D038E1"/>
    <w:rsid w:val="00D13BE8"/>
    <w:rsid w:val="00D21D65"/>
    <w:rsid w:val="00D42A65"/>
    <w:rsid w:val="00D44550"/>
    <w:rsid w:val="00D446AC"/>
    <w:rsid w:val="00D55C5B"/>
    <w:rsid w:val="00D61C96"/>
    <w:rsid w:val="00D72454"/>
    <w:rsid w:val="00D75117"/>
    <w:rsid w:val="00DA2DAD"/>
    <w:rsid w:val="00DA32E7"/>
    <w:rsid w:val="00DB5044"/>
    <w:rsid w:val="00DB6AB9"/>
    <w:rsid w:val="00DB6EF8"/>
    <w:rsid w:val="00DD430F"/>
    <w:rsid w:val="00DD4A40"/>
    <w:rsid w:val="00DF173D"/>
    <w:rsid w:val="00E139EF"/>
    <w:rsid w:val="00E20E90"/>
    <w:rsid w:val="00E35A00"/>
    <w:rsid w:val="00E617FD"/>
    <w:rsid w:val="00E77648"/>
    <w:rsid w:val="00E82EB7"/>
    <w:rsid w:val="00E8305D"/>
    <w:rsid w:val="00E9620E"/>
    <w:rsid w:val="00EA54FF"/>
    <w:rsid w:val="00EB4606"/>
    <w:rsid w:val="00EC4479"/>
    <w:rsid w:val="00ED4800"/>
    <w:rsid w:val="00F01FDE"/>
    <w:rsid w:val="00F1318F"/>
    <w:rsid w:val="00F258D0"/>
    <w:rsid w:val="00F30BB1"/>
    <w:rsid w:val="00F46B7C"/>
    <w:rsid w:val="00F61A86"/>
    <w:rsid w:val="00F757E0"/>
    <w:rsid w:val="00F80CAA"/>
    <w:rsid w:val="00FA6AC7"/>
    <w:rsid w:val="00FB121A"/>
    <w:rsid w:val="00FB2CA4"/>
    <w:rsid w:val="00FD5EF2"/>
    <w:rsid w:val="00FE18E4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5:docId w15:val="{0B4505E3-7612-46E7-8960-0A57F7F1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s-ES_tradnl"/>
    </w:rPr>
  </w:style>
  <w:style w:type="paragraph" w:styleId="Ttulo1">
    <w:name w:val="heading 1"/>
    <w:basedOn w:val="Normal"/>
    <w:next w:val="Normal"/>
    <w:qFormat/>
    <w:pPr>
      <w:keepNext/>
      <w:spacing w:line="320" w:lineRule="exact"/>
      <w:outlineLvl w:val="0"/>
    </w:pPr>
    <w:rPr>
      <w:rFonts w:ascii="Arial Narrow" w:hAnsi="Arial Narrow"/>
      <w:b/>
      <w:spacing w:val="408"/>
      <w:sz w:val="16"/>
    </w:rPr>
  </w:style>
  <w:style w:type="paragraph" w:styleId="Ttulo2">
    <w:name w:val="heading 2"/>
    <w:basedOn w:val="Normal"/>
    <w:next w:val="Normal"/>
    <w:qFormat/>
    <w:pPr>
      <w:keepNext/>
      <w:spacing w:line="320" w:lineRule="exact"/>
      <w:outlineLvl w:val="1"/>
    </w:pPr>
    <w:rPr>
      <w:rFonts w:ascii="Arial Narrow" w:hAnsi="Arial Narrow"/>
      <w:b/>
      <w:sz w:val="1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16"/>
      <w:u w:val="single"/>
    </w:rPr>
  </w:style>
  <w:style w:type="paragraph" w:styleId="Ttulo5">
    <w:name w:val="heading 5"/>
    <w:basedOn w:val="Normal"/>
    <w:next w:val="Normal"/>
    <w:qFormat/>
    <w:pPr>
      <w:keepNext/>
      <w:spacing w:before="120"/>
      <w:jc w:val="both"/>
      <w:outlineLvl w:val="4"/>
    </w:pPr>
    <w:rPr>
      <w:b/>
      <w:sz w:val="20"/>
      <w:u w:val="double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0"/>
      <w:u w:val="single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rFonts w:ascii="Arial" w:hAnsi="Arial" w:cs="Arial"/>
      <w:sz w:val="16"/>
      <w:u w:val="single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Times New (W1)" w:hAnsi="Times New (W1)"/>
      <w:b/>
      <w:sz w:val="20"/>
      <w:u w:val="single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sz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Encabezado"/>
    <w:next w:val="Cierre"/>
  </w:style>
  <w:style w:type="character" w:styleId="Nmerodepgina">
    <w:name w:val="page number"/>
    <w:basedOn w:val="Fuentedeprrafopredeter"/>
  </w:style>
  <w:style w:type="paragraph" w:customStyle="1" w:styleId="qu">
    <w:name w:val="qu"/>
    <w:basedOn w:val="Encabezado"/>
    <w:pPr>
      <w:tabs>
        <w:tab w:val="clear" w:pos="4252"/>
        <w:tab w:val="clear" w:pos="8504"/>
        <w:tab w:val="center" w:pos="4819"/>
        <w:tab w:val="right" w:pos="9071"/>
      </w:tabs>
    </w:pPr>
    <w:rPr>
      <w:rFonts w:ascii="Arial Narrow" w:hAnsi="Arial Narrow"/>
      <w:b/>
    </w:rPr>
  </w:style>
  <w:style w:type="character" w:styleId="Refdenotaalpie">
    <w:name w:val="footnote reference"/>
    <w:semiHidden/>
    <w:rPr>
      <w:position w:val="6"/>
      <w:sz w:val="16"/>
    </w:rPr>
  </w:style>
  <w:style w:type="paragraph" w:styleId="Textonotapie">
    <w:name w:val="footnote text"/>
    <w:basedOn w:val="Normal"/>
    <w:semiHidden/>
    <w:rsid w:val="00A37071"/>
    <w:rPr>
      <w:sz w:val="20"/>
    </w:rPr>
  </w:style>
  <w:style w:type="paragraph" w:styleId="Puesto">
    <w:name w:val="Title"/>
    <w:basedOn w:val="Normal"/>
    <w:qFormat/>
    <w:pPr>
      <w:jc w:val="center"/>
    </w:pPr>
    <w:rPr>
      <w:b/>
      <w:sz w:val="20"/>
    </w:rPr>
  </w:style>
  <w:style w:type="paragraph" w:styleId="Textoindependiente">
    <w:name w:val="Body Text"/>
    <w:basedOn w:val="Normal"/>
    <w:pPr>
      <w:jc w:val="both"/>
    </w:pPr>
    <w:rPr>
      <w:b/>
      <w:sz w:val="20"/>
    </w:rPr>
  </w:style>
  <w:style w:type="paragraph" w:styleId="Cierre">
    <w:name w:val="Closing"/>
    <w:basedOn w:val="Normal"/>
    <w:pPr>
      <w:ind w:left="4252"/>
    </w:pPr>
  </w:style>
  <w:style w:type="paragraph" w:styleId="Sangra2detindependiente">
    <w:name w:val="Body Text Indent 2"/>
    <w:basedOn w:val="Normal"/>
    <w:pPr>
      <w:ind w:left="360"/>
      <w:jc w:val="center"/>
    </w:pPr>
    <w:rPr>
      <w:rFonts w:ascii="Times New (W1)" w:hAnsi="Times New (W1)"/>
      <w:b/>
      <w:sz w:val="20"/>
      <w:u w:val="single"/>
    </w:rPr>
  </w:style>
  <w:style w:type="paragraph" w:styleId="Textoindependiente3">
    <w:name w:val="Body Text 3"/>
    <w:basedOn w:val="Normal"/>
    <w:pPr>
      <w:jc w:val="center"/>
    </w:pPr>
    <w:rPr>
      <w:rFonts w:ascii="Times New (W1)" w:hAnsi="Times New (W1)"/>
      <w:b/>
      <w:sz w:val="20"/>
      <w:u w:val="single"/>
    </w:rPr>
  </w:style>
  <w:style w:type="paragraph" w:styleId="Textoindependiente2">
    <w:name w:val="Body Text 2"/>
    <w:basedOn w:val="Normal"/>
    <w:pPr>
      <w:jc w:val="both"/>
    </w:pPr>
    <w:rPr>
      <w:b/>
    </w:rPr>
  </w:style>
  <w:style w:type="paragraph" w:styleId="Sangradetextonormal">
    <w:name w:val="Body Text Indent"/>
    <w:basedOn w:val="Normal"/>
    <w:pPr>
      <w:ind w:left="360"/>
    </w:pPr>
    <w:rPr>
      <w:rFonts w:ascii="Times New (W1)" w:hAnsi="Times New (W1)"/>
      <w:b/>
      <w:sz w:val="20"/>
    </w:rPr>
  </w:style>
  <w:style w:type="table" w:styleId="Tablaconcuadrcula">
    <w:name w:val="Table Grid"/>
    <w:basedOn w:val="Tablanormal"/>
    <w:uiPriority w:val="59"/>
    <w:rsid w:val="00626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3A3B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3A3BA6"/>
    <w:rPr>
      <w:rFonts w:ascii="Tahoma" w:hAnsi="Tahoma" w:cs="Tahoma"/>
      <w:sz w:val="16"/>
      <w:szCs w:val="16"/>
      <w:lang w:val="es-ES_tradnl"/>
    </w:rPr>
  </w:style>
  <w:style w:type="paragraph" w:styleId="Subttulo">
    <w:name w:val="Subtitle"/>
    <w:basedOn w:val="Normal"/>
    <w:next w:val="Normal"/>
    <w:link w:val="SubttuloCar"/>
    <w:qFormat/>
    <w:rsid w:val="008709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8709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/>
    </w:rPr>
  </w:style>
  <w:style w:type="paragraph" w:styleId="Prrafodelista">
    <w:name w:val="List Paragraph"/>
    <w:basedOn w:val="Normal"/>
    <w:uiPriority w:val="1"/>
    <w:qFormat/>
    <w:rsid w:val="004701E3"/>
    <w:pPr>
      <w:widowControl w:val="0"/>
      <w:autoSpaceDE w:val="0"/>
      <w:autoSpaceDN w:val="0"/>
      <w:ind w:left="1393" w:hanging="499"/>
    </w:pPr>
    <w:rPr>
      <w:rFonts w:ascii="Arial" w:eastAsia="Arial" w:hAnsi="Arial" w:cs="Arial"/>
      <w:szCs w:val="22"/>
      <w:lang w:val="es-ES" w:bidi="es-E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9C67E8"/>
    <w:rPr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INFORM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INFORMES.dot</Template>
  <TotalTime>327</TotalTime>
  <Pages>9</Pages>
  <Words>1397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SERVICIOS SOCIALES</Company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GALERA MARTINEZ, MONSERRAT</cp:lastModifiedBy>
  <cp:revision>55</cp:revision>
  <cp:lastPrinted>2021-06-08T06:42:00Z</cp:lastPrinted>
  <dcterms:created xsi:type="dcterms:W3CDTF">2018-05-08T07:53:00Z</dcterms:created>
  <dcterms:modified xsi:type="dcterms:W3CDTF">2024-06-25T10:31:00Z</dcterms:modified>
</cp:coreProperties>
</file>